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8857F" w14:textId="56AEE220" w:rsidR="00A01FEA" w:rsidRPr="007F47A2" w:rsidRDefault="00A01FEA" w:rsidP="007F47A2">
      <w:pPr>
        <w:pStyle w:val="Nagwek1"/>
        <w:numPr>
          <w:ilvl w:val="0"/>
          <w:numId w:val="0"/>
        </w:numPr>
        <w:ind w:left="100"/>
        <w:jc w:val="right"/>
        <w:rPr>
          <w:rFonts w:ascii="Trebuchet MS" w:hAnsi="Trebuchet MS"/>
          <w:b/>
        </w:rPr>
      </w:pPr>
      <w:r w:rsidRPr="007F47A2">
        <w:rPr>
          <w:rFonts w:ascii="Trebuchet MS" w:hAnsi="Trebuchet MS"/>
          <w:b/>
          <w:color w:val="auto"/>
          <w:sz w:val="20"/>
        </w:rPr>
        <w:t>Załącznik nr 4 - Oświadczenie składane na podstawie art. 25a ust. 1 ustawy Pzp</w:t>
      </w:r>
    </w:p>
    <w:p w14:paraId="5B91326D" w14:textId="77777777" w:rsidR="00FC7C0C" w:rsidRDefault="00FC7C0C" w:rsidP="00FC7C0C">
      <w:pPr>
        <w:spacing w:line="480" w:lineRule="auto"/>
        <w:jc w:val="center"/>
        <w:rPr>
          <w:rFonts w:ascii="Trebuchet MS" w:hAnsi="Trebuchet MS" w:cs="Tahoma"/>
          <w:b/>
          <w:sz w:val="20"/>
          <w:szCs w:val="20"/>
        </w:rPr>
      </w:pPr>
    </w:p>
    <w:p w14:paraId="55530260" w14:textId="77777777" w:rsidR="00FC7C0C" w:rsidRPr="00FC7C0C" w:rsidRDefault="00FC7C0C" w:rsidP="00FC7C0C">
      <w:pPr>
        <w:spacing w:line="480" w:lineRule="auto"/>
        <w:jc w:val="center"/>
        <w:rPr>
          <w:rFonts w:ascii="Trebuchet MS" w:hAnsi="Trebuchet MS" w:cs="Tahoma"/>
          <w:b/>
          <w:sz w:val="20"/>
          <w:szCs w:val="20"/>
        </w:rPr>
      </w:pPr>
      <w:r w:rsidRPr="00FC7C0C">
        <w:rPr>
          <w:rFonts w:ascii="Trebuchet MS" w:hAnsi="Trebuchet MS" w:cs="Tahoma"/>
          <w:b/>
          <w:sz w:val="20"/>
          <w:szCs w:val="20"/>
        </w:rPr>
        <w:t>OŚWIADCZENIE</w:t>
      </w:r>
    </w:p>
    <w:p w14:paraId="6C8EF0DE" w14:textId="3DB3B0F7" w:rsidR="00FC7C0C" w:rsidRPr="00FC7C0C" w:rsidRDefault="00FC7C0C" w:rsidP="00FC7C0C">
      <w:pPr>
        <w:spacing w:line="276" w:lineRule="auto"/>
        <w:jc w:val="center"/>
        <w:rPr>
          <w:rFonts w:ascii="Trebuchet MS" w:hAnsi="Trebuchet MS" w:cs="Tahoma"/>
          <w:sz w:val="20"/>
          <w:szCs w:val="20"/>
        </w:rPr>
      </w:pPr>
      <w:r w:rsidRPr="00FC7C0C">
        <w:rPr>
          <w:rFonts w:ascii="Trebuchet MS" w:hAnsi="Trebuchet MS" w:cs="Tahoma"/>
          <w:sz w:val="20"/>
          <w:szCs w:val="20"/>
        </w:rPr>
        <w:t xml:space="preserve">składane na podstawie art. 25a ust. 1 ustawy z dnia 29 stycznia 2004 r. Prawo zamówień publicznych </w:t>
      </w:r>
      <w:r w:rsidRPr="00FC7C0C">
        <w:rPr>
          <w:rFonts w:ascii="Trebuchet MS" w:hAnsi="Trebuchet MS" w:cs="Tahoma"/>
          <w:sz w:val="20"/>
          <w:szCs w:val="20"/>
        </w:rPr>
        <w:br/>
        <w:t>(tekst jednolity: Dz.U. 2018 poz. 1986) zwanej dalej „ustawą Pzp”</w:t>
      </w:r>
    </w:p>
    <w:p w14:paraId="42BB663D" w14:textId="77777777" w:rsidR="00FC7C0C" w:rsidRPr="00FC7C0C" w:rsidRDefault="00FC7C0C" w:rsidP="00FC7C0C">
      <w:pPr>
        <w:spacing w:line="480" w:lineRule="auto"/>
        <w:rPr>
          <w:rFonts w:ascii="Trebuchet MS" w:hAnsi="Trebuchet MS" w:cs="Tahoma"/>
          <w:b/>
          <w:sz w:val="20"/>
          <w:szCs w:val="20"/>
        </w:rPr>
      </w:pPr>
    </w:p>
    <w:p w14:paraId="2A4E1A16" w14:textId="77777777" w:rsidR="00FC7C0C" w:rsidRPr="00FC7C0C" w:rsidRDefault="00FC7C0C" w:rsidP="00FC7C0C">
      <w:pPr>
        <w:spacing w:line="480" w:lineRule="auto"/>
        <w:rPr>
          <w:rFonts w:ascii="Trebuchet MS" w:hAnsi="Trebuchet MS" w:cs="Tahoma"/>
          <w:sz w:val="20"/>
          <w:szCs w:val="20"/>
        </w:rPr>
      </w:pPr>
      <w:r w:rsidRPr="00FC7C0C">
        <w:rPr>
          <w:rFonts w:ascii="Trebuchet MS" w:hAnsi="Trebuchet MS" w:cs="Tahoma"/>
          <w:b/>
          <w:sz w:val="20"/>
          <w:szCs w:val="20"/>
        </w:rPr>
        <w:t>Nazwa Wykonawcy</w:t>
      </w:r>
      <w:r w:rsidRPr="00FC7C0C">
        <w:rPr>
          <w:rFonts w:ascii="Trebuchet MS" w:hAnsi="Trebuchet MS" w:cs="Tahoma"/>
          <w:sz w:val="20"/>
          <w:szCs w:val="20"/>
        </w:rPr>
        <w:t>: .......................................................................................................................................</w:t>
      </w:r>
    </w:p>
    <w:p w14:paraId="114B955D" w14:textId="77777777" w:rsidR="00FC7C0C" w:rsidRPr="00FC7C0C" w:rsidRDefault="00FC7C0C" w:rsidP="00FC7C0C">
      <w:pPr>
        <w:spacing w:line="480" w:lineRule="auto"/>
        <w:rPr>
          <w:rFonts w:ascii="Trebuchet MS" w:hAnsi="Trebuchet MS" w:cs="Tahoma"/>
          <w:sz w:val="20"/>
          <w:szCs w:val="20"/>
        </w:rPr>
      </w:pPr>
      <w:r w:rsidRPr="00FC7C0C">
        <w:rPr>
          <w:rFonts w:ascii="Trebuchet MS" w:hAnsi="Trebuchet MS" w:cs="Tahoma"/>
          <w:sz w:val="20"/>
          <w:szCs w:val="20"/>
        </w:rPr>
        <w:t>ulica: .............................................kod i miejscowość: ..........................................................</w:t>
      </w:r>
    </w:p>
    <w:p w14:paraId="1BADBC52" w14:textId="77777777" w:rsidR="00FC7C0C" w:rsidRPr="00FC7C0C" w:rsidRDefault="00FC7C0C" w:rsidP="00FC7C0C">
      <w:pPr>
        <w:spacing w:line="259" w:lineRule="auto"/>
        <w:rPr>
          <w:rFonts w:ascii="Trebuchet MS" w:eastAsia="Calibri" w:hAnsi="Trebuchet MS" w:cs="Arial"/>
          <w:sz w:val="20"/>
          <w:szCs w:val="20"/>
          <w:lang w:eastAsia="en-US"/>
        </w:rPr>
      </w:pPr>
    </w:p>
    <w:p w14:paraId="731E5DB8" w14:textId="561082BF" w:rsidR="00FC7C0C" w:rsidRPr="00FC7C0C" w:rsidRDefault="00FC7C0C" w:rsidP="00FC7C0C">
      <w:pPr>
        <w:spacing w:before="120" w:line="360" w:lineRule="auto"/>
        <w:jc w:val="both"/>
        <w:rPr>
          <w:rFonts w:ascii="Trebuchet MS" w:eastAsia="Calibri" w:hAnsi="Trebuchet MS" w:cs="Arial"/>
          <w:sz w:val="20"/>
          <w:szCs w:val="20"/>
          <w:lang w:eastAsia="en-US"/>
        </w:rPr>
      </w:pPr>
      <w:r w:rsidRPr="00FC7C0C">
        <w:rPr>
          <w:rFonts w:ascii="Trebuchet MS" w:eastAsia="Calibri" w:hAnsi="Trebuchet MS" w:cs="Arial"/>
          <w:sz w:val="20"/>
          <w:szCs w:val="20"/>
          <w:lang w:eastAsia="en-US"/>
        </w:rPr>
        <w:t>Dot. postępowania o udzielenie zamówienia publicznego pn.: „</w:t>
      </w:r>
      <w:r w:rsidRPr="00FC7C0C">
        <w:rPr>
          <w:rFonts w:ascii="Trebuchet MS" w:eastAsia="Calibri" w:hAnsi="Trebuchet MS" w:cs="Arial"/>
          <w:b/>
          <w:sz w:val="20"/>
          <w:szCs w:val="20"/>
          <w:lang w:eastAsia="en-US"/>
        </w:rPr>
        <w:t>Wyko</w:t>
      </w:r>
      <w:r>
        <w:rPr>
          <w:rFonts w:ascii="Trebuchet MS" w:eastAsia="Calibri" w:hAnsi="Trebuchet MS" w:cs="Arial"/>
          <w:b/>
          <w:sz w:val="20"/>
          <w:szCs w:val="20"/>
          <w:lang w:eastAsia="en-US"/>
        </w:rPr>
        <w:t>nanie przeglądów, konserwacji i </w:t>
      </w:r>
      <w:r w:rsidRPr="00FC7C0C">
        <w:rPr>
          <w:rFonts w:ascii="Trebuchet MS" w:eastAsia="Calibri" w:hAnsi="Trebuchet MS" w:cs="Arial"/>
          <w:b/>
          <w:sz w:val="20"/>
          <w:szCs w:val="20"/>
          <w:lang w:eastAsia="en-US"/>
        </w:rPr>
        <w:t>czynności obsługowych instalacji i systemów pożarowych w obiektach Muzeum Śląskiego w Katowicach przy ul. T. Dobrowolskiego 1 oraz al. W. Korfantego 3 w Katowicach</w:t>
      </w:r>
      <w:r w:rsidRPr="00FC7C0C">
        <w:rPr>
          <w:rFonts w:ascii="Trebuchet MS" w:eastAsia="Calibri" w:hAnsi="Trebuchet MS" w:cs="Arial"/>
          <w:sz w:val="20"/>
          <w:szCs w:val="20"/>
          <w:lang w:eastAsia="en-US"/>
        </w:rPr>
        <w:t xml:space="preserve">”, o numerze referencyjnym: </w:t>
      </w:r>
      <w:r w:rsidR="00AC5B71">
        <w:rPr>
          <w:rFonts w:ascii="Trebuchet MS" w:eastAsia="Calibri" w:hAnsi="Trebuchet MS" w:cs="Arial"/>
          <w:sz w:val="20"/>
          <w:szCs w:val="20"/>
          <w:lang w:eastAsia="en-US"/>
        </w:rPr>
        <w:br/>
      </w:r>
      <w:r w:rsidRPr="00FC7C0C">
        <w:rPr>
          <w:rFonts w:ascii="Trebuchet MS" w:eastAsia="Calibri" w:hAnsi="Trebuchet MS" w:cs="Arial"/>
          <w:sz w:val="20"/>
          <w:szCs w:val="20"/>
          <w:lang w:eastAsia="en-US"/>
        </w:rPr>
        <w:t>MŚ-ZP-WW-333-</w:t>
      </w:r>
      <w:r>
        <w:rPr>
          <w:rFonts w:ascii="Trebuchet MS" w:eastAsia="Calibri" w:hAnsi="Trebuchet MS" w:cs="Arial"/>
          <w:sz w:val="20"/>
          <w:szCs w:val="20"/>
          <w:lang w:eastAsia="en-US"/>
        </w:rPr>
        <w:t>13</w:t>
      </w:r>
      <w:r w:rsidRPr="00FC7C0C">
        <w:rPr>
          <w:rFonts w:ascii="Trebuchet MS" w:eastAsia="Calibri" w:hAnsi="Trebuchet MS" w:cs="Arial"/>
          <w:sz w:val="20"/>
          <w:szCs w:val="20"/>
          <w:lang w:eastAsia="en-US"/>
        </w:rPr>
        <w:t>/18, dalej „postępowania”.</w:t>
      </w:r>
    </w:p>
    <w:p w14:paraId="6EFE4411" w14:textId="77777777" w:rsidR="00FC7C0C" w:rsidRPr="00FC7C0C" w:rsidRDefault="00FC7C0C" w:rsidP="00FC7C0C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2B86337E" w14:textId="77777777" w:rsidR="00FC7C0C" w:rsidRPr="00FC7C0C" w:rsidRDefault="00FC7C0C" w:rsidP="00FC7C0C">
      <w:pPr>
        <w:spacing w:line="360" w:lineRule="auto"/>
        <w:rPr>
          <w:rFonts w:ascii="Trebuchet MS" w:hAnsi="Trebuchet MS" w:cs="Arial"/>
          <w:b/>
          <w:sz w:val="20"/>
          <w:szCs w:val="20"/>
        </w:rPr>
      </w:pPr>
      <w:r w:rsidRPr="00FC7C0C">
        <w:rPr>
          <w:rFonts w:ascii="Trebuchet MS" w:hAnsi="Trebuchet MS" w:cs="Arial"/>
          <w:b/>
          <w:sz w:val="20"/>
          <w:szCs w:val="20"/>
        </w:rPr>
        <w:t>OŚWIADCZENIA DOTYCZĄCE WYKONAWCY:</w:t>
      </w:r>
    </w:p>
    <w:p w14:paraId="5672313A" w14:textId="77777777" w:rsidR="00FC7C0C" w:rsidRPr="00FC7C0C" w:rsidRDefault="00FC7C0C" w:rsidP="0060392B">
      <w:pPr>
        <w:numPr>
          <w:ilvl w:val="0"/>
          <w:numId w:val="54"/>
        </w:numPr>
        <w:spacing w:line="360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FC7C0C">
        <w:rPr>
          <w:rFonts w:ascii="Trebuchet MS" w:hAnsi="Trebuchet MS" w:cs="Arial"/>
          <w:sz w:val="20"/>
          <w:szCs w:val="20"/>
        </w:rPr>
        <w:t>Oświadczam, że nie podlegam wykluczeniu z postępowania na podstawie art. 24 ust. 1 pkt 13-22 ustawy Pzp oraz art. 24 ust. 5 pkt 1 i 4 ustawy Pzp.</w:t>
      </w:r>
    </w:p>
    <w:p w14:paraId="75D770B5" w14:textId="77777777" w:rsidR="00FC7C0C" w:rsidRPr="00FC7C0C" w:rsidRDefault="00FC7C0C" w:rsidP="0060392B">
      <w:pPr>
        <w:numPr>
          <w:ilvl w:val="0"/>
          <w:numId w:val="54"/>
        </w:numPr>
        <w:jc w:val="both"/>
        <w:rPr>
          <w:rFonts w:ascii="Trebuchet MS" w:hAnsi="Trebuchet MS" w:cs="Arial"/>
          <w:sz w:val="20"/>
          <w:szCs w:val="20"/>
        </w:rPr>
      </w:pPr>
      <w:r w:rsidRPr="00FC7C0C">
        <w:rPr>
          <w:rFonts w:ascii="Trebuchet MS" w:hAnsi="Trebuchet MS" w:cs="Arial"/>
          <w:sz w:val="20"/>
          <w:szCs w:val="20"/>
        </w:rPr>
        <w:t>Oświadczam, że spełniam warunki udziału określone przez Zamawiającego w niniejszym postępowaniu o udzielenie zamówienia.</w:t>
      </w:r>
    </w:p>
    <w:p w14:paraId="650BCC82" w14:textId="77777777" w:rsidR="00FC7C0C" w:rsidRPr="00FC7C0C" w:rsidRDefault="00FC7C0C" w:rsidP="00FC7C0C">
      <w:pPr>
        <w:spacing w:line="360" w:lineRule="auto"/>
        <w:jc w:val="both"/>
        <w:rPr>
          <w:rFonts w:ascii="Trebuchet MS" w:hAnsi="Trebuchet MS" w:cs="Arial"/>
          <w:i/>
          <w:sz w:val="20"/>
          <w:szCs w:val="20"/>
        </w:rPr>
      </w:pPr>
    </w:p>
    <w:p w14:paraId="10B181B4" w14:textId="77777777" w:rsidR="00FC7C0C" w:rsidRPr="00FC7C0C" w:rsidRDefault="00FC7C0C" w:rsidP="00FC7C0C">
      <w:pPr>
        <w:spacing w:line="360" w:lineRule="auto"/>
        <w:jc w:val="both"/>
        <w:rPr>
          <w:rFonts w:ascii="Trebuchet MS" w:hAnsi="Trebuchet MS" w:cs="Arial"/>
          <w:b/>
          <w:sz w:val="20"/>
          <w:szCs w:val="20"/>
        </w:rPr>
      </w:pPr>
      <w:r w:rsidRPr="00FC7C0C">
        <w:rPr>
          <w:rFonts w:ascii="Trebuchet MS" w:hAnsi="Trebuchet MS" w:cs="Arial"/>
          <w:b/>
          <w:sz w:val="20"/>
          <w:szCs w:val="20"/>
        </w:rPr>
        <w:t>OŚWIADCZENIE DOTYCZĄCE PODMIOTU, NA KTÓREGO ZASOBY POWOŁUJE SIĘ WYKONAWCA:</w:t>
      </w:r>
    </w:p>
    <w:p w14:paraId="04C98E24" w14:textId="77777777" w:rsidR="00FC7C0C" w:rsidRPr="00FC7C0C" w:rsidRDefault="00FC7C0C" w:rsidP="0060392B">
      <w:pPr>
        <w:numPr>
          <w:ilvl w:val="0"/>
          <w:numId w:val="55"/>
        </w:numPr>
        <w:spacing w:before="120" w:line="480" w:lineRule="auto"/>
        <w:ind w:left="992"/>
        <w:rPr>
          <w:rFonts w:ascii="Trebuchet MS" w:hAnsi="Trebuchet MS" w:cs="Arial"/>
          <w:i/>
          <w:sz w:val="16"/>
          <w:szCs w:val="20"/>
        </w:rPr>
      </w:pPr>
      <w:r w:rsidRPr="00FC7C0C">
        <w:rPr>
          <w:rFonts w:ascii="Trebuchet MS" w:hAnsi="Trebuchet MS" w:cs="Arial"/>
          <w:sz w:val="20"/>
          <w:szCs w:val="20"/>
        </w:rPr>
        <w:t>Oświadczam, że następujący/e podmiot/y, na którego/ych zasoby powołuję się w niniejszym postępowaniu, tj. ………………………………………………………………………..</w:t>
      </w:r>
      <w:r w:rsidRPr="00FC7C0C">
        <w:rPr>
          <w:rFonts w:ascii="Trebuchet MS" w:hAnsi="Trebuchet MS" w:cs="Tahoma"/>
          <w:sz w:val="20"/>
          <w:szCs w:val="20"/>
        </w:rPr>
        <w:t>….……………………………………………………</w:t>
      </w:r>
    </w:p>
    <w:p w14:paraId="435EB3F3" w14:textId="77777777" w:rsidR="00FC7C0C" w:rsidRPr="00FC7C0C" w:rsidRDefault="00FC7C0C" w:rsidP="00FC7C0C">
      <w:pPr>
        <w:spacing w:before="120" w:line="480" w:lineRule="auto"/>
        <w:ind w:left="992"/>
        <w:rPr>
          <w:rFonts w:ascii="Trebuchet MS" w:hAnsi="Trebuchet MS" w:cs="Tahoma"/>
          <w:sz w:val="20"/>
          <w:szCs w:val="20"/>
        </w:rPr>
      </w:pPr>
      <w:r w:rsidRPr="00FC7C0C">
        <w:rPr>
          <w:rFonts w:ascii="Trebuchet MS" w:hAnsi="Trebuchet MS" w:cs="Tahoma"/>
          <w:sz w:val="20"/>
          <w:szCs w:val="20"/>
        </w:rPr>
        <w:t>…………………..</w:t>
      </w:r>
      <w:r w:rsidRPr="00FC7C0C">
        <w:rPr>
          <w:rFonts w:ascii="Trebuchet MS" w:hAnsi="Trebuchet MS" w:cs="Arial"/>
          <w:sz w:val="20"/>
          <w:szCs w:val="20"/>
        </w:rPr>
        <w:t>…………………………………………………………………………..</w:t>
      </w:r>
      <w:r w:rsidRPr="00FC7C0C">
        <w:rPr>
          <w:rFonts w:ascii="Trebuchet MS" w:hAnsi="Trebuchet MS" w:cs="Tahoma"/>
          <w:sz w:val="20"/>
          <w:szCs w:val="20"/>
        </w:rPr>
        <w:t>………………………………………………………………</w:t>
      </w:r>
    </w:p>
    <w:p w14:paraId="232A45F3" w14:textId="77777777" w:rsidR="00FC7C0C" w:rsidRPr="00FC7C0C" w:rsidRDefault="00FC7C0C" w:rsidP="00FC7C0C">
      <w:pPr>
        <w:spacing w:before="120" w:line="480" w:lineRule="auto"/>
        <w:ind w:left="992"/>
        <w:rPr>
          <w:rFonts w:ascii="Trebuchet MS" w:hAnsi="Trebuchet MS" w:cs="Arial"/>
          <w:i/>
          <w:sz w:val="16"/>
          <w:szCs w:val="20"/>
        </w:rPr>
      </w:pPr>
      <w:r w:rsidRPr="00FC7C0C">
        <w:rPr>
          <w:rFonts w:ascii="Trebuchet MS" w:hAnsi="Trebuchet MS" w:cs="Tahoma"/>
          <w:sz w:val="20"/>
          <w:szCs w:val="20"/>
        </w:rPr>
        <w:t>………….…………………………………………………………………………..……………………………………………………………………….</w:t>
      </w:r>
    </w:p>
    <w:p w14:paraId="27CA387F" w14:textId="77777777" w:rsidR="00FC7C0C" w:rsidRPr="00FC7C0C" w:rsidRDefault="00FC7C0C" w:rsidP="00FC7C0C">
      <w:pPr>
        <w:ind w:left="992"/>
        <w:jc w:val="center"/>
        <w:rPr>
          <w:rFonts w:ascii="Trebuchet MS" w:hAnsi="Trebuchet MS" w:cs="Arial"/>
          <w:i/>
          <w:sz w:val="16"/>
          <w:szCs w:val="20"/>
        </w:rPr>
      </w:pPr>
      <w:r w:rsidRPr="00FC7C0C">
        <w:rPr>
          <w:rFonts w:ascii="Trebuchet MS" w:hAnsi="Trebuchet MS" w:cs="Arial"/>
          <w:i/>
          <w:sz w:val="16"/>
          <w:szCs w:val="20"/>
        </w:rPr>
        <w:t>(</w:t>
      </w:r>
      <w:r w:rsidRPr="00FC7C0C">
        <w:rPr>
          <w:rFonts w:ascii="Trebuchet MS" w:hAnsi="Trebuchet MS" w:cs="Arial"/>
          <w:sz w:val="16"/>
          <w:szCs w:val="20"/>
        </w:rPr>
        <w:t>podać pełną nazwę/firmę, adres, a także w zależności od podmiotu: NIP/PESEL, KRS/CEiDG</w:t>
      </w:r>
      <w:r w:rsidRPr="00FC7C0C">
        <w:rPr>
          <w:rFonts w:ascii="Trebuchet MS" w:hAnsi="Trebuchet MS" w:cs="Arial"/>
          <w:i/>
          <w:sz w:val="16"/>
          <w:szCs w:val="20"/>
        </w:rPr>
        <w:t>)</w:t>
      </w:r>
    </w:p>
    <w:p w14:paraId="13E622FA" w14:textId="77777777" w:rsidR="00FC7C0C" w:rsidRPr="00FC7C0C" w:rsidRDefault="00FC7C0C" w:rsidP="00FC7C0C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7ED88531" w14:textId="77777777" w:rsidR="00FC7C0C" w:rsidRDefault="00FC7C0C" w:rsidP="00FC7C0C">
      <w:pPr>
        <w:spacing w:line="360" w:lineRule="auto"/>
        <w:ind w:left="993"/>
        <w:jc w:val="both"/>
        <w:rPr>
          <w:rFonts w:ascii="Trebuchet MS" w:hAnsi="Trebuchet MS" w:cs="Arial"/>
          <w:sz w:val="20"/>
          <w:szCs w:val="20"/>
        </w:rPr>
      </w:pPr>
      <w:r w:rsidRPr="00FC7C0C">
        <w:rPr>
          <w:rFonts w:ascii="Trebuchet MS" w:hAnsi="Trebuchet MS" w:cs="Arial"/>
          <w:sz w:val="20"/>
          <w:szCs w:val="20"/>
        </w:rPr>
        <w:t>nie podlega/ją wykluczeniu z postępowania o udzielenie zamówienia.</w:t>
      </w:r>
    </w:p>
    <w:p w14:paraId="6722EB5C" w14:textId="77777777" w:rsidR="00FC7C0C" w:rsidRPr="00FC7C0C" w:rsidRDefault="00FC7C0C" w:rsidP="00FC7C0C">
      <w:pPr>
        <w:spacing w:line="360" w:lineRule="auto"/>
        <w:ind w:left="993"/>
        <w:jc w:val="both"/>
        <w:rPr>
          <w:rFonts w:ascii="Trebuchet MS" w:hAnsi="Trebuchet MS" w:cs="Arial"/>
          <w:sz w:val="20"/>
          <w:szCs w:val="20"/>
        </w:rPr>
      </w:pPr>
    </w:p>
    <w:p w14:paraId="0406FAA8" w14:textId="29DE5C0B" w:rsidR="00FC7C0C" w:rsidRDefault="00FC7C0C" w:rsidP="0060392B">
      <w:pPr>
        <w:numPr>
          <w:ilvl w:val="0"/>
          <w:numId w:val="55"/>
        </w:numPr>
        <w:spacing w:line="360" w:lineRule="auto"/>
        <w:ind w:left="993"/>
        <w:jc w:val="both"/>
        <w:rPr>
          <w:rFonts w:ascii="Trebuchet MS" w:eastAsia="Calibri" w:hAnsi="Trebuchet MS" w:cs="Arial"/>
          <w:sz w:val="20"/>
          <w:szCs w:val="20"/>
          <w:lang w:eastAsia="en-US"/>
        </w:rPr>
      </w:pPr>
      <w:r w:rsidRPr="00FC7C0C">
        <w:rPr>
          <w:rFonts w:ascii="Trebuchet MS" w:eastAsia="Calibri" w:hAnsi="Trebuchet MS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r w:rsidRPr="008C406B">
        <w:rPr>
          <w:rFonts w:ascii="Trebuchet MS" w:eastAsia="Calibri" w:hAnsi="Trebuchet MS" w:cs="Arial"/>
          <w:sz w:val="20"/>
          <w:szCs w:val="20"/>
          <w:lang w:eastAsia="en-US"/>
        </w:rPr>
        <w:t xml:space="preserve">____________________________________ </w:t>
      </w:r>
      <w:r w:rsidRPr="008C406B">
        <w:rPr>
          <w:rFonts w:ascii="Trebuchet MS" w:eastAsia="Calibri" w:hAnsi="Trebuchet MS" w:cs="Arial"/>
          <w:i/>
          <w:sz w:val="20"/>
          <w:szCs w:val="20"/>
          <w:lang w:eastAsia="en-US"/>
        </w:rPr>
        <w:t xml:space="preserve">(wskazać właściwą jednostkę redakcyjną </w:t>
      </w:r>
      <w:r w:rsidR="00967129">
        <w:rPr>
          <w:rFonts w:ascii="Trebuchet MS" w:eastAsia="Calibri" w:hAnsi="Trebuchet MS" w:cs="Arial"/>
          <w:i/>
          <w:sz w:val="20"/>
          <w:szCs w:val="20"/>
          <w:lang w:eastAsia="en-US"/>
        </w:rPr>
        <w:t>SIWZ</w:t>
      </w:r>
      <w:r w:rsidRPr="008C406B">
        <w:rPr>
          <w:rFonts w:ascii="Trebuchet MS" w:eastAsia="Calibri" w:hAnsi="Trebuchet MS" w:cs="Arial"/>
          <w:i/>
          <w:sz w:val="20"/>
          <w:szCs w:val="20"/>
          <w:lang w:eastAsia="en-US"/>
        </w:rPr>
        <w:t>, w której określono warunki udziału w postępowaniu),</w:t>
      </w:r>
      <w:r w:rsidRPr="008C406B">
        <w:rPr>
          <w:rFonts w:ascii="Trebuchet MS" w:eastAsia="Calibri" w:hAnsi="Trebuchet MS" w:cs="Arial"/>
          <w:sz w:val="20"/>
          <w:szCs w:val="20"/>
          <w:lang w:eastAsia="en-US"/>
        </w:rPr>
        <w:t xml:space="preserve"> polegam </w:t>
      </w:r>
      <w:r>
        <w:rPr>
          <w:rFonts w:ascii="Trebuchet MS" w:eastAsia="Calibri" w:hAnsi="Trebuchet MS" w:cs="Arial"/>
          <w:sz w:val="20"/>
          <w:szCs w:val="20"/>
          <w:lang w:eastAsia="en-US"/>
        </w:rPr>
        <w:t>na </w:t>
      </w:r>
      <w:r w:rsidRPr="00FC7C0C">
        <w:rPr>
          <w:rFonts w:ascii="Trebuchet MS" w:eastAsia="Calibri" w:hAnsi="Trebuchet MS" w:cs="Arial"/>
          <w:sz w:val="20"/>
          <w:szCs w:val="20"/>
          <w:lang w:eastAsia="en-US"/>
        </w:rPr>
        <w:t>zasobach następującego/ych podmiotu/ów</w:t>
      </w:r>
      <w:r w:rsidR="006C4305">
        <w:rPr>
          <w:rFonts w:ascii="Trebuchet MS" w:eastAsia="Calibri" w:hAnsi="Trebuchet MS" w:cs="Arial"/>
          <w:sz w:val="20"/>
          <w:szCs w:val="20"/>
          <w:lang w:eastAsia="en-US"/>
        </w:rPr>
        <w:t xml:space="preserve"> ……………………</w:t>
      </w:r>
      <w:r>
        <w:rPr>
          <w:rFonts w:ascii="Trebuchet MS" w:eastAsia="Calibri" w:hAnsi="Trebuchet MS" w:cs="Arial"/>
          <w:sz w:val="20"/>
          <w:szCs w:val="20"/>
          <w:lang w:eastAsia="en-US"/>
        </w:rPr>
        <w:t>……………………………………………………………………………………</w:t>
      </w:r>
      <w:r w:rsidRPr="00FC7C0C">
        <w:rPr>
          <w:rFonts w:ascii="Trebuchet MS" w:eastAsia="Calibri" w:hAnsi="Trebuchet MS" w:cs="Arial"/>
          <w:sz w:val="20"/>
          <w:szCs w:val="20"/>
          <w:lang w:eastAsia="en-US"/>
        </w:rPr>
        <w:t xml:space="preserve"> </w:t>
      </w:r>
      <w:r>
        <w:rPr>
          <w:rFonts w:ascii="Trebuchet MS" w:eastAsia="Calibri" w:hAnsi="Trebuchet MS" w:cs="Arial"/>
          <w:sz w:val="20"/>
          <w:szCs w:val="20"/>
          <w:lang w:eastAsia="en-US"/>
        </w:rPr>
        <w:t>………………………….</w:t>
      </w:r>
      <w:r w:rsidRPr="00FC7C0C">
        <w:rPr>
          <w:rFonts w:ascii="Trebuchet MS" w:eastAsia="Calibri" w:hAnsi="Trebuchet MS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rebuchet MS" w:eastAsia="Calibri" w:hAnsi="Trebuchet MS" w:cs="Arial"/>
          <w:sz w:val="20"/>
          <w:szCs w:val="20"/>
          <w:lang w:eastAsia="en-US"/>
        </w:rPr>
        <w:t>…………………………………………………………………………………….……………………………………………….</w:t>
      </w:r>
    </w:p>
    <w:p w14:paraId="68824230" w14:textId="72719468" w:rsidR="00FC7C0C" w:rsidRPr="00FC7C0C" w:rsidRDefault="00FC7C0C" w:rsidP="00FC7C0C">
      <w:pPr>
        <w:spacing w:line="360" w:lineRule="auto"/>
        <w:ind w:left="993"/>
        <w:jc w:val="both"/>
        <w:rPr>
          <w:rFonts w:ascii="Trebuchet MS" w:eastAsia="Calibri" w:hAnsi="Trebuchet MS" w:cs="Arial"/>
          <w:i/>
          <w:sz w:val="16"/>
          <w:szCs w:val="20"/>
          <w:lang w:eastAsia="en-US"/>
        </w:rPr>
      </w:pPr>
      <w:r w:rsidRPr="00FC7C0C">
        <w:rPr>
          <w:rFonts w:ascii="Trebuchet MS" w:eastAsia="Calibri" w:hAnsi="Trebuchet MS" w:cs="Arial"/>
          <w:sz w:val="20"/>
          <w:szCs w:val="20"/>
          <w:lang w:eastAsia="en-US"/>
        </w:rPr>
        <w:lastRenderedPageBreak/>
        <w:t>w następującym zakresie:</w:t>
      </w:r>
      <w:r w:rsidR="006C4305">
        <w:rPr>
          <w:rFonts w:ascii="Trebuchet MS" w:eastAsia="Calibri" w:hAnsi="Trebuchet MS" w:cs="Arial"/>
          <w:sz w:val="20"/>
          <w:szCs w:val="20"/>
          <w:lang w:eastAsia="en-US"/>
        </w:rPr>
        <w:t xml:space="preserve"> </w:t>
      </w:r>
      <w:r>
        <w:rPr>
          <w:rFonts w:ascii="Trebuchet MS" w:eastAsia="Calibri" w:hAnsi="Trebuchet MS" w:cs="Arial"/>
          <w:sz w:val="20"/>
          <w:szCs w:val="20"/>
          <w:lang w:eastAsia="en-US"/>
        </w:rPr>
        <w:t>…………………………………………………………………………………………………………………….</w:t>
      </w:r>
      <w:r w:rsidRPr="00FC7C0C">
        <w:rPr>
          <w:rFonts w:ascii="Trebuchet MS" w:eastAsia="Calibri" w:hAnsi="Trebuchet MS" w:cs="Arial"/>
          <w:sz w:val="20"/>
          <w:szCs w:val="20"/>
          <w:lang w:eastAsia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537AA7BA" w14:textId="68322784" w:rsidR="00FC7C0C" w:rsidRPr="00FC7C0C" w:rsidRDefault="00FC7C0C" w:rsidP="00FC7C0C">
      <w:pPr>
        <w:spacing w:line="360" w:lineRule="auto"/>
        <w:ind w:left="993"/>
        <w:jc w:val="center"/>
        <w:rPr>
          <w:rFonts w:ascii="Trebuchet MS" w:eastAsia="Calibri" w:hAnsi="Trebuchet MS" w:cs="Arial"/>
          <w:i/>
          <w:sz w:val="16"/>
          <w:szCs w:val="20"/>
          <w:lang w:eastAsia="en-US"/>
        </w:rPr>
      </w:pPr>
      <w:r w:rsidRPr="00FC7C0C">
        <w:rPr>
          <w:rFonts w:ascii="Trebuchet MS" w:eastAsia="Calibri" w:hAnsi="Trebuchet MS" w:cs="Arial"/>
          <w:i/>
          <w:sz w:val="16"/>
          <w:szCs w:val="20"/>
          <w:lang w:eastAsia="en-US"/>
        </w:rPr>
        <w:t>(wskazać podmiot i określić odpowiedni zakres dla wskazanego podmiotu).</w:t>
      </w:r>
    </w:p>
    <w:p w14:paraId="23817F63" w14:textId="77777777" w:rsidR="00FC7C0C" w:rsidRPr="00FC7C0C" w:rsidRDefault="00FC7C0C" w:rsidP="00FC7C0C">
      <w:pPr>
        <w:spacing w:line="360" w:lineRule="auto"/>
        <w:jc w:val="both"/>
        <w:rPr>
          <w:rFonts w:ascii="Trebuchet MS" w:hAnsi="Trebuchet MS" w:cs="Arial"/>
          <w:i/>
          <w:sz w:val="20"/>
          <w:szCs w:val="20"/>
        </w:rPr>
      </w:pPr>
    </w:p>
    <w:p w14:paraId="3A00B342" w14:textId="77777777" w:rsidR="00FC7C0C" w:rsidRPr="00FC7C0C" w:rsidRDefault="00FC7C0C" w:rsidP="00FC7C0C">
      <w:pPr>
        <w:spacing w:line="360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FC7C0C">
        <w:rPr>
          <w:rFonts w:ascii="Trebuchet MS" w:hAnsi="Trebuchet MS" w:cs="Arial"/>
          <w:b/>
          <w:sz w:val="20"/>
          <w:szCs w:val="20"/>
        </w:rPr>
        <w:t>OŚWIADCZENIE DOTYCZĄCE PODANYCH INFORMACJI:</w:t>
      </w:r>
    </w:p>
    <w:p w14:paraId="47E9D0F4" w14:textId="77777777" w:rsidR="00FC7C0C" w:rsidRPr="00FC7C0C" w:rsidRDefault="00FC7C0C" w:rsidP="00FC7C0C">
      <w:pPr>
        <w:spacing w:line="360" w:lineRule="auto"/>
        <w:jc w:val="both"/>
        <w:rPr>
          <w:rFonts w:ascii="Trebuchet MS" w:hAnsi="Trebuchet MS" w:cs="Arial"/>
          <w:b/>
          <w:sz w:val="20"/>
          <w:szCs w:val="20"/>
        </w:rPr>
      </w:pPr>
    </w:p>
    <w:p w14:paraId="700202A5" w14:textId="64724B4D" w:rsidR="00FC7C0C" w:rsidRPr="00FC7C0C" w:rsidRDefault="00FC7C0C" w:rsidP="00FC7C0C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FC7C0C">
        <w:rPr>
          <w:rFonts w:ascii="Trebuchet MS" w:hAnsi="Trebuchet MS" w:cs="Arial"/>
          <w:sz w:val="20"/>
          <w:szCs w:val="20"/>
        </w:rPr>
        <w:t>Oświadczam, że wszystkie informacje podane w powyższych oświadczeniach są aktualne i zgodne z prawdą oraz</w:t>
      </w:r>
      <w:r w:rsidR="00D63CCF">
        <w:rPr>
          <w:rFonts w:ascii="Trebuchet MS" w:hAnsi="Trebuchet MS" w:cs="Arial"/>
          <w:sz w:val="20"/>
          <w:szCs w:val="20"/>
        </w:rPr>
        <w:t> </w:t>
      </w:r>
      <w:r w:rsidRPr="00FC7C0C">
        <w:rPr>
          <w:rFonts w:ascii="Trebuchet MS" w:hAnsi="Trebuchet MS" w:cs="Arial"/>
          <w:sz w:val="20"/>
          <w:szCs w:val="20"/>
        </w:rPr>
        <w:t>zostały przedstawione z pełną świadomością konsekwencji wprowadzenia Zamawiającego w błąd przy</w:t>
      </w:r>
      <w:r w:rsidR="00D63CCF">
        <w:rPr>
          <w:rFonts w:ascii="Trebuchet MS" w:hAnsi="Trebuchet MS" w:cs="Arial"/>
          <w:sz w:val="20"/>
          <w:szCs w:val="20"/>
        </w:rPr>
        <w:t> </w:t>
      </w:r>
      <w:r w:rsidRPr="00FC7C0C">
        <w:rPr>
          <w:rFonts w:ascii="Trebuchet MS" w:hAnsi="Trebuchet MS" w:cs="Arial"/>
          <w:sz w:val="20"/>
          <w:szCs w:val="20"/>
        </w:rPr>
        <w:t>przedstawianiu informacji.</w:t>
      </w:r>
    </w:p>
    <w:p w14:paraId="182C6443" w14:textId="77777777" w:rsidR="00FC7C0C" w:rsidRPr="00FC7C0C" w:rsidRDefault="00FC7C0C" w:rsidP="00FC7C0C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7A0F1C9A" w14:textId="77777777" w:rsidR="00FC7C0C" w:rsidRPr="00FC7C0C" w:rsidRDefault="00FC7C0C" w:rsidP="00FC7C0C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30C93DFA" w14:textId="77777777" w:rsidR="00FC7C0C" w:rsidRPr="00FC7C0C" w:rsidRDefault="00FC7C0C" w:rsidP="00FC7C0C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335B6761" w14:textId="77777777" w:rsidR="00FC7C0C" w:rsidRPr="00FC7C0C" w:rsidRDefault="00FC7C0C" w:rsidP="00FC7C0C">
      <w:pPr>
        <w:tabs>
          <w:tab w:val="left" w:pos="4253"/>
        </w:tabs>
        <w:spacing w:after="60"/>
        <w:jc w:val="center"/>
        <w:rPr>
          <w:rFonts w:ascii="Trebuchet MS" w:hAnsi="Trebuchet MS" w:cs="Tahoma"/>
          <w:sz w:val="20"/>
          <w:szCs w:val="20"/>
        </w:rPr>
      </w:pPr>
      <w:r w:rsidRPr="00FC7C0C">
        <w:rPr>
          <w:rFonts w:ascii="Trebuchet MS" w:hAnsi="Trebuchet MS" w:cs="Tahoma"/>
          <w:sz w:val="20"/>
          <w:szCs w:val="20"/>
        </w:rPr>
        <w:tab/>
        <w:t>.......................................................................</w:t>
      </w:r>
    </w:p>
    <w:p w14:paraId="5499B99F" w14:textId="1A82955F" w:rsidR="00FC7C0C" w:rsidRPr="00FC7C0C" w:rsidRDefault="00FC7C0C" w:rsidP="00FC7C0C">
      <w:pPr>
        <w:ind w:left="4253"/>
        <w:jc w:val="center"/>
        <w:rPr>
          <w:rFonts w:ascii="Trebuchet MS" w:hAnsi="Trebuchet MS" w:cs="Tahoma"/>
          <w:sz w:val="16"/>
          <w:szCs w:val="20"/>
        </w:rPr>
      </w:pPr>
      <w:r w:rsidRPr="00FC7C0C">
        <w:rPr>
          <w:rFonts w:ascii="Trebuchet MS" w:hAnsi="Trebuchet MS" w:cs="Tahoma"/>
          <w:sz w:val="16"/>
          <w:szCs w:val="20"/>
        </w:rPr>
        <w:t>data i czytelny podpis lub podpis na pieczęci</w:t>
      </w:r>
      <w:r>
        <w:rPr>
          <w:rFonts w:ascii="Trebuchet MS" w:hAnsi="Trebuchet MS" w:cs="Tahoma"/>
          <w:sz w:val="16"/>
          <w:szCs w:val="20"/>
        </w:rPr>
        <w:t xml:space="preserve"> imiennej osoby upoważnionej do </w:t>
      </w:r>
      <w:r w:rsidRPr="00FC7C0C">
        <w:rPr>
          <w:rFonts w:ascii="Trebuchet MS" w:hAnsi="Trebuchet MS" w:cs="Tahoma"/>
          <w:sz w:val="16"/>
          <w:szCs w:val="20"/>
        </w:rPr>
        <w:t>składania oświadczeń w imieniu Wykonawcy</w:t>
      </w:r>
    </w:p>
    <w:p w14:paraId="78F9B669" w14:textId="77777777" w:rsidR="00FC7C0C" w:rsidRPr="00FC7C0C" w:rsidRDefault="00FC7C0C" w:rsidP="00FC7C0C">
      <w:pPr>
        <w:rPr>
          <w:rFonts w:ascii="Trebuchet MS" w:hAnsi="Trebuchet MS"/>
          <w:sz w:val="20"/>
          <w:szCs w:val="20"/>
        </w:rPr>
      </w:pPr>
      <w:bookmarkStart w:id="0" w:name="_GoBack"/>
      <w:bookmarkEnd w:id="0"/>
    </w:p>
    <w:sectPr w:rsidR="00FC7C0C" w:rsidRPr="00FC7C0C" w:rsidSect="00EA6C00">
      <w:headerReference w:type="first" r:id="rId8"/>
      <w:pgSz w:w="11907" w:h="16839" w:code="9"/>
      <w:pgMar w:top="1418" w:right="924" w:bottom="1418" w:left="992" w:header="567" w:footer="28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95EED" w14:textId="77777777" w:rsidR="00554862" w:rsidRDefault="00554862">
      <w:r>
        <w:separator/>
      </w:r>
    </w:p>
  </w:endnote>
  <w:endnote w:type="continuationSeparator" w:id="0">
    <w:p w14:paraId="4932E58D" w14:textId="77777777" w:rsidR="00554862" w:rsidRDefault="00554862">
      <w:r>
        <w:continuationSeparator/>
      </w:r>
    </w:p>
  </w:endnote>
  <w:endnote w:type="continuationNotice" w:id="1">
    <w:p w14:paraId="670C865D" w14:textId="77777777" w:rsidR="00554862" w:rsidRDefault="00554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AD742" w14:textId="77777777" w:rsidR="00554862" w:rsidRDefault="00554862">
      <w:r>
        <w:separator/>
      </w:r>
    </w:p>
  </w:footnote>
  <w:footnote w:type="continuationSeparator" w:id="0">
    <w:p w14:paraId="449FDEF6" w14:textId="77777777" w:rsidR="00554862" w:rsidRDefault="00554862">
      <w:r>
        <w:continuationSeparator/>
      </w:r>
    </w:p>
  </w:footnote>
  <w:footnote w:type="continuationNotice" w:id="1">
    <w:p w14:paraId="66779A69" w14:textId="77777777" w:rsidR="00554862" w:rsidRDefault="005548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6953F" w14:textId="2F72B20E" w:rsidR="00554862" w:rsidRPr="007C7951" w:rsidRDefault="00554862" w:rsidP="007C7951">
    <w:pPr>
      <w:pStyle w:val="Nagwek"/>
    </w:pPr>
    <w:r w:rsidRPr="00BD68BD">
      <w:rPr>
        <w:rFonts w:ascii="Trebuchet MS" w:hAnsi="Trebuchet MS" w:cs="Tahoma"/>
        <w:sz w:val="20"/>
        <w:szCs w:val="20"/>
      </w:rPr>
      <w:t>Numer referencyjny: MŚ-ZP-</w:t>
    </w:r>
    <w:r>
      <w:rPr>
        <w:rFonts w:ascii="Trebuchet MS" w:hAnsi="Trebuchet MS" w:cs="Tahoma"/>
        <w:sz w:val="20"/>
        <w:szCs w:val="20"/>
      </w:rPr>
      <w:t>WW</w:t>
    </w:r>
    <w:r w:rsidRPr="00BD68BD">
      <w:rPr>
        <w:rFonts w:ascii="Trebuchet MS" w:hAnsi="Trebuchet MS" w:cs="Tahoma"/>
        <w:sz w:val="20"/>
        <w:szCs w:val="20"/>
      </w:rPr>
      <w:t>-333-</w:t>
    </w:r>
    <w:r>
      <w:rPr>
        <w:rFonts w:ascii="Trebuchet MS" w:hAnsi="Trebuchet MS" w:cs="Tahoma"/>
        <w:sz w:val="20"/>
        <w:szCs w:val="20"/>
      </w:rPr>
      <w:t>13/18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EBA6550"/>
    <w:name w:val="WW8Num2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ascii="Trebuchet MS" w:hAnsi="Trebuchet MS" w:cs="Tahoma" w:hint="default"/>
        <w:b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2214"/>
        </w:tabs>
        <w:ind w:left="221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74"/>
        </w:tabs>
        <w:ind w:left="25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74"/>
        </w:tabs>
        <w:ind w:left="257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34"/>
        </w:tabs>
        <w:ind w:left="2934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4"/>
        </w:tabs>
        <w:ind w:left="329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4"/>
        </w:tabs>
        <w:ind w:left="32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54"/>
        </w:tabs>
        <w:ind w:left="3654" w:hanging="2160"/>
      </w:pPr>
      <w:rPr>
        <w:rFonts w:cs="Times New Roman" w:hint="default"/>
      </w:rPr>
    </w:lvl>
  </w:abstractNum>
  <w:abstractNum w:abstractNumId="1" w15:restartNumberingAfterBreak="0">
    <w:nsid w:val="00000003"/>
    <w:multiLevelType w:val="singleLevel"/>
    <w:tmpl w:val="EFAC1BC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2" w15:restartNumberingAfterBreak="0">
    <w:nsid w:val="00000004"/>
    <w:multiLevelType w:val="multilevel"/>
    <w:tmpl w:val="9C0C2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 w:cs="Tahoma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3)"/>
      <w:lvlJc w:val="left"/>
      <w:pPr>
        <w:tabs>
          <w:tab w:val="num" w:pos="2052"/>
        </w:tabs>
        <w:ind w:left="2052" w:hanging="72"/>
      </w:pPr>
      <w:rPr>
        <w:rFonts w:cs="Times New Roman" w:hint="default"/>
        <w:b/>
        <w:color w:val="auto"/>
        <w:sz w:val="20"/>
        <w:szCs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67EAE9C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rebuchet MS" w:eastAsia="Times New Roman" w:hAnsi="Trebuchet MS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7"/>
    <w:multiLevelType w:val="singleLevel"/>
    <w:tmpl w:val="51E8B8E6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sz w:val="20"/>
        <w:szCs w:val="22"/>
      </w:rPr>
    </w:lvl>
  </w:abstractNum>
  <w:abstractNum w:abstractNumId="5" w15:restartNumberingAfterBreak="0">
    <w:nsid w:val="00000008"/>
    <w:multiLevelType w:val="multilevel"/>
    <w:tmpl w:val="BB30B698"/>
    <w:name w:val="WW8Num8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720"/>
        </w:tabs>
        <w:ind w:left="720" w:hanging="360"/>
      </w:pPr>
      <w:rPr>
        <w:rFonts w:ascii="Trebuchet MS" w:hAnsi="Trebuchet MS" w:cs="Tahoma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 w15:restartNumberingAfterBreak="0">
    <w:nsid w:val="00000009"/>
    <w:multiLevelType w:val="singleLevel"/>
    <w:tmpl w:val="384873DC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sz w:val="20"/>
        <w:szCs w:val="20"/>
      </w:rPr>
    </w:lvl>
  </w:abstractNum>
  <w:abstractNum w:abstractNumId="7" w15:restartNumberingAfterBreak="0">
    <w:nsid w:val="0000000B"/>
    <w:multiLevelType w:val="singleLevel"/>
    <w:tmpl w:val="953A42E4"/>
    <w:name w:val="WW8Num11"/>
    <w:lvl w:ilvl="0">
      <w:start w:val="1"/>
      <w:numFmt w:val="decimal"/>
      <w:lvlText w:val="1.%1."/>
      <w:lvlJc w:val="left"/>
      <w:pPr>
        <w:tabs>
          <w:tab w:val="num" w:pos="922"/>
        </w:tabs>
        <w:ind w:left="922" w:hanging="562"/>
      </w:pPr>
      <w:rPr>
        <w:rFonts w:ascii="Trebuchet MS" w:hAnsi="Trebuchet MS" w:cs="Tahoma" w:hint="default"/>
        <w:b w:val="0"/>
        <w:sz w:val="20"/>
        <w:szCs w:val="22"/>
      </w:rPr>
    </w:lvl>
  </w:abstractNum>
  <w:abstractNum w:abstractNumId="8" w15:restartNumberingAfterBreak="0">
    <w:nsid w:val="0000000E"/>
    <w:multiLevelType w:val="singleLevel"/>
    <w:tmpl w:val="FA46D84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i w:val="0"/>
        <w:sz w:val="22"/>
        <w:szCs w:val="20"/>
      </w:rPr>
    </w:lvl>
  </w:abstractNum>
  <w:abstractNum w:abstractNumId="9" w15:restartNumberingAfterBreak="0">
    <w:nsid w:val="0000000F"/>
    <w:multiLevelType w:val="multilevel"/>
    <w:tmpl w:val="6E64910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rebuchet MS" w:hAnsi="Trebuchet MS" w:cs="Trebuchet MS"/>
        <w:b w:val="0"/>
        <w:bCs w:val="0"/>
        <w:sz w:val="20"/>
        <w:szCs w:val="20"/>
      </w:rPr>
    </w:lvl>
  </w:abstractNum>
  <w:abstractNum w:abstractNumId="10" w15:restartNumberingAfterBreak="0">
    <w:nsid w:val="00000011"/>
    <w:multiLevelType w:val="singleLevel"/>
    <w:tmpl w:val="C15EBAE6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iCs/>
        <w:sz w:val="20"/>
        <w:szCs w:val="20"/>
      </w:rPr>
    </w:lvl>
  </w:abstractNum>
  <w:abstractNum w:abstractNumId="11" w15:restartNumberingAfterBreak="0">
    <w:nsid w:val="00000013"/>
    <w:multiLevelType w:val="multilevel"/>
    <w:tmpl w:val="ACA0EEB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2" w15:restartNumberingAfterBreak="0">
    <w:nsid w:val="00000014"/>
    <w:multiLevelType w:val="singleLevel"/>
    <w:tmpl w:val="42C6380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3" w15:restartNumberingAfterBreak="0">
    <w:nsid w:val="01302B03"/>
    <w:multiLevelType w:val="hybridMultilevel"/>
    <w:tmpl w:val="B026591A"/>
    <w:lvl w:ilvl="0" w:tplc="AE3E1B8A">
      <w:start w:val="1"/>
      <w:numFmt w:val="decimal"/>
      <w:lvlText w:val="%1)"/>
      <w:lvlJc w:val="left"/>
      <w:pPr>
        <w:ind w:left="717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5712C4A0">
      <w:start w:val="1"/>
      <w:numFmt w:val="decimal"/>
      <w:lvlText w:val="%5)"/>
      <w:lvlJc w:val="left"/>
      <w:pPr>
        <w:ind w:left="395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01DA4398"/>
    <w:multiLevelType w:val="hybridMultilevel"/>
    <w:tmpl w:val="E1B8DDBE"/>
    <w:lvl w:ilvl="0" w:tplc="E8F0C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954D73"/>
    <w:multiLevelType w:val="hybridMultilevel"/>
    <w:tmpl w:val="0BC4A760"/>
    <w:lvl w:ilvl="0" w:tplc="3352615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16FAA6">
      <w:start w:val="1"/>
      <w:numFmt w:val="decimal"/>
      <w:lvlText w:val="%2."/>
      <w:lvlJc w:val="left"/>
      <w:pPr>
        <w:tabs>
          <w:tab w:val="num" w:pos="180"/>
        </w:tabs>
        <w:ind w:left="540" w:hanging="360"/>
      </w:pPr>
      <w:rPr>
        <w:rFonts w:hint="default"/>
        <w:b w:val="0"/>
      </w:rPr>
    </w:lvl>
    <w:lvl w:ilvl="2" w:tplc="95D471CE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030048E4"/>
    <w:multiLevelType w:val="multilevel"/>
    <w:tmpl w:val="47829B0C"/>
    <w:lvl w:ilvl="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17" w15:restartNumberingAfterBreak="0">
    <w:nsid w:val="032E190D"/>
    <w:multiLevelType w:val="hybridMultilevel"/>
    <w:tmpl w:val="8506A6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3C84E29"/>
    <w:multiLevelType w:val="hybridMultilevel"/>
    <w:tmpl w:val="3E4AFB7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3F62B45"/>
    <w:multiLevelType w:val="hybridMultilevel"/>
    <w:tmpl w:val="FC8E70A2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44509D7"/>
    <w:multiLevelType w:val="hybridMultilevel"/>
    <w:tmpl w:val="465A6B32"/>
    <w:lvl w:ilvl="0" w:tplc="E7AAE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B285534" w:tentative="1">
      <w:start w:val="1"/>
      <w:numFmt w:val="lowerLetter"/>
      <w:lvlText w:val="%2."/>
      <w:lvlJc w:val="left"/>
      <w:pPr>
        <w:ind w:left="1440" w:hanging="360"/>
      </w:pPr>
    </w:lvl>
    <w:lvl w:ilvl="2" w:tplc="1AEC557C" w:tentative="1">
      <w:start w:val="1"/>
      <w:numFmt w:val="lowerRoman"/>
      <w:lvlText w:val="%3."/>
      <w:lvlJc w:val="right"/>
      <w:pPr>
        <w:ind w:left="2160" w:hanging="180"/>
      </w:pPr>
    </w:lvl>
    <w:lvl w:ilvl="3" w:tplc="DB9207DC" w:tentative="1">
      <w:start w:val="1"/>
      <w:numFmt w:val="decimal"/>
      <w:lvlText w:val="%4."/>
      <w:lvlJc w:val="left"/>
      <w:pPr>
        <w:ind w:left="2880" w:hanging="360"/>
      </w:pPr>
    </w:lvl>
    <w:lvl w:ilvl="4" w:tplc="DF3A3738" w:tentative="1">
      <w:start w:val="1"/>
      <w:numFmt w:val="lowerLetter"/>
      <w:lvlText w:val="%5."/>
      <w:lvlJc w:val="left"/>
      <w:pPr>
        <w:ind w:left="3600" w:hanging="360"/>
      </w:pPr>
    </w:lvl>
    <w:lvl w:ilvl="5" w:tplc="A9943D72" w:tentative="1">
      <w:start w:val="1"/>
      <w:numFmt w:val="lowerRoman"/>
      <w:lvlText w:val="%6."/>
      <w:lvlJc w:val="right"/>
      <w:pPr>
        <w:ind w:left="4320" w:hanging="180"/>
      </w:pPr>
    </w:lvl>
    <w:lvl w:ilvl="6" w:tplc="C8EED818" w:tentative="1">
      <w:start w:val="1"/>
      <w:numFmt w:val="decimal"/>
      <w:lvlText w:val="%7."/>
      <w:lvlJc w:val="left"/>
      <w:pPr>
        <w:ind w:left="5040" w:hanging="360"/>
      </w:pPr>
    </w:lvl>
    <w:lvl w:ilvl="7" w:tplc="A2703C18" w:tentative="1">
      <w:start w:val="1"/>
      <w:numFmt w:val="lowerLetter"/>
      <w:lvlText w:val="%8."/>
      <w:lvlJc w:val="left"/>
      <w:pPr>
        <w:ind w:left="5760" w:hanging="360"/>
      </w:pPr>
    </w:lvl>
    <w:lvl w:ilvl="8" w:tplc="F1AAB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6C53E6"/>
    <w:multiLevelType w:val="multilevel"/>
    <w:tmpl w:val="D50227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56071A5"/>
    <w:multiLevelType w:val="hybridMultilevel"/>
    <w:tmpl w:val="75CC98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05E54B04"/>
    <w:multiLevelType w:val="hybridMultilevel"/>
    <w:tmpl w:val="765E5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70911FE"/>
    <w:multiLevelType w:val="hybridMultilevel"/>
    <w:tmpl w:val="C540E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2A0F2D"/>
    <w:multiLevelType w:val="multilevel"/>
    <w:tmpl w:val="74F449DE"/>
    <w:lvl w:ilvl="0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928" w:hanging="720"/>
      </w:pPr>
      <w:rPr>
        <w:rFonts w:ascii="Trebuchet MS" w:eastAsia="Cambria Math" w:hAnsi="Trebuchet MS" w:cs="Times New Roman"/>
        <w:lang w:val="pl-PL"/>
      </w:rPr>
    </w:lvl>
    <w:lvl w:ilvl="2">
      <w:start w:val="1"/>
      <w:numFmt w:val="decimal"/>
      <w:isLgl/>
      <w:lvlText w:val="%1.%2.%3."/>
      <w:lvlJc w:val="left"/>
      <w:pPr>
        <w:ind w:left="19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8" w:hanging="2160"/>
      </w:pPr>
      <w:rPr>
        <w:rFonts w:hint="default"/>
      </w:rPr>
    </w:lvl>
  </w:abstractNum>
  <w:abstractNum w:abstractNumId="26" w15:restartNumberingAfterBreak="0">
    <w:nsid w:val="092620AF"/>
    <w:multiLevelType w:val="hybridMultilevel"/>
    <w:tmpl w:val="1370054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09343908"/>
    <w:multiLevelType w:val="hybridMultilevel"/>
    <w:tmpl w:val="365A92A0"/>
    <w:lvl w:ilvl="0" w:tplc="0415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0A4C3525"/>
    <w:multiLevelType w:val="hybridMultilevel"/>
    <w:tmpl w:val="F0940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160781"/>
    <w:multiLevelType w:val="hybridMultilevel"/>
    <w:tmpl w:val="265ACF12"/>
    <w:lvl w:ilvl="0" w:tplc="B3009044">
      <w:start w:val="1"/>
      <w:numFmt w:val="decimal"/>
      <w:lvlText w:val="%1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1" w:hanging="360"/>
      </w:pPr>
    </w:lvl>
    <w:lvl w:ilvl="2" w:tplc="0415001B" w:tentative="1">
      <w:start w:val="1"/>
      <w:numFmt w:val="lowerRoman"/>
      <w:lvlText w:val="%3."/>
      <w:lvlJc w:val="right"/>
      <w:pPr>
        <w:ind w:left="1391" w:hanging="180"/>
      </w:pPr>
    </w:lvl>
    <w:lvl w:ilvl="3" w:tplc="0415000F" w:tentative="1">
      <w:start w:val="1"/>
      <w:numFmt w:val="decimal"/>
      <w:lvlText w:val="%4."/>
      <w:lvlJc w:val="left"/>
      <w:pPr>
        <w:ind w:left="2111" w:hanging="360"/>
      </w:pPr>
    </w:lvl>
    <w:lvl w:ilvl="4" w:tplc="04150019" w:tentative="1">
      <w:start w:val="1"/>
      <w:numFmt w:val="lowerLetter"/>
      <w:lvlText w:val="%5."/>
      <w:lvlJc w:val="left"/>
      <w:pPr>
        <w:ind w:left="2831" w:hanging="360"/>
      </w:pPr>
    </w:lvl>
    <w:lvl w:ilvl="5" w:tplc="0415001B" w:tentative="1">
      <w:start w:val="1"/>
      <w:numFmt w:val="lowerRoman"/>
      <w:lvlText w:val="%6."/>
      <w:lvlJc w:val="right"/>
      <w:pPr>
        <w:ind w:left="3551" w:hanging="180"/>
      </w:pPr>
    </w:lvl>
    <w:lvl w:ilvl="6" w:tplc="0415000F" w:tentative="1">
      <w:start w:val="1"/>
      <w:numFmt w:val="decimal"/>
      <w:lvlText w:val="%7."/>
      <w:lvlJc w:val="left"/>
      <w:pPr>
        <w:ind w:left="4271" w:hanging="360"/>
      </w:pPr>
    </w:lvl>
    <w:lvl w:ilvl="7" w:tplc="04150019" w:tentative="1">
      <w:start w:val="1"/>
      <w:numFmt w:val="lowerLetter"/>
      <w:lvlText w:val="%8."/>
      <w:lvlJc w:val="left"/>
      <w:pPr>
        <w:ind w:left="4991" w:hanging="360"/>
      </w:pPr>
    </w:lvl>
    <w:lvl w:ilvl="8" w:tplc="0415001B" w:tentative="1">
      <w:start w:val="1"/>
      <w:numFmt w:val="lowerRoman"/>
      <w:lvlText w:val="%9."/>
      <w:lvlJc w:val="right"/>
      <w:pPr>
        <w:ind w:left="5711" w:hanging="180"/>
      </w:pPr>
    </w:lvl>
  </w:abstractNum>
  <w:abstractNum w:abstractNumId="30" w15:restartNumberingAfterBreak="0">
    <w:nsid w:val="0C4A32CF"/>
    <w:multiLevelType w:val="multilevel"/>
    <w:tmpl w:val="674E8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" w15:restartNumberingAfterBreak="0">
    <w:nsid w:val="0D5525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0E737E47"/>
    <w:multiLevelType w:val="multilevel"/>
    <w:tmpl w:val="010A3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24781C"/>
    <w:multiLevelType w:val="multilevel"/>
    <w:tmpl w:val="93549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105C46A3"/>
    <w:multiLevelType w:val="hybridMultilevel"/>
    <w:tmpl w:val="307677FC"/>
    <w:lvl w:ilvl="0" w:tplc="882C6730">
      <w:start w:val="2"/>
      <w:numFmt w:val="lowerLetter"/>
      <w:lvlText w:val="%1."/>
      <w:lvlJc w:val="left"/>
      <w:pPr>
        <w:ind w:left="4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0B06753"/>
    <w:multiLevelType w:val="multilevel"/>
    <w:tmpl w:val="E62820B6"/>
    <w:lvl w:ilvl="0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</w:rPr>
    </w:lvl>
    <w:lvl w:ilvl="2">
      <w:start w:val="1"/>
      <w:numFmt w:val="bullet"/>
      <w:lvlText w:val=""/>
      <w:lvlJc w:val="left"/>
      <w:pPr>
        <w:ind w:left="1290" w:hanging="504"/>
      </w:pPr>
      <w:rPr>
        <w:rFonts w:ascii="Symbol" w:hAnsi="Symbol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94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bullet"/>
      <w:lvlText w:val=""/>
      <w:lvlJc w:val="left"/>
      <w:pPr>
        <w:ind w:left="2298" w:hanging="792"/>
      </w:pPr>
      <w:rPr>
        <w:rFonts w:ascii="Symbol" w:hAnsi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ind w:left="280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306" w:hanging="1080"/>
      </w:pPr>
    </w:lvl>
    <w:lvl w:ilvl="7">
      <w:start w:val="1"/>
      <w:numFmt w:val="decimal"/>
      <w:lvlText w:val="%1.%2.%3.%4.%5.%6.%7.%8."/>
      <w:lvlJc w:val="left"/>
      <w:pPr>
        <w:ind w:left="3810" w:hanging="1224"/>
      </w:pPr>
    </w:lvl>
    <w:lvl w:ilvl="8">
      <w:start w:val="1"/>
      <w:numFmt w:val="decimal"/>
      <w:lvlText w:val="%1.%2.%3.%4.%5.%6.%7.%8.%9."/>
      <w:lvlJc w:val="left"/>
      <w:pPr>
        <w:ind w:left="4386" w:hanging="1440"/>
      </w:pPr>
    </w:lvl>
  </w:abstractNum>
  <w:abstractNum w:abstractNumId="36" w15:restartNumberingAfterBreak="0">
    <w:nsid w:val="10B769B6"/>
    <w:multiLevelType w:val="hybridMultilevel"/>
    <w:tmpl w:val="5B02ECCC"/>
    <w:lvl w:ilvl="0" w:tplc="CF881432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0DD25B9"/>
    <w:multiLevelType w:val="multilevel"/>
    <w:tmpl w:val="F814A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10EF4B60"/>
    <w:multiLevelType w:val="hybridMultilevel"/>
    <w:tmpl w:val="E52C77D8"/>
    <w:lvl w:ilvl="0" w:tplc="790C47B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1ED6324"/>
    <w:multiLevelType w:val="hybridMultilevel"/>
    <w:tmpl w:val="4D0A1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25506DB"/>
    <w:multiLevelType w:val="hybridMultilevel"/>
    <w:tmpl w:val="5B625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2CE1339"/>
    <w:multiLevelType w:val="hybridMultilevel"/>
    <w:tmpl w:val="3E4AFB7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3763F51"/>
    <w:multiLevelType w:val="multilevel"/>
    <w:tmpl w:val="17686888"/>
    <w:lvl w:ilvl="0">
      <w:start w:val="5"/>
      <w:numFmt w:val="decimal"/>
      <w:lvlText w:val="%1."/>
      <w:lvlJc w:val="left"/>
      <w:pPr>
        <w:tabs>
          <w:tab w:val="num" w:pos="2163"/>
        </w:tabs>
        <w:ind w:left="2163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3" w15:restartNumberingAfterBreak="0">
    <w:nsid w:val="14386B18"/>
    <w:multiLevelType w:val="multilevel"/>
    <w:tmpl w:val="93A0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149D7456"/>
    <w:multiLevelType w:val="hybridMultilevel"/>
    <w:tmpl w:val="C4022E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4DB585B"/>
    <w:multiLevelType w:val="hybridMultilevel"/>
    <w:tmpl w:val="A1CC8AA6"/>
    <w:lvl w:ilvl="0" w:tplc="0C382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5602EA6"/>
    <w:multiLevelType w:val="hybridMultilevel"/>
    <w:tmpl w:val="C56E909E"/>
    <w:lvl w:ilvl="0" w:tplc="9294C9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7" w15:restartNumberingAfterBreak="0">
    <w:nsid w:val="158F3442"/>
    <w:multiLevelType w:val="hybridMultilevel"/>
    <w:tmpl w:val="854C3EF0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159C3F8A"/>
    <w:multiLevelType w:val="multilevel"/>
    <w:tmpl w:val="45B80BB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 w15:restartNumberingAfterBreak="0">
    <w:nsid w:val="17F420EF"/>
    <w:multiLevelType w:val="multilevel"/>
    <w:tmpl w:val="0415001F"/>
    <w:numStyleLink w:val="Styl2"/>
  </w:abstractNum>
  <w:abstractNum w:abstractNumId="50" w15:restartNumberingAfterBreak="0">
    <w:nsid w:val="1820345C"/>
    <w:multiLevelType w:val="hybridMultilevel"/>
    <w:tmpl w:val="9F3AF5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8330C07"/>
    <w:multiLevelType w:val="hybridMultilevel"/>
    <w:tmpl w:val="E7961F88"/>
    <w:lvl w:ilvl="0" w:tplc="A852FB0E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92C6023"/>
    <w:multiLevelType w:val="hybridMultilevel"/>
    <w:tmpl w:val="B5040386"/>
    <w:lvl w:ilvl="0" w:tplc="2BF6DD0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760" w:hanging="360"/>
      </w:pPr>
    </w:lvl>
    <w:lvl w:ilvl="2" w:tplc="0415001B" w:tentative="1">
      <w:start w:val="1"/>
      <w:numFmt w:val="lowerRoman"/>
      <w:lvlText w:val="%3."/>
      <w:lvlJc w:val="right"/>
      <w:pPr>
        <w:ind w:left="-40" w:hanging="180"/>
      </w:pPr>
    </w:lvl>
    <w:lvl w:ilvl="3" w:tplc="0415000F" w:tentative="1">
      <w:start w:val="1"/>
      <w:numFmt w:val="decimal"/>
      <w:lvlText w:val="%4."/>
      <w:lvlJc w:val="left"/>
      <w:pPr>
        <w:ind w:left="680" w:hanging="360"/>
      </w:pPr>
    </w:lvl>
    <w:lvl w:ilvl="4" w:tplc="04150019" w:tentative="1">
      <w:start w:val="1"/>
      <w:numFmt w:val="lowerLetter"/>
      <w:lvlText w:val="%5."/>
      <w:lvlJc w:val="left"/>
      <w:pPr>
        <w:ind w:left="1400" w:hanging="360"/>
      </w:pPr>
    </w:lvl>
    <w:lvl w:ilvl="5" w:tplc="0415001B" w:tentative="1">
      <w:start w:val="1"/>
      <w:numFmt w:val="lowerRoman"/>
      <w:lvlText w:val="%6."/>
      <w:lvlJc w:val="right"/>
      <w:pPr>
        <w:ind w:left="2120" w:hanging="180"/>
      </w:pPr>
    </w:lvl>
    <w:lvl w:ilvl="6" w:tplc="0415000F" w:tentative="1">
      <w:start w:val="1"/>
      <w:numFmt w:val="decimal"/>
      <w:lvlText w:val="%7."/>
      <w:lvlJc w:val="left"/>
      <w:pPr>
        <w:ind w:left="2840" w:hanging="360"/>
      </w:pPr>
    </w:lvl>
    <w:lvl w:ilvl="7" w:tplc="04150019" w:tentative="1">
      <w:start w:val="1"/>
      <w:numFmt w:val="lowerLetter"/>
      <w:lvlText w:val="%8."/>
      <w:lvlJc w:val="left"/>
      <w:pPr>
        <w:ind w:left="3560" w:hanging="360"/>
      </w:pPr>
    </w:lvl>
    <w:lvl w:ilvl="8" w:tplc="0415001B" w:tentative="1">
      <w:start w:val="1"/>
      <w:numFmt w:val="lowerRoman"/>
      <w:lvlText w:val="%9."/>
      <w:lvlJc w:val="right"/>
      <w:pPr>
        <w:ind w:left="4280" w:hanging="180"/>
      </w:pPr>
    </w:lvl>
  </w:abstractNum>
  <w:abstractNum w:abstractNumId="53" w15:restartNumberingAfterBreak="0">
    <w:nsid w:val="196C0C34"/>
    <w:multiLevelType w:val="hybridMultilevel"/>
    <w:tmpl w:val="B024F65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1A236C54"/>
    <w:multiLevelType w:val="hybridMultilevel"/>
    <w:tmpl w:val="17CEBF0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1AFB4F9F"/>
    <w:multiLevelType w:val="hybridMultilevel"/>
    <w:tmpl w:val="A056880E"/>
    <w:lvl w:ilvl="0" w:tplc="5EC29FE2">
      <w:start w:val="1"/>
      <w:numFmt w:val="decimal"/>
      <w:lvlText w:val="%1)"/>
      <w:lvlJc w:val="left"/>
      <w:pPr>
        <w:ind w:left="717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5712C4A0">
      <w:start w:val="1"/>
      <w:numFmt w:val="decimal"/>
      <w:lvlText w:val="%5)"/>
      <w:lvlJc w:val="left"/>
      <w:pPr>
        <w:ind w:left="395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6" w15:restartNumberingAfterBreak="0">
    <w:nsid w:val="1B362C23"/>
    <w:multiLevelType w:val="hybridMultilevel"/>
    <w:tmpl w:val="E220AAB0"/>
    <w:lvl w:ilvl="0" w:tplc="536CF1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57" w15:restartNumberingAfterBreak="0">
    <w:nsid w:val="1C690D8C"/>
    <w:multiLevelType w:val="multilevel"/>
    <w:tmpl w:val="9378D7F4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58" w15:restartNumberingAfterBreak="0">
    <w:nsid w:val="1C9B195C"/>
    <w:multiLevelType w:val="multilevel"/>
    <w:tmpl w:val="0A7A3754"/>
    <w:styleLink w:val="Styl5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6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1D260065"/>
    <w:multiLevelType w:val="multilevel"/>
    <w:tmpl w:val="845A1218"/>
    <w:lvl w:ilvl="0">
      <w:start w:val="1"/>
      <w:numFmt w:val="decimal"/>
      <w:lvlText w:val="2.%1."/>
      <w:lvlJc w:val="left"/>
      <w:pPr>
        <w:ind w:left="11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60" w15:restartNumberingAfterBreak="0">
    <w:nsid w:val="1D921DB0"/>
    <w:multiLevelType w:val="multilevel"/>
    <w:tmpl w:val="D0CC9A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1DEB6C84"/>
    <w:multiLevelType w:val="hybridMultilevel"/>
    <w:tmpl w:val="B696075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2" w15:restartNumberingAfterBreak="0">
    <w:nsid w:val="1DFF6E7D"/>
    <w:multiLevelType w:val="hybridMultilevel"/>
    <w:tmpl w:val="ACB42726"/>
    <w:lvl w:ilvl="0" w:tplc="04150011">
      <w:start w:val="1"/>
      <w:numFmt w:val="decimal"/>
      <w:lvlText w:val="%1)"/>
      <w:lvlJc w:val="left"/>
      <w:pPr>
        <w:tabs>
          <w:tab w:val="num" w:pos="1222"/>
        </w:tabs>
        <w:ind w:left="1222" w:hanging="360"/>
      </w:pPr>
      <w:rPr>
        <w:rFonts w:hint="default"/>
        <w:b w:val="0"/>
        <w:color w:val="auto"/>
      </w:rPr>
    </w:lvl>
    <w:lvl w:ilvl="1" w:tplc="DD40791E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 w:val="0"/>
        <w:color w:val="auto"/>
      </w:rPr>
    </w:lvl>
    <w:lvl w:ilvl="2" w:tplc="AC8E6358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hint="default"/>
        <w:b w:val="0"/>
        <w:color w:val="auto"/>
      </w:rPr>
    </w:lvl>
    <w:lvl w:ilvl="3" w:tplc="53E4B18A">
      <w:start w:val="1"/>
      <w:numFmt w:val="decimal"/>
      <w:lvlText w:val="%4."/>
      <w:lvlJc w:val="left"/>
      <w:pPr>
        <w:tabs>
          <w:tab w:val="num" w:pos="2160"/>
        </w:tabs>
        <w:ind w:left="2880" w:hanging="360"/>
      </w:pPr>
      <w:rPr>
        <w:rFonts w:hint="default"/>
        <w:b w:val="0"/>
        <w:color w:val="auto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1ED505A3"/>
    <w:multiLevelType w:val="multilevel"/>
    <w:tmpl w:val="0415001F"/>
    <w:numStyleLink w:val="Styl4"/>
  </w:abstractNum>
  <w:abstractNum w:abstractNumId="64" w15:restartNumberingAfterBreak="0">
    <w:nsid w:val="1FA41CC8"/>
    <w:multiLevelType w:val="multilevel"/>
    <w:tmpl w:val="D306392C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5" w15:restartNumberingAfterBreak="0">
    <w:nsid w:val="1FA778A8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6" w15:restartNumberingAfterBreak="0">
    <w:nsid w:val="21BB4378"/>
    <w:multiLevelType w:val="hybridMultilevel"/>
    <w:tmpl w:val="BA5272A8"/>
    <w:lvl w:ilvl="0" w:tplc="E8F0C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23C8630B"/>
    <w:multiLevelType w:val="multilevel"/>
    <w:tmpl w:val="18C49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rebuchet MS" w:hAnsi="Trebuchet MS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lowerRoman"/>
      <w:lvlText w:val="%5."/>
      <w:lvlJc w:val="right"/>
      <w:pPr>
        <w:ind w:left="2232" w:hanging="792"/>
      </w:pPr>
      <w:rPr>
        <w:rFonts w:ascii="Trebuchet MS" w:hAnsi="Trebuchet MS" w:hint="default"/>
        <w:sz w:val="20"/>
        <w:szCs w:val="20"/>
      </w:rPr>
    </w:lvl>
    <w:lvl w:ilvl="5">
      <w:start w:val="1"/>
      <w:numFmt w:val="lowerRoman"/>
      <w:lvlText w:val="%6."/>
      <w:lvlJc w:val="righ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24AA3837"/>
    <w:multiLevelType w:val="hybridMultilevel"/>
    <w:tmpl w:val="C61E0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50860E6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0" w15:restartNumberingAfterBreak="0">
    <w:nsid w:val="2533497E"/>
    <w:multiLevelType w:val="hybridMultilevel"/>
    <w:tmpl w:val="66CE5B42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1" w15:restartNumberingAfterBreak="0">
    <w:nsid w:val="25EA298B"/>
    <w:multiLevelType w:val="hybridMultilevel"/>
    <w:tmpl w:val="E26603F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66948F6"/>
    <w:multiLevelType w:val="multilevel"/>
    <w:tmpl w:val="0415001F"/>
    <w:styleLink w:val="Styl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26890BC3"/>
    <w:multiLevelType w:val="hybridMultilevel"/>
    <w:tmpl w:val="D5907FAA"/>
    <w:lvl w:ilvl="0" w:tplc="D17AAC4C">
      <w:start w:val="1"/>
      <w:numFmt w:val="decimal"/>
      <w:lvlText w:val="%1."/>
      <w:lvlJc w:val="left"/>
      <w:pPr>
        <w:ind w:left="462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69276EE"/>
    <w:multiLevelType w:val="multilevel"/>
    <w:tmpl w:val="078E0A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rebuchet MS" w:hAnsi="Trebuchet MS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ascii="Trebuchet MS" w:hAnsi="Trebuchet MS" w:hint="default"/>
        <w:sz w:val="20"/>
        <w:szCs w:val="20"/>
      </w:rPr>
    </w:lvl>
    <w:lvl w:ilvl="5">
      <w:start w:val="1"/>
      <w:numFmt w:val="lowerLetter"/>
      <w:lvlText w:val="%6."/>
      <w:lvlJc w:val="left"/>
      <w:pPr>
        <w:ind w:left="2736" w:hanging="936"/>
      </w:pPr>
      <w:rPr>
        <w:rFonts w:ascii="Trebuchet MS" w:hAnsi="Trebuchet MS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26BD616C"/>
    <w:multiLevelType w:val="multilevel"/>
    <w:tmpl w:val="39362EE4"/>
    <w:lvl w:ilvl="0">
      <w:start w:val="1"/>
      <w:numFmt w:val="upperRoman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76" w15:restartNumberingAfterBreak="0">
    <w:nsid w:val="26ED1C17"/>
    <w:multiLevelType w:val="hybridMultilevel"/>
    <w:tmpl w:val="9C223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5028D"/>
    <w:multiLevelType w:val="hybridMultilevel"/>
    <w:tmpl w:val="35CAF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8021A93"/>
    <w:multiLevelType w:val="hybridMultilevel"/>
    <w:tmpl w:val="92C4E42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sz w:val="20"/>
        <w:szCs w:val="20"/>
      </w:rPr>
    </w:lvl>
    <w:lvl w:ilvl="1" w:tplc="5E4A9924">
      <w:start w:val="1"/>
      <w:numFmt w:val="decimal"/>
      <w:lvlText w:val="%2)"/>
      <w:lvlJc w:val="left"/>
      <w:pPr>
        <w:ind w:left="1931" w:hanging="360"/>
      </w:pPr>
      <w:rPr>
        <w:rFonts w:ascii="Trebuchet MS" w:hAnsi="Trebuchet MS" w:hint="default"/>
        <w:sz w:val="20"/>
        <w:szCs w:val="20"/>
      </w:rPr>
    </w:lvl>
    <w:lvl w:ilvl="2" w:tplc="04150001">
      <w:start w:val="1"/>
      <w:numFmt w:val="bullet"/>
      <w:lvlText w:val=""/>
      <w:lvlJc w:val="left"/>
      <w:pPr>
        <w:ind w:left="2651" w:hanging="180"/>
      </w:pPr>
      <w:rPr>
        <w:rFonts w:ascii="Symbol" w:hAnsi="Symbol" w:hint="default"/>
      </w:rPr>
    </w:lvl>
    <w:lvl w:ilvl="3" w:tplc="F03CE51A">
      <w:start w:val="1"/>
      <w:numFmt w:val="lowerLetter"/>
      <w:lvlText w:val="%4."/>
      <w:lvlJc w:val="left"/>
      <w:pPr>
        <w:ind w:left="3371" w:hanging="360"/>
      </w:pPr>
      <w:rPr>
        <w:rFonts w:ascii="Trebuchet MS" w:eastAsia="Times New Roman" w:hAnsi="Trebuchet MS" w:cs="Times New Roman" w:hint="default"/>
        <w:sz w:val="20"/>
        <w:szCs w:val="20"/>
      </w:rPr>
    </w:lvl>
    <w:lvl w:ilvl="4" w:tplc="0415001B">
      <w:start w:val="1"/>
      <w:numFmt w:val="lowerRoman"/>
      <w:lvlText w:val="%5."/>
      <w:lvlJc w:val="right"/>
      <w:pPr>
        <w:ind w:left="4091" w:hanging="360"/>
      </w:pPr>
    </w:lvl>
    <w:lvl w:ilvl="5" w:tplc="04150001">
      <w:start w:val="1"/>
      <w:numFmt w:val="bullet"/>
      <w:lvlText w:val=""/>
      <w:lvlJc w:val="left"/>
      <w:pPr>
        <w:ind w:left="4811" w:hanging="180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9" w15:restartNumberingAfterBreak="0">
    <w:nsid w:val="28601746"/>
    <w:multiLevelType w:val="hybridMultilevel"/>
    <w:tmpl w:val="15805006"/>
    <w:lvl w:ilvl="0" w:tplc="8538512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0" w15:restartNumberingAfterBreak="0">
    <w:nsid w:val="29236520"/>
    <w:multiLevelType w:val="hybridMultilevel"/>
    <w:tmpl w:val="B2D058E0"/>
    <w:lvl w:ilvl="0" w:tplc="6C74239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424066"/>
    <w:multiLevelType w:val="hybridMultilevel"/>
    <w:tmpl w:val="861421C2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2BFB69E6"/>
    <w:multiLevelType w:val="hybridMultilevel"/>
    <w:tmpl w:val="87CAE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CE92A98"/>
    <w:multiLevelType w:val="multilevel"/>
    <w:tmpl w:val="5BAC3C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2D066BA1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2DD21B17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6" w15:restartNumberingAfterBreak="0">
    <w:nsid w:val="2EBF037B"/>
    <w:multiLevelType w:val="hybridMultilevel"/>
    <w:tmpl w:val="8BC0B1A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2F00408D"/>
    <w:multiLevelType w:val="hybridMultilevel"/>
    <w:tmpl w:val="2BD85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099076A"/>
    <w:multiLevelType w:val="multilevel"/>
    <w:tmpl w:val="6234C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9" w15:restartNumberingAfterBreak="0">
    <w:nsid w:val="31C04003"/>
    <w:multiLevelType w:val="hybridMultilevel"/>
    <w:tmpl w:val="EDA0D4A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0" w15:restartNumberingAfterBreak="0">
    <w:nsid w:val="31F072D7"/>
    <w:multiLevelType w:val="multilevel"/>
    <w:tmpl w:val="BCA20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2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1" w15:restartNumberingAfterBreak="0">
    <w:nsid w:val="34D75352"/>
    <w:multiLevelType w:val="hybridMultilevel"/>
    <w:tmpl w:val="6150B59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53B4F42"/>
    <w:multiLevelType w:val="hybridMultilevel"/>
    <w:tmpl w:val="D4E051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3" w15:restartNumberingAfterBreak="0">
    <w:nsid w:val="38F24B9A"/>
    <w:multiLevelType w:val="multilevel"/>
    <w:tmpl w:val="37E81126"/>
    <w:styleLink w:val="WWNum3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4" w15:restartNumberingAfterBreak="0">
    <w:nsid w:val="39651B62"/>
    <w:multiLevelType w:val="multilevel"/>
    <w:tmpl w:val="46A0E506"/>
    <w:lvl w:ilvl="0">
      <w:start w:val="1"/>
      <w:numFmt w:val="bullet"/>
      <w:lvlText w:val="•"/>
      <w:lvlJc w:val="left"/>
      <w:rPr>
        <w:rFonts w:ascii="Arial Narrow" w:eastAsia="Times New Roman" w:hAnsi="Arial Narrow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5" w15:restartNumberingAfterBreak="0">
    <w:nsid w:val="39676A2B"/>
    <w:multiLevelType w:val="hybridMultilevel"/>
    <w:tmpl w:val="92646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CFA796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7" w15:restartNumberingAfterBreak="0">
    <w:nsid w:val="3E422908"/>
    <w:multiLevelType w:val="hybridMultilevel"/>
    <w:tmpl w:val="5282C032"/>
    <w:lvl w:ilvl="0" w:tplc="C324BA44">
      <w:start w:val="1"/>
      <w:numFmt w:val="decimal"/>
      <w:lvlText w:val="%1."/>
      <w:lvlJc w:val="left"/>
      <w:pPr>
        <w:ind w:left="108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E563634"/>
    <w:multiLevelType w:val="multilevel"/>
    <w:tmpl w:val="FC5CF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3E742EE5"/>
    <w:multiLevelType w:val="hybridMultilevel"/>
    <w:tmpl w:val="79E6D59E"/>
    <w:lvl w:ilvl="0" w:tplc="72ACB3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2C2C91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EB612D2"/>
    <w:multiLevelType w:val="multilevel"/>
    <w:tmpl w:val="E0B63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1" w15:restartNumberingAfterBreak="0">
    <w:nsid w:val="3F7C35D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2" w15:restartNumberingAfterBreak="0">
    <w:nsid w:val="407D39D3"/>
    <w:multiLevelType w:val="hybridMultilevel"/>
    <w:tmpl w:val="A2BA42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40857A47"/>
    <w:multiLevelType w:val="multilevel"/>
    <w:tmpl w:val="8F2C1E1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04" w15:restartNumberingAfterBreak="0">
    <w:nsid w:val="40AE1218"/>
    <w:multiLevelType w:val="multilevel"/>
    <w:tmpl w:val="450A0A88"/>
    <w:lvl w:ilvl="0"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5" w15:restartNumberingAfterBreak="0">
    <w:nsid w:val="419372C5"/>
    <w:multiLevelType w:val="hybridMultilevel"/>
    <w:tmpl w:val="B2249370"/>
    <w:lvl w:ilvl="0" w:tplc="106E8C4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6AEA1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D0EA22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34C0049"/>
    <w:multiLevelType w:val="multilevel"/>
    <w:tmpl w:val="DBF87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7" w15:restartNumberingAfterBreak="0">
    <w:nsid w:val="43CD403A"/>
    <w:multiLevelType w:val="hybridMultilevel"/>
    <w:tmpl w:val="B53A194A"/>
    <w:name w:val="WW8Num122"/>
    <w:lvl w:ilvl="0" w:tplc="9210F054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rebuchet MS" w:hAnsi="Trebuchet MS" w:cs="Tahoma" w:hint="default"/>
        <w:b w:val="0"/>
        <w:color w:val="auto"/>
        <w:sz w:val="20"/>
        <w:szCs w:val="20"/>
      </w:rPr>
    </w:lvl>
    <w:lvl w:ilvl="1" w:tplc="5E8444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B9D82E96">
      <w:start w:val="1"/>
      <w:numFmt w:val="decimal"/>
      <w:lvlText w:val="%3)"/>
      <w:lvlJc w:val="left"/>
      <w:pPr>
        <w:tabs>
          <w:tab w:val="num" w:pos="2052"/>
        </w:tabs>
        <w:ind w:left="2052" w:hanging="72"/>
      </w:pPr>
      <w:rPr>
        <w:rFonts w:cs="Times New Roman" w:hint="default"/>
        <w:b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 w15:restartNumberingAfterBreak="0">
    <w:nsid w:val="44430938"/>
    <w:multiLevelType w:val="hybridMultilevel"/>
    <w:tmpl w:val="9C90E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AC3307"/>
    <w:multiLevelType w:val="hybridMultilevel"/>
    <w:tmpl w:val="891C5C14"/>
    <w:lvl w:ilvl="0" w:tplc="325A231E">
      <w:start w:val="1"/>
      <w:numFmt w:val="decimal"/>
      <w:lvlText w:val="%1)"/>
      <w:lvlJc w:val="left"/>
      <w:pPr>
        <w:ind w:left="19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0" w15:restartNumberingAfterBreak="0">
    <w:nsid w:val="44D14FCF"/>
    <w:multiLevelType w:val="hybridMultilevel"/>
    <w:tmpl w:val="5D5ADA40"/>
    <w:lvl w:ilvl="0" w:tplc="872631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EDE774A">
      <w:start w:val="1"/>
      <w:numFmt w:val="decimal"/>
      <w:lvlText w:val="%5)"/>
      <w:lvlJc w:val="left"/>
      <w:pPr>
        <w:ind w:left="3600" w:hanging="360"/>
      </w:pPr>
      <w:rPr>
        <w:rFonts w:ascii="Trebuchet MS" w:hAnsi="Trebuchet MS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4FB080F"/>
    <w:multiLevelType w:val="multilevel"/>
    <w:tmpl w:val="959878A8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2" w15:restartNumberingAfterBreak="0">
    <w:nsid w:val="455B6AA4"/>
    <w:multiLevelType w:val="hybridMultilevel"/>
    <w:tmpl w:val="D20E20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3" w15:restartNumberingAfterBreak="0">
    <w:nsid w:val="45690CF7"/>
    <w:multiLevelType w:val="multilevel"/>
    <w:tmpl w:val="03C0271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14" w15:restartNumberingAfterBreak="0">
    <w:nsid w:val="45B44D49"/>
    <w:multiLevelType w:val="hybridMultilevel"/>
    <w:tmpl w:val="7BD64A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 w15:restartNumberingAfterBreak="0">
    <w:nsid w:val="45D36214"/>
    <w:multiLevelType w:val="hybridMultilevel"/>
    <w:tmpl w:val="73167C8C"/>
    <w:styleLink w:val="Styl211"/>
    <w:lvl w:ilvl="0" w:tplc="85EC3FF8">
      <w:start w:val="1"/>
      <w:numFmt w:val="decimal"/>
      <w:lvlText w:val="%1."/>
      <w:lvlJc w:val="left"/>
      <w:pPr>
        <w:ind w:left="1713" w:hanging="360"/>
      </w:pPr>
      <w:rPr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6" w15:restartNumberingAfterBreak="0">
    <w:nsid w:val="46056DC5"/>
    <w:multiLevelType w:val="hybridMultilevel"/>
    <w:tmpl w:val="D43EE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6060C82"/>
    <w:multiLevelType w:val="hybridMultilevel"/>
    <w:tmpl w:val="ED543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66D0084"/>
    <w:multiLevelType w:val="hybridMultilevel"/>
    <w:tmpl w:val="D098D65C"/>
    <w:lvl w:ilvl="0" w:tplc="0F768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6D3492A"/>
    <w:multiLevelType w:val="hybridMultilevel"/>
    <w:tmpl w:val="21BC7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78E57EC"/>
    <w:multiLevelType w:val="hybridMultilevel"/>
    <w:tmpl w:val="C9766FE6"/>
    <w:lvl w:ilvl="0" w:tplc="3F143BA0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1" w15:restartNumberingAfterBreak="0">
    <w:nsid w:val="481A5262"/>
    <w:multiLevelType w:val="hybridMultilevel"/>
    <w:tmpl w:val="8F701F3E"/>
    <w:lvl w:ilvl="0" w:tplc="5712C4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8471DBC"/>
    <w:multiLevelType w:val="multilevel"/>
    <w:tmpl w:val="7BA4AE6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3" w15:restartNumberingAfterBreak="0">
    <w:nsid w:val="48BA5CE9"/>
    <w:multiLevelType w:val="hybridMultilevel"/>
    <w:tmpl w:val="3DDC8764"/>
    <w:lvl w:ilvl="0" w:tplc="7C184960">
      <w:start w:val="1"/>
      <w:numFmt w:val="decimal"/>
      <w:lvlText w:val="%1)"/>
      <w:lvlJc w:val="left"/>
      <w:pPr>
        <w:ind w:left="927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4" w15:restartNumberingAfterBreak="0">
    <w:nsid w:val="49C012B0"/>
    <w:multiLevelType w:val="hybridMultilevel"/>
    <w:tmpl w:val="89EA5F16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4CC60DE9"/>
    <w:multiLevelType w:val="hybridMultilevel"/>
    <w:tmpl w:val="84DA4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E2222FD"/>
    <w:multiLevelType w:val="hybridMultilevel"/>
    <w:tmpl w:val="D60C3808"/>
    <w:lvl w:ilvl="0" w:tplc="02A608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E4455BD"/>
    <w:multiLevelType w:val="hybridMultilevel"/>
    <w:tmpl w:val="DF4A9C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4EDE6F15"/>
    <w:multiLevelType w:val="hybridMultilevel"/>
    <w:tmpl w:val="88664B8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4F2753B1"/>
    <w:multiLevelType w:val="hybridMultilevel"/>
    <w:tmpl w:val="C6E83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2E96D02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1" w15:restartNumberingAfterBreak="0">
    <w:nsid w:val="55903A47"/>
    <w:multiLevelType w:val="hybridMultilevel"/>
    <w:tmpl w:val="DA625D56"/>
    <w:lvl w:ilvl="0" w:tplc="3FC27B4C">
      <w:start w:val="1"/>
      <w:numFmt w:val="decimal"/>
      <w:lvlText w:val="%1)"/>
      <w:lvlJc w:val="left"/>
      <w:pPr>
        <w:tabs>
          <w:tab w:val="num" w:pos="756"/>
        </w:tabs>
        <w:ind w:left="7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76" w:hanging="360"/>
      </w:pPr>
    </w:lvl>
    <w:lvl w:ilvl="2" w:tplc="0415001B" w:tentative="1">
      <w:start w:val="1"/>
      <w:numFmt w:val="lowerRoman"/>
      <w:lvlText w:val="%3."/>
      <w:lvlJc w:val="right"/>
      <w:pPr>
        <w:ind w:left="1296" w:hanging="180"/>
      </w:pPr>
    </w:lvl>
    <w:lvl w:ilvl="3" w:tplc="0415000F" w:tentative="1">
      <w:start w:val="1"/>
      <w:numFmt w:val="decimal"/>
      <w:lvlText w:val="%4."/>
      <w:lvlJc w:val="left"/>
      <w:pPr>
        <w:ind w:left="2016" w:hanging="360"/>
      </w:pPr>
    </w:lvl>
    <w:lvl w:ilvl="4" w:tplc="04150019" w:tentative="1">
      <w:start w:val="1"/>
      <w:numFmt w:val="lowerLetter"/>
      <w:lvlText w:val="%5."/>
      <w:lvlJc w:val="left"/>
      <w:pPr>
        <w:ind w:left="2736" w:hanging="360"/>
      </w:pPr>
    </w:lvl>
    <w:lvl w:ilvl="5" w:tplc="0415001B" w:tentative="1">
      <w:start w:val="1"/>
      <w:numFmt w:val="lowerRoman"/>
      <w:lvlText w:val="%6."/>
      <w:lvlJc w:val="right"/>
      <w:pPr>
        <w:ind w:left="3456" w:hanging="180"/>
      </w:pPr>
    </w:lvl>
    <w:lvl w:ilvl="6" w:tplc="0415000F" w:tentative="1">
      <w:start w:val="1"/>
      <w:numFmt w:val="decimal"/>
      <w:lvlText w:val="%7."/>
      <w:lvlJc w:val="left"/>
      <w:pPr>
        <w:ind w:left="4176" w:hanging="360"/>
      </w:pPr>
    </w:lvl>
    <w:lvl w:ilvl="7" w:tplc="04150019" w:tentative="1">
      <w:start w:val="1"/>
      <w:numFmt w:val="lowerLetter"/>
      <w:lvlText w:val="%8."/>
      <w:lvlJc w:val="left"/>
      <w:pPr>
        <w:ind w:left="4896" w:hanging="360"/>
      </w:pPr>
    </w:lvl>
    <w:lvl w:ilvl="8" w:tplc="0415001B" w:tentative="1">
      <w:start w:val="1"/>
      <w:numFmt w:val="lowerRoman"/>
      <w:lvlText w:val="%9."/>
      <w:lvlJc w:val="right"/>
      <w:pPr>
        <w:ind w:left="5616" w:hanging="180"/>
      </w:pPr>
    </w:lvl>
  </w:abstractNum>
  <w:abstractNum w:abstractNumId="132" w15:restartNumberingAfterBreak="0">
    <w:nsid w:val="57EF2AC6"/>
    <w:multiLevelType w:val="multilevel"/>
    <w:tmpl w:val="8EBE8B5A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rebuchet MS" w:eastAsia="Times New Roman" w:hAnsi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 w15:restartNumberingAfterBreak="0">
    <w:nsid w:val="58F333E9"/>
    <w:multiLevelType w:val="hybridMultilevel"/>
    <w:tmpl w:val="064E2DBA"/>
    <w:lvl w:ilvl="0" w:tplc="5BC04DBE">
      <w:start w:val="1"/>
      <w:numFmt w:val="decimal"/>
      <w:lvlText w:val="%1)"/>
      <w:lvlJc w:val="left"/>
      <w:pPr>
        <w:ind w:left="1800" w:hanging="360"/>
      </w:pPr>
      <w:rPr>
        <w:rFonts w:ascii="Trebuchet MS" w:hAnsi="Trebuchet MS" w:cs="Segoe UI" w:hint="default"/>
        <w:u w:val="single"/>
      </w:r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4" w15:restartNumberingAfterBreak="0">
    <w:nsid w:val="596128F4"/>
    <w:multiLevelType w:val="multilevel"/>
    <w:tmpl w:val="FC5CFA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598B04E2"/>
    <w:multiLevelType w:val="multilevel"/>
    <w:tmpl w:val="AA4EEE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0"/>
        <w:szCs w:val="20"/>
        <w:u w:val="single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36" w15:restartNumberingAfterBreak="0">
    <w:nsid w:val="59C52298"/>
    <w:multiLevelType w:val="hybridMultilevel"/>
    <w:tmpl w:val="FBD81DC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59D507C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8" w15:restartNumberingAfterBreak="0">
    <w:nsid w:val="5A18159D"/>
    <w:multiLevelType w:val="hybridMultilevel"/>
    <w:tmpl w:val="938A9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A535AED"/>
    <w:multiLevelType w:val="multilevel"/>
    <w:tmpl w:val="0B2A8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0" w15:restartNumberingAfterBreak="0">
    <w:nsid w:val="5A540A3F"/>
    <w:multiLevelType w:val="hybridMultilevel"/>
    <w:tmpl w:val="7BD62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F07EAAF4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5B035152"/>
    <w:multiLevelType w:val="hybridMultilevel"/>
    <w:tmpl w:val="D5047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2" w15:restartNumberingAfterBreak="0">
    <w:nsid w:val="5BDC449F"/>
    <w:multiLevelType w:val="hybridMultilevel"/>
    <w:tmpl w:val="782E0A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 w15:restartNumberingAfterBreak="0">
    <w:nsid w:val="5BEF198B"/>
    <w:multiLevelType w:val="hybridMultilevel"/>
    <w:tmpl w:val="2F9015F2"/>
    <w:lvl w:ilvl="0" w:tplc="3DD472F2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4" w15:restartNumberingAfterBreak="0">
    <w:nsid w:val="5C503386"/>
    <w:multiLevelType w:val="hybridMultilevel"/>
    <w:tmpl w:val="21CE33F2"/>
    <w:lvl w:ilvl="0" w:tplc="B126898C">
      <w:numFmt w:val="bullet"/>
      <w:lvlText w:val="·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5D357D5E"/>
    <w:multiLevelType w:val="hybridMultilevel"/>
    <w:tmpl w:val="B5924D0E"/>
    <w:lvl w:ilvl="0" w:tplc="EC946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E326B6F"/>
    <w:multiLevelType w:val="multilevel"/>
    <w:tmpl w:val="2C6A2A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47" w15:restartNumberingAfterBreak="0">
    <w:nsid w:val="5E7C124D"/>
    <w:multiLevelType w:val="hybridMultilevel"/>
    <w:tmpl w:val="ACDE341E"/>
    <w:lvl w:ilvl="0" w:tplc="444EF52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8" w15:restartNumberingAfterBreak="0">
    <w:nsid w:val="60264E9C"/>
    <w:multiLevelType w:val="multilevel"/>
    <w:tmpl w:val="CAD6E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9" w15:restartNumberingAfterBreak="0">
    <w:nsid w:val="604E5F04"/>
    <w:multiLevelType w:val="hybridMultilevel"/>
    <w:tmpl w:val="13D05E2A"/>
    <w:lvl w:ilvl="0" w:tplc="0E60E712">
      <w:start w:val="1"/>
      <w:numFmt w:val="decimal"/>
      <w:lvlText w:val="%1)"/>
      <w:lvlJc w:val="left"/>
      <w:pPr>
        <w:tabs>
          <w:tab w:val="num" w:pos="2986"/>
        </w:tabs>
        <w:ind w:left="29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6"/>
        </w:tabs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6"/>
        </w:tabs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6"/>
        </w:tabs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6"/>
        </w:tabs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6"/>
        </w:tabs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6"/>
        </w:tabs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6"/>
        </w:tabs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6"/>
        </w:tabs>
        <w:ind w:left="7626" w:hanging="180"/>
      </w:pPr>
    </w:lvl>
  </w:abstractNum>
  <w:abstractNum w:abstractNumId="150" w15:restartNumberingAfterBreak="0">
    <w:nsid w:val="6072374D"/>
    <w:multiLevelType w:val="multilevel"/>
    <w:tmpl w:val="881880B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51" w15:restartNumberingAfterBreak="0">
    <w:nsid w:val="6152461F"/>
    <w:multiLevelType w:val="hybridMultilevel"/>
    <w:tmpl w:val="BA7CB948"/>
    <w:lvl w:ilvl="0" w:tplc="9D567BFE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</w:rPr>
    </w:lvl>
    <w:lvl w:ilvl="1" w:tplc="92C2C91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2633BDF"/>
    <w:multiLevelType w:val="hybridMultilevel"/>
    <w:tmpl w:val="1B5A9398"/>
    <w:lvl w:ilvl="0" w:tplc="04150019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3" w15:restartNumberingAfterBreak="0">
    <w:nsid w:val="631D108D"/>
    <w:multiLevelType w:val="multilevel"/>
    <w:tmpl w:val="8F2C1E1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54" w15:restartNumberingAfterBreak="0">
    <w:nsid w:val="64097FE9"/>
    <w:multiLevelType w:val="multilevel"/>
    <w:tmpl w:val="DF288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5" w15:restartNumberingAfterBreak="0">
    <w:nsid w:val="661571BD"/>
    <w:multiLevelType w:val="hybridMultilevel"/>
    <w:tmpl w:val="2CB43F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6" w15:restartNumberingAfterBreak="0">
    <w:nsid w:val="66CD1F85"/>
    <w:multiLevelType w:val="multilevel"/>
    <w:tmpl w:val="A196941C"/>
    <w:styleLink w:val="Styl41"/>
    <w:lvl w:ilvl="0">
      <w:start w:val="1"/>
      <w:numFmt w:val="upperRoman"/>
      <w:pStyle w:val="Nagwek1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pStyle w:val="Nagwek2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decimal"/>
      <w:pStyle w:val="Nagwek3"/>
      <w:lvlText w:val="%3)"/>
      <w:lvlJc w:val="left"/>
      <w:pPr>
        <w:ind w:left="10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157" w15:restartNumberingAfterBreak="0">
    <w:nsid w:val="69B101D3"/>
    <w:multiLevelType w:val="multilevel"/>
    <w:tmpl w:val="6858758E"/>
    <w:styleLink w:val="Styl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B05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8" w15:restartNumberingAfterBreak="0">
    <w:nsid w:val="6A2F562E"/>
    <w:multiLevelType w:val="hybridMultilevel"/>
    <w:tmpl w:val="8E20C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A522B23"/>
    <w:multiLevelType w:val="multilevel"/>
    <w:tmpl w:val="1F4C18A4"/>
    <w:lvl w:ilvl="0">
      <w:start w:val="1"/>
      <w:numFmt w:val="bullet"/>
      <w:lvlText w:val="•"/>
      <w:lvlJc w:val="left"/>
      <w:rPr>
        <w:rFonts w:ascii="Arial Narrow" w:eastAsia="Times New Roman" w:hAnsi="Arial Narrow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0" w15:restartNumberingAfterBreak="0">
    <w:nsid w:val="6A71407B"/>
    <w:multiLevelType w:val="hybridMultilevel"/>
    <w:tmpl w:val="356CB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A7E245F"/>
    <w:multiLevelType w:val="hybridMultilevel"/>
    <w:tmpl w:val="2F7873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AB90291"/>
    <w:multiLevelType w:val="hybridMultilevel"/>
    <w:tmpl w:val="522CF882"/>
    <w:lvl w:ilvl="0" w:tplc="0415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3" w15:restartNumberingAfterBreak="0">
    <w:nsid w:val="6B16692F"/>
    <w:multiLevelType w:val="hybridMultilevel"/>
    <w:tmpl w:val="E1EA9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CE26EF8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5" w15:restartNumberingAfterBreak="0">
    <w:nsid w:val="6E114FFF"/>
    <w:multiLevelType w:val="multilevel"/>
    <w:tmpl w:val="3B1CEAB6"/>
    <w:lvl w:ilvl="0">
      <w:start w:val="1"/>
      <w:numFmt w:val="lowerLetter"/>
      <w:lvlText w:val="%1)"/>
      <w:lvlJc w:val="left"/>
      <w:rPr>
        <w:rFonts w:ascii="Trebuchet MS" w:eastAsia="Times New Roman" w:hAnsi="Trebuchet MS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6" w15:restartNumberingAfterBreak="0">
    <w:nsid w:val="6E1F5FFA"/>
    <w:multiLevelType w:val="hybridMultilevel"/>
    <w:tmpl w:val="0C50D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FF605F9"/>
    <w:multiLevelType w:val="hybridMultilevel"/>
    <w:tmpl w:val="8954E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6C790F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9" w15:restartNumberingAfterBreak="0">
    <w:nsid w:val="72BA16A2"/>
    <w:multiLevelType w:val="hybridMultilevel"/>
    <w:tmpl w:val="AD3A1656"/>
    <w:lvl w:ilvl="0" w:tplc="27AA33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2C2C91C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3013827"/>
    <w:multiLevelType w:val="multilevel"/>
    <w:tmpl w:val="3A5C25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8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624" w:hanging="1800"/>
      </w:pPr>
      <w:rPr>
        <w:rFonts w:hint="default"/>
      </w:rPr>
    </w:lvl>
  </w:abstractNum>
  <w:abstractNum w:abstractNumId="171" w15:restartNumberingAfterBreak="0">
    <w:nsid w:val="733D2DA4"/>
    <w:multiLevelType w:val="multilevel"/>
    <w:tmpl w:val="20D4BF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2" w15:restartNumberingAfterBreak="0">
    <w:nsid w:val="74A07E76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3" w15:restartNumberingAfterBreak="0">
    <w:nsid w:val="74BD47D2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4" w15:restartNumberingAfterBreak="0">
    <w:nsid w:val="74E65D4F"/>
    <w:multiLevelType w:val="multilevel"/>
    <w:tmpl w:val="D4008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5" w15:restartNumberingAfterBreak="0">
    <w:nsid w:val="74EA7499"/>
    <w:multiLevelType w:val="hybridMultilevel"/>
    <w:tmpl w:val="BD9A5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5B14EF5"/>
    <w:multiLevelType w:val="multilevel"/>
    <w:tmpl w:val="DE90C65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rebuchet MS" w:eastAsia="Times New Roman" w:hAnsi="Trebuchet MS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2214"/>
        </w:tabs>
        <w:ind w:left="2214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77" w15:restartNumberingAfterBreak="0">
    <w:nsid w:val="75C54FB9"/>
    <w:multiLevelType w:val="multilevel"/>
    <w:tmpl w:val="C9EC06D0"/>
    <w:lvl w:ilvl="0">
      <w:start w:val="1"/>
      <w:numFmt w:val="decimal"/>
      <w:lvlText w:val="%1."/>
      <w:lvlJc w:val="left"/>
      <w:pPr>
        <w:ind w:left="505" w:hanging="360"/>
      </w:pPr>
      <w:rPr>
        <w:rFonts w:ascii="Trebuchet MS" w:hAnsi="Trebuchet MS" w:hint="default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65" w:hanging="1800"/>
      </w:pPr>
      <w:rPr>
        <w:rFonts w:hint="default"/>
      </w:rPr>
    </w:lvl>
  </w:abstractNum>
  <w:abstractNum w:abstractNumId="178" w15:restartNumberingAfterBreak="0">
    <w:nsid w:val="7663081B"/>
    <w:multiLevelType w:val="hybridMultilevel"/>
    <w:tmpl w:val="42040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71E7A0A"/>
    <w:multiLevelType w:val="hybridMultilevel"/>
    <w:tmpl w:val="32703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751213F"/>
    <w:multiLevelType w:val="multilevel"/>
    <w:tmpl w:val="E9ACEF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81" w15:restartNumberingAfterBreak="0">
    <w:nsid w:val="77647930"/>
    <w:multiLevelType w:val="multilevel"/>
    <w:tmpl w:val="DF30E3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2" w15:restartNumberingAfterBreak="0">
    <w:nsid w:val="778D1B9F"/>
    <w:multiLevelType w:val="hybridMultilevel"/>
    <w:tmpl w:val="4E5EC426"/>
    <w:lvl w:ilvl="0" w:tplc="95FA22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17AD5C4">
      <w:start w:val="1"/>
      <w:numFmt w:val="decimal"/>
      <w:lvlText w:val="%2)"/>
      <w:lvlJc w:val="left"/>
      <w:pPr>
        <w:ind w:left="1440" w:hanging="360"/>
      </w:pPr>
      <w:rPr>
        <w:rFonts w:ascii="Trebuchet MS" w:hAnsi="Trebuchet MS" w:hint="default"/>
        <w:b w:val="0"/>
      </w:rPr>
    </w:lvl>
    <w:lvl w:ilvl="2" w:tplc="738A1A62">
      <w:start w:val="1"/>
      <w:numFmt w:val="lowerLetter"/>
      <w:lvlText w:val="%3."/>
      <w:lvlJc w:val="left"/>
      <w:pPr>
        <w:ind w:left="2160" w:hanging="18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7D92495"/>
    <w:multiLevelType w:val="multilevel"/>
    <w:tmpl w:val="6950B7B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ahoma" w:hAnsi="Tahoma" w:cs="Courier New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84" w15:restartNumberingAfterBreak="0">
    <w:nsid w:val="7A5D1E09"/>
    <w:multiLevelType w:val="hybridMultilevel"/>
    <w:tmpl w:val="0A50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AF31AC4"/>
    <w:multiLevelType w:val="hybridMultilevel"/>
    <w:tmpl w:val="E52A1D8C"/>
    <w:lvl w:ilvl="0" w:tplc="041CF278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B04151F"/>
    <w:multiLevelType w:val="multilevel"/>
    <w:tmpl w:val="881880B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87" w15:restartNumberingAfterBreak="0">
    <w:nsid w:val="7B6F2A68"/>
    <w:multiLevelType w:val="hybridMultilevel"/>
    <w:tmpl w:val="7B282204"/>
    <w:lvl w:ilvl="0" w:tplc="3FFCF28E">
      <w:start w:val="1"/>
      <w:numFmt w:val="decimal"/>
      <w:lvlText w:val="%1."/>
      <w:lvlJc w:val="left"/>
      <w:pPr>
        <w:ind w:left="288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8" w15:restartNumberingAfterBreak="0">
    <w:nsid w:val="7D7B1F19"/>
    <w:multiLevelType w:val="hybridMultilevel"/>
    <w:tmpl w:val="B6D21FE4"/>
    <w:name w:val="WW8Num72"/>
    <w:lvl w:ilvl="0" w:tplc="77C06698">
      <w:start w:val="1"/>
      <w:numFmt w:val="decimal"/>
      <w:lvlText w:val="%1)"/>
      <w:lvlJc w:val="left"/>
      <w:pPr>
        <w:tabs>
          <w:tab w:val="num" w:pos="432"/>
        </w:tabs>
        <w:ind w:left="432" w:hanging="72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7D7C5232"/>
    <w:multiLevelType w:val="multilevel"/>
    <w:tmpl w:val="DC344478"/>
    <w:styleLink w:val="Styl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0" w15:restartNumberingAfterBreak="0">
    <w:nsid w:val="7D8C3331"/>
    <w:multiLevelType w:val="hybridMultilevel"/>
    <w:tmpl w:val="36468C86"/>
    <w:lvl w:ilvl="0" w:tplc="ADE48586">
      <w:start w:val="1"/>
      <w:numFmt w:val="decimal"/>
      <w:lvlText w:val="%1."/>
      <w:lvlJc w:val="left"/>
      <w:pPr>
        <w:ind w:left="462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822" w:hanging="360"/>
      </w:pPr>
    </w:lvl>
    <w:lvl w:ilvl="2" w:tplc="0415001B" w:tentative="1">
      <w:start w:val="1"/>
      <w:numFmt w:val="lowerRoman"/>
      <w:lvlText w:val="%3."/>
      <w:lvlJc w:val="right"/>
      <w:pPr>
        <w:ind w:left="1542" w:hanging="180"/>
      </w:pPr>
    </w:lvl>
    <w:lvl w:ilvl="3" w:tplc="0415000F" w:tentative="1">
      <w:start w:val="1"/>
      <w:numFmt w:val="decimal"/>
      <w:lvlText w:val="%4."/>
      <w:lvlJc w:val="left"/>
      <w:pPr>
        <w:ind w:left="2262" w:hanging="360"/>
      </w:pPr>
    </w:lvl>
    <w:lvl w:ilvl="4" w:tplc="04150019" w:tentative="1">
      <w:start w:val="1"/>
      <w:numFmt w:val="lowerLetter"/>
      <w:lvlText w:val="%5."/>
      <w:lvlJc w:val="left"/>
      <w:pPr>
        <w:ind w:left="2982" w:hanging="360"/>
      </w:pPr>
    </w:lvl>
    <w:lvl w:ilvl="5" w:tplc="0415001B" w:tentative="1">
      <w:start w:val="1"/>
      <w:numFmt w:val="lowerRoman"/>
      <w:lvlText w:val="%6."/>
      <w:lvlJc w:val="right"/>
      <w:pPr>
        <w:ind w:left="3702" w:hanging="180"/>
      </w:pPr>
    </w:lvl>
    <w:lvl w:ilvl="6" w:tplc="0415000F" w:tentative="1">
      <w:start w:val="1"/>
      <w:numFmt w:val="decimal"/>
      <w:lvlText w:val="%7."/>
      <w:lvlJc w:val="left"/>
      <w:pPr>
        <w:ind w:left="4422" w:hanging="360"/>
      </w:pPr>
    </w:lvl>
    <w:lvl w:ilvl="7" w:tplc="04150019" w:tentative="1">
      <w:start w:val="1"/>
      <w:numFmt w:val="lowerLetter"/>
      <w:lvlText w:val="%8."/>
      <w:lvlJc w:val="left"/>
      <w:pPr>
        <w:ind w:left="5142" w:hanging="360"/>
      </w:pPr>
    </w:lvl>
    <w:lvl w:ilvl="8" w:tplc="0415001B" w:tentative="1">
      <w:start w:val="1"/>
      <w:numFmt w:val="lowerRoman"/>
      <w:lvlText w:val="%9."/>
      <w:lvlJc w:val="right"/>
      <w:pPr>
        <w:ind w:left="5862" w:hanging="180"/>
      </w:pPr>
    </w:lvl>
  </w:abstractNum>
  <w:abstractNum w:abstractNumId="191" w15:restartNumberingAfterBreak="0">
    <w:nsid w:val="7EF855B5"/>
    <w:multiLevelType w:val="hybridMultilevel"/>
    <w:tmpl w:val="A2181F4C"/>
    <w:lvl w:ilvl="0" w:tplc="5DF4CAC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F0361B1"/>
    <w:multiLevelType w:val="hybridMultilevel"/>
    <w:tmpl w:val="322634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TimesNewRomanPS" w:hAnsi="TimesNewRomanP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TimesNewRomanPS" w:hAnsi="TimesNewRomanP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TimesNewRomanPS" w:hAnsi="TimesNewRomanPS" w:hint="default"/>
      </w:rPr>
    </w:lvl>
  </w:abstractNum>
  <w:abstractNum w:abstractNumId="193" w15:restartNumberingAfterBreak="0">
    <w:nsid w:val="7F7F08D2"/>
    <w:multiLevelType w:val="hybridMultilevel"/>
    <w:tmpl w:val="62944EEC"/>
    <w:lvl w:ilvl="0" w:tplc="C6BED98C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62"/>
  </w:num>
  <w:num w:numId="3">
    <w:abstractNumId w:val="181"/>
  </w:num>
  <w:num w:numId="4">
    <w:abstractNumId w:val="140"/>
  </w:num>
  <w:num w:numId="5">
    <w:abstractNumId w:val="156"/>
  </w:num>
  <w:num w:numId="6">
    <w:abstractNumId w:val="66"/>
  </w:num>
  <w:num w:numId="7">
    <w:abstractNumId w:val="106"/>
  </w:num>
  <w:num w:numId="8">
    <w:abstractNumId w:val="189"/>
  </w:num>
  <w:num w:numId="9">
    <w:abstractNumId w:val="54"/>
  </w:num>
  <w:num w:numId="10">
    <w:abstractNumId w:val="76"/>
  </w:num>
  <w:num w:numId="11">
    <w:abstractNumId w:val="125"/>
  </w:num>
  <w:num w:numId="12">
    <w:abstractNumId w:val="177"/>
  </w:num>
  <w:num w:numId="13">
    <w:abstractNumId w:val="79"/>
  </w:num>
  <w:num w:numId="14">
    <w:abstractNumId w:val="21"/>
  </w:num>
  <w:num w:numId="15">
    <w:abstractNumId w:val="132"/>
  </w:num>
  <w:num w:numId="16">
    <w:abstractNumId w:val="42"/>
  </w:num>
  <w:num w:numId="17">
    <w:abstractNumId w:val="84"/>
  </w:num>
  <w:num w:numId="18">
    <w:abstractNumId w:val="134"/>
  </w:num>
  <w:num w:numId="19">
    <w:abstractNumId w:val="72"/>
  </w:num>
  <w:num w:numId="20">
    <w:abstractNumId w:val="157"/>
  </w:num>
  <w:num w:numId="21">
    <w:abstractNumId w:val="6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83"/>
  </w:num>
  <w:num w:numId="23">
    <w:abstractNumId w:val="122"/>
  </w:num>
  <w:num w:numId="24">
    <w:abstractNumId w:val="146"/>
  </w:num>
  <w:num w:numId="25">
    <w:abstractNumId w:val="58"/>
  </w:num>
  <w:num w:numId="26">
    <w:abstractNumId w:val="93"/>
  </w:num>
  <w:num w:numId="27">
    <w:abstractNumId w:val="91"/>
  </w:num>
  <w:num w:numId="28">
    <w:abstractNumId w:val="31"/>
  </w:num>
  <w:num w:numId="29">
    <w:abstractNumId w:val="136"/>
  </w:num>
  <w:num w:numId="30">
    <w:abstractNumId w:val="174"/>
  </w:num>
  <w:num w:numId="31">
    <w:abstractNumId w:val="154"/>
  </w:num>
  <w:num w:numId="32">
    <w:abstractNumId w:val="16"/>
  </w:num>
  <w:num w:numId="33">
    <w:abstractNumId w:val="37"/>
  </w:num>
  <w:num w:numId="34">
    <w:abstractNumId w:val="98"/>
  </w:num>
  <w:num w:numId="35">
    <w:abstractNumId w:val="100"/>
  </w:num>
  <w:num w:numId="36">
    <w:abstractNumId w:val="60"/>
  </w:num>
  <w:num w:numId="37">
    <w:abstractNumId w:val="61"/>
  </w:num>
  <w:num w:numId="38">
    <w:abstractNumId w:val="78"/>
  </w:num>
  <w:num w:numId="39">
    <w:abstractNumId w:val="67"/>
  </w:num>
  <w:num w:numId="40">
    <w:abstractNumId w:val="74"/>
  </w:num>
  <w:num w:numId="41">
    <w:abstractNumId w:val="35"/>
  </w:num>
  <w:num w:numId="42">
    <w:abstractNumId w:val="34"/>
  </w:num>
  <w:num w:numId="43">
    <w:abstractNumId w:val="170"/>
  </w:num>
  <w:num w:numId="44">
    <w:abstractNumId w:val="141"/>
  </w:num>
  <w:num w:numId="45">
    <w:abstractNumId w:val="75"/>
  </w:num>
  <w:num w:numId="46">
    <w:abstractNumId w:val="59"/>
  </w:num>
  <w:num w:numId="47">
    <w:abstractNumId w:val="32"/>
  </w:num>
  <w:num w:numId="48">
    <w:abstractNumId w:val="187"/>
  </w:num>
  <w:num w:numId="49">
    <w:abstractNumId w:val="180"/>
  </w:num>
  <w:num w:numId="50">
    <w:abstractNumId w:val="14"/>
  </w:num>
  <w:num w:numId="51">
    <w:abstractNumId w:val="135"/>
  </w:num>
  <w:num w:numId="52">
    <w:abstractNumId w:val="123"/>
  </w:num>
  <w:num w:numId="53">
    <w:abstractNumId w:val="80"/>
  </w:num>
  <w:num w:numId="54">
    <w:abstractNumId w:val="20"/>
  </w:num>
  <w:num w:numId="55">
    <w:abstractNumId w:val="115"/>
  </w:num>
  <w:num w:numId="56">
    <w:abstractNumId w:val="104"/>
  </w:num>
  <w:num w:numId="57">
    <w:abstractNumId w:val="105"/>
  </w:num>
  <w:num w:numId="58">
    <w:abstractNumId w:val="41"/>
  </w:num>
  <w:num w:numId="59">
    <w:abstractNumId w:val="172"/>
  </w:num>
  <w:num w:numId="60">
    <w:abstractNumId w:val="65"/>
  </w:num>
  <w:num w:numId="61">
    <w:abstractNumId w:val="137"/>
  </w:num>
  <w:num w:numId="62">
    <w:abstractNumId w:val="85"/>
  </w:num>
  <w:num w:numId="63">
    <w:abstractNumId w:val="168"/>
  </w:num>
  <w:num w:numId="64">
    <w:abstractNumId w:val="96"/>
  </w:num>
  <w:num w:numId="65">
    <w:abstractNumId w:val="101"/>
  </w:num>
  <w:num w:numId="66">
    <w:abstractNumId w:val="173"/>
  </w:num>
  <w:num w:numId="67">
    <w:abstractNumId w:val="1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8"/>
  </w:num>
  <w:num w:numId="69">
    <w:abstractNumId w:val="69"/>
  </w:num>
  <w:num w:numId="70">
    <w:abstractNumId w:val="130"/>
  </w:num>
  <w:num w:numId="71">
    <w:abstractNumId w:val="182"/>
  </w:num>
  <w:num w:numId="72">
    <w:abstractNumId w:val="49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Trebuchet MS" w:hAnsi="Trebuchet MS" w:hint="default"/>
          <w:color w:val="auto"/>
        </w:rPr>
      </w:lvl>
    </w:lvlOverride>
  </w:num>
  <w:num w:numId="73">
    <w:abstractNumId w:val="114"/>
  </w:num>
  <w:num w:numId="74">
    <w:abstractNumId w:val="186"/>
  </w:num>
  <w:num w:numId="75">
    <w:abstractNumId w:val="89"/>
  </w:num>
  <w:num w:numId="76">
    <w:abstractNumId w:val="143"/>
  </w:num>
  <w:num w:numId="77">
    <w:abstractNumId w:val="153"/>
  </w:num>
  <w:num w:numId="78">
    <w:abstractNumId w:val="176"/>
  </w:num>
  <w:num w:numId="79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50"/>
  </w:num>
  <w:num w:numId="81">
    <w:abstractNumId w:val="111"/>
  </w:num>
  <w:num w:numId="82">
    <w:abstractNumId w:val="120"/>
  </w:num>
  <w:num w:numId="83">
    <w:abstractNumId w:val="109"/>
  </w:num>
  <w:num w:numId="84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03"/>
  </w:num>
  <w:num w:numId="86">
    <w:abstractNumId w:val="22"/>
  </w:num>
  <w:num w:numId="87">
    <w:abstractNumId w:val="19"/>
  </w:num>
  <w:num w:numId="88">
    <w:abstractNumId w:val="124"/>
  </w:num>
  <w:num w:numId="89">
    <w:abstractNumId w:val="47"/>
  </w:num>
  <w:num w:numId="90">
    <w:abstractNumId w:val="51"/>
  </w:num>
  <w:num w:numId="91">
    <w:abstractNumId w:val="142"/>
  </w:num>
  <w:num w:numId="92">
    <w:abstractNumId w:val="44"/>
  </w:num>
  <w:num w:numId="93">
    <w:abstractNumId w:val="159"/>
  </w:num>
  <w:num w:numId="94">
    <w:abstractNumId w:val="179"/>
  </w:num>
  <w:num w:numId="95">
    <w:abstractNumId w:val="94"/>
  </w:num>
  <w:num w:numId="96">
    <w:abstractNumId w:val="112"/>
  </w:num>
  <w:num w:numId="97">
    <w:abstractNumId w:val="175"/>
  </w:num>
  <w:num w:numId="98">
    <w:abstractNumId w:val="102"/>
  </w:num>
  <w:num w:numId="99">
    <w:abstractNumId w:val="108"/>
  </w:num>
  <w:num w:numId="100">
    <w:abstractNumId w:val="144"/>
  </w:num>
  <w:num w:numId="101">
    <w:abstractNumId w:val="116"/>
  </w:num>
  <w:num w:numId="102">
    <w:abstractNumId w:val="127"/>
  </w:num>
  <w:num w:numId="103">
    <w:abstractNumId w:val="43"/>
  </w:num>
  <w:num w:numId="104">
    <w:abstractNumId w:val="86"/>
  </w:num>
  <w:num w:numId="105">
    <w:abstractNumId w:val="81"/>
  </w:num>
  <w:num w:numId="106">
    <w:abstractNumId w:val="128"/>
  </w:num>
  <w:num w:numId="107">
    <w:abstractNumId w:val="71"/>
  </w:num>
  <w:num w:numId="108">
    <w:abstractNumId w:val="193"/>
  </w:num>
  <w:num w:numId="109">
    <w:abstractNumId w:val="138"/>
  </w:num>
  <w:num w:numId="110">
    <w:abstractNumId w:val="119"/>
  </w:num>
  <w:num w:numId="111">
    <w:abstractNumId w:val="178"/>
  </w:num>
  <w:num w:numId="112">
    <w:abstractNumId w:val="165"/>
  </w:num>
  <w:num w:numId="113">
    <w:abstractNumId w:val="17"/>
  </w:num>
  <w:num w:numId="114">
    <w:abstractNumId w:val="167"/>
  </w:num>
  <w:num w:numId="115">
    <w:abstractNumId w:val="158"/>
  </w:num>
  <w:num w:numId="116">
    <w:abstractNumId w:val="155"/>
  </w:num>
  <w:num w:numId="117">
    <w:abstractNumId w:val="68"/>
  </w:num>
  <w:num w:numId="118">
    <w:abstractNumId w:val="23"/>
  </w:num>
  <w:num w:numId="119">
    <w:abstractNumId w:val="95"/>
  </w:num>
  <w:num w:numId="120">
    <w:abstractNumId w:val="28"/>
  </w:num>
  <w:num w:numId="121">
    <w:abstractNumId w:val="77"/>
  </w:num>
  <w:num w:numId="122">
    <w:abstractNumId w:val="24"/>
  </w:num>
  <w:num w:numId="123">
    <w:abstractNumId w:val="39"/>
  </w:num>
  <w:num w:numId="124">
    <w:abstractNumId w:val="40"/>
  </w:num>
  <w:num w:numId="125">
    <w:abstractNumId w:val="129"/>
  </w:num>
  <w:num w:numId="126">
    <w:abstractNumId w:val="82"/>
  </w:num>
  <w:num w:numId="127">
    <w:abstractNumId w:val="87"/>
  </w:num>
  <w:num w:numId="128">
    <w:abstractNumId w:val="166"/>
  </w:num>
  <w:num w:numId="129">
    <w:abstractNumId w:val="184"/>
  </w:num>
  <w:num w:numId="130">
    <w:abstractNumId w:val="117"/>
  </w:num>
  <w:num w:numId="131">
    <w:abstractNumId w:val="160"/>
  </w:num>
  <w:num w:numId="132">
    <w:abstractNumId w:val="164"/>
  </w:num>
  <w:num w:numId="133">
    <w:abstractNumId w:val="70"/>
  </w:num>
  <w:num w:numId="134">
    <w:abstractNumId w:val="163"/>
  </w:num>
  <w:num w:numId="135">
    <w:abstractNumId w:val="50"/>
  </w:num>
  <w:num w:numId="136">
    <w:abstractNumId w:val="113"/>
  </w:num>
  <w:num w:numId="137">
    <w:abstractNumId w:val="149"/>
  </w:num>
  <w:num w:numId="138">
    <w:abstractNumId w:val="97"/>
  </w:num>
  <w:num w:numId="139">
    <w:abstractNumId w:val="25"/>
  </w:num>
  <w:num w:numId="140">
    <w:abstractNumId w:val="92"/>
  </w:num>
  <w:num w:numId="141">
    <w:abstractNumId w:val="27"/>
  </w:num>
  <w:num w:numId="142">
    <w:abstractNumId w:val="192"/>
  </w:num>
  <w:num w:numId="143">
    <w:abstractNumId w:val="185"/>
  </w:num>
  <w:num w:numId="144">
    <w:abstractNumId w:val="45"/>
  </w:num>
  <w:num w:numId="145">
    <w:abstractNumId w:val="126"/>
  </w:num>
  <w:num w:numId="146">
    <w:abstractNumId w:val="171"/>
  </w:num>
  <w:num w:numId="147">
    <w:abstractNumId w:val="147"/>
  </w:num>
  <w:num w:numId="148">
    <w:abstractNumId w:val="46"/>
  </w:num>
  <w:num w:numId="149">
    <w:abstractNumId w:val="161"/>
  </w:num>
  <w:num w:numId="150">
    <w:abstractNumId w:val="30"/>
  </w:num>
  <w:num w:numId="151">
    <w:abstractNumId w:val="48"/>
  </w:num>
  <w:num w:numId="152">
    <w:abstractNumId w:val="110"/>
  </w:num>
  <w:num w:numId="153">
    <w:abstractNumId w:val="13"/>
  </w:num>
  <w:num w:numId="154">
    <w:abstractNumId w:val="133"/>
  </w:num>
  <w:num w:numId="155">
    <w:abstractNumId w:val="139"/>
  </w:num>
  <w:num w:numId="156">
    <w:abstractNumId w:val="90"/>
  </w:num>
  <w:num w:numId="157">
    <w:abstractNumId w:val="53"/>
  </w:num>
  <w:num w:numId="158">
    <w:abstractNumId w:val="118"/>
  </w:num>
  <w:num w:numId="159">
    <w:abstractNumId w:val="38"/>
  </w:num>
  <w:num w:numId="160">
    <w:abstractNumId w:val="121"/>
  </w:num>
  <w:num w:numId="161">
    <w:abstractNumId w:val="55"/>
  </w:num>
  <w:num w:numId="162">
    <w:abstractNumId w:val="169"/>
  </w:num>
  <w:num w:numId="163">
    <w:abstractNumId w:val="151"/>
  </w:num>
  <w:num w:numId="164">
    <w:abstractNumId w:val="33"/>
  </w:num>
  <w:num w:numId="165">
    <w:abstractNumId w:val="190"/>
  </w:num>
  <w:num w:numId="166">
    <w:abstractNumId w:val="99"/>
  </w:num>
  <w:num w:numId="167">
    <w:abstractNumId w:val="56"/>
  </w:num>
  <w:num w:numId="168">
    <w:abstractNumId w:val="131"/>
  </w:num>
  <w:num w:numId="169">
    <w:abstractNumId w:val="29"/>
  </w:num>
  <w:num w:numId="170">
    <w:abstractNumId w:val="57"/>
  </w:num>
  <w:num w:numId="171">
    <w:abstractNumId w:val="88"/>
  </w:num>
  <w:num w:numId="172">
    <w:abstractNumId w:val="52"/>
  </w:num>
  <w:num w:numId="173">
    <w:abstractNumId w:val="148"/>
  </w:num>
  <w:num w:numId="174">
    <w:abstractNumId w:val="191"/>
  </w:num>
  <w:num w:numId="175">
    <w:abstractNumId w:val="73"/>
  </w:num>
  <w:num w:numId="176">
    <w:abstractNumId w:val="145"/>
  </w:num>
  <w:num w:numId="177">
    <w:abstractNumId w:val="36"/>
  </w:num>
  <w:num w:numId="178">
    <w:abstractNumId w:val="64"/>
  </w:num>
  <w:num w:numId="179">
    <w:abstractNumId w:val="26"/>
  </w:num>
  <w:num w:numId="180">
    <w:abstractNumId w:val="162"/>
  </w:num>
  <w:num w:numId="181">
    <w:abstractNumId w:val="152"/>
  </w:num>
  <w:numIdMacAtCleanup w:val="1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E8A"/>
    <w:rsid w:val="00000208"/>
    <w:rsid w:val="000009AE"/>
    <w:rsid w:val="00000B08"/>
    <w:rsid w:val="00000D74"/>
    <w:rsid w:val="00001623"/>
    <w:rsid w:val="00001A8A"/>
    <w:rsid w:val="00001A9D"/>
    <w:rsid w:val="00002691"/>
    <w:rsid w:val="00003594"/>
    <w:rsid w:val="00004028"/>
    <w:rsid w:val="000053D5"/>
    <w:rsid w:val="000064C9"/>
    <w:rsid w:val="000069F9"/>
    <w:rsid w:val="00007FD4"/>
    <w:rsid w:val="00010162"/>
    <w:rsid w:val="00011AA1"/>
    <w:rsid w:val="0001306D"/>
    <w:rsid w:val="0001548C"/>
    <w:rsid w:val="000156D3"/>
    <w:rsid w:val="000170FC"/>
    <w:rsid w:val="000203FD"/>
    <w:rsid w:val="000229F3"/>
    <w:rsid w:val="00023A5D"/>
    <w:rsid w:val="00023D6F"/>
    <w:rsid w:val="00024FE4"/>
    <w:rsid w:val="00025A74"/>
    <w:rsid w:val="000264CD"/>
    <w:rsid w:val="00027543"/>
    <w:rsid w:val="00030435"/>
    <w:rsid w:val="00030EF0"/>
    <w:rsid w:val="00031524"/>
    <w:rsid w:val="0003331C"/>
    <w:rsid w:val="00034352"/>
    <w:rsid w:val="0003497C"/>
    <w:rsid w:val="0003619D"/>
    <w:rsid w:val="0003697E"/>
    <w:rsid w:val="00037657"/>
    <w:rsid w:val="00037C24"/>
    <w:rsid w:val="00040726"/>
    <w:rsid w:val="00040ABA"/>
    <w:rsid w:val="0004235C"/>
    <w:rsid w:val="00043978"/>
    <w:rsid w:val="00043DC6"/>
    <w:rsid w:val="00044DBA"/>
    <w:rsid w:val="000452B1"/>
    <w:rsid w:val="00045447"/>
    <w:rsid w:val="00046141"/>
    <w:rsid w:val="000461FE"/>
    <w:rsid w:val="00046A3B"/>
    <w:rsid w:val="0004703B"/>
    <w:rsid w:val="00047492"/>
    <w:rsid w:val="00047EDA"/>
    <w:rsid w:val="0005021A"/>
    <w:rsid w:val="000507F9"/>
    <w:rsid w:val="000515E4"/>
    <w:rsid w:val="00051B8B"/>
    <w:rsid w:val="000528BD"/>
    <w:rsid w:val="0005364C"/>
    <w:rsid w:val="00054F38"/>
    <w:rsid w:val="00055DA1"/>
    <w:rsid w:val="000560B6"/>
    <w:rsid w:val="000564E3"/>
    <w:rsid w:val="000568A7"/>
    <w:rsid w:val="000605A3"/>
    <w:rsid w:val="00061221"/>
    <w:rsid w:val="00062016"/>
    <w:rsid w:val="00063E88"/>
    <w:rsid w:val="000649E6"/>
    <w:rsid w:val="000662CD"/>
    <w:rsid w:val="0006681A"/>
    <w:rsid w:val="00066F4B"/>
    <w:rsid w:val="00067975"/>
    <w:rsid w:val="00071291"/>
    <w:rsid w:val="000727B4"/>
    <w:rsid w:val="00072F81"/>
    <w:rsid w:val="00073833"/>
    <w:rsid w:val="000743C5"/>
    <w:rsid w:val="00075014"/>
    <w:rsid w:val="0007568C"/>
    <w:rsid w:val="000759EC"/>
    <w:rsid w:val="00076A03"/>
    <w:rsid w:val="00081418"/>
    <w:rsid w:val="00081B35"/>
    <w:rsid w:val="000822B4"/>
    <w:rsid w:val="0008248D"/>
    <w:rsid w:val="00082850"/>
    <w:rsid w:val="00082AB4"/>
    <w:rsid w:val="0008359F"/>
    <w:rsid w:val="00083812"/>
    <w:rsid w:val="00083B3F"/>
    <w:rsid w:val="00084059"/>
    <w:rsid w:val="00084079"/>
    <w:rsid w:val="00084864"/>
    <w:rsid w:val="0008486F"/>
    <w:rsid w:val="000851AC"/>
    <w:rsid w:val="00085261"/>
    <w:rsid w:val="0008606E"/>
    <w:rsid w:val="00086360"/>
    <w:rsid w:val="00086650"/>
    <w:rsid w:val="00086CB7"/>
    <w:rsid w:val="000923BE"/>
    <w:rsid w:val="000935E1"/>
    <w:rsid w:val="00094776"/>
    <w:rsid w:val="00095D53"/>
    <w:rsid w:val="00096B35"/>
    <w:rsid w:val="000979F3"/>
    <w:rsid w:val="00097CBC"/>
    <w:rsid w:val="000A02B2"/>
    <w:rsid w:val="000A09F8"/>
    <w:rsid w:val="000A0BFD"/>
    <w:rsid w:val="000A14C2"/>
    <w:rsid w:val="000A3767"/>
    <w:rsid w:val="000A3982"/>
    <w:rsid w:val="000A45D1"/>
    <w:rsid w:val="000A4D6E"/>
    <w:rsid w:val="000A58AB"/>
    <w:rsid w:val="000A6249"/>
    <w:rsid w:val="000A726A"/>
    <w:rsid w:val="000A72E8"/>
    <w:rsid w:val="000A7D40"/>
    <w:rsid w:val="000A7DD1"/>
    <w:rsid w:val="000B00D5"/>
    <w:rsid w:val="000B0290"/>
    <w:rsid w:val="000B0BD1"/>
    <w:rsid w:val="000B0D20"/>
    <w:rsid w:val="000B103D"/>
    <w:rsid w:val="000B13E8"/>
    <w:rsid w:val="000B1746"/>
    <w:rsid w:val="000B1CB8"/>
    <w:rsid w:val="000B292B"/>
    <w:rsid w:val="000B5C5B"/>
    <w:rsid w:val="000B6E5A"/>
    <w:rsid w:val="000B7289"/>
    <w:rsid w:val="000B750F"/>
    <w:rsid w:val="000B7639"/>
    <w:rsid w:val="000B79BF"/>
    <w:rsid w:val="000C16A9"/>
    <w:rsid w:val="000C1A49"/>
    <w:rsid w:val="000C2C72"/>
    <w:rsid w:val="000C3C78"/>
    <w:rsid w:val="000C55A9"/>
    <w:rsid w:val="000C66C2"/>
    <w:rsid w:val="000C7121"/>
    <w:rsid w:val="000C79E2"/>
    <w:rsid w:val="000C7A58"/>
    <w:rsid w:val="000D0775"/>
    <w:rsid w:val="000D0CE7"/>
    <w:rsid w:val="000D0F85"/>
    <w:rsid w:val="000D14D9"/>
    <w:rsid w:val="000D18EF"/>
    <w:rsid w:val="000D1B88"/>
    <w:rsid w:val="000D26AA"/>
    <w:rsid w:val="000D481F"/>
    <w:rsid w:val="000D4F95"/>
    <w:rsid w:val="000D50C8"/>
    <w:rsid w:val="000D5899"/>
    <w:rsid w:val="000D5CEF"/>
    <w:rsid w:val="000E12A4"/>
    <w:rsid w:val="000E23DC"/>
    <w:rsid w:val="000E3438"/>
    <w:rsid w:val="000E34B0"/>
    <w:rsid w:val="000E4BDE"/>
    <w:rsid w:val="000E52EE"/>
    <w:rsid w:val="000E567F"/>
    <w:rsid w:val="000E5D2F"/>
    <w:rsid w:val="000E6126"/>
    <w:rsid w:val="000E6AF6"/>
    <w:rsid w:val="000F008A"/>
    <w:rsid w:val="000F10F6"/>
    <w:rsid w:val="000F169F"/>
    <w:rsid w:val="000F1A1C"/>
    <w:rsid w:val="000F1F09"/>
    <w:rsid w:val="000F2713"/>
    <w:rsid w:val="000F35F5"/>
    <w:rsid w:val="000F4806"/>
    <w:rsid w:val="000F4A55"/>
    <w:rsid w:val="000F63C0"/>
    <w:rsid w:val="000F7380"/>
    <w:rsid w:val="0010003A"/>
    <w:rsid w:val="001005AA"/>
    <w:rsid w:val="00100C0B"/>
    <w:rsid w:val="00100E03"/>
    <w:rsid w:val="00100F6E"/>
    <w:rsid w:val="001016AC"/>
    <w:rsid w:val="00102EA2"/>
    <w:rsid w:val="001038F0"/>
    <w:rsid w:val="00103CD6"/>
    <w:rsid w:val="00106212"/>
    <w:rsid w:val="00106BCD"/>
    <w:rsid w:val="001072CD"/>
    <w:rsid w:val="001078B0"/>
    <w:rsid w:val="0011008D"/>
    <w:rsid w:val="0011061D"/>
    <w:rsid w:val="001131A1"/>
    <w:rsid w:val="00113541"/>
    <w:rsid w:val="00113D9A"/>
    <w:rsid w:val="001141EF"/>
    <w:rsid w:val="0011436A"/>
    <w:rsid w:val="001152B5"/>
    <w:rsid w:val="0011571B"/>
    <w:rsid w:val="0011593D"/>
    <w:rsid w:val="001179B9"/>
    <w:rsid w:val="00117F8F"/>
    <w:rsid w:val="00120338"/>
    <w:rsid w:val="001203D2"/>
    <w:rsid w:val="001207F3"/>
    <w:rsid w:val="001209A1"/>
    <w:rsid w:val="00121C79"/>
    <w:rsid w:val="0012214A"/>
    <w:rsid w:val="00124FF8"/>
    <w:rsid w:val="00125B4C"/>
    <w:rsid w:val="001278D1"/>
    <w:rsid w:val="00131115"/>
    <w:rsid w:val="00131164"/>
    <w:rsid w:val="00131676"/>
    <w:rsid w:val="00131DA4"/>
    <w:rsid w:val="001334B3"/>
    <w:rsid w:val="00134C07"/>
    <w:rsid w:val="00134F43"/>
    <w:rsid w:val="00135C4C"/>
    <w:rsid w:val="0013624A"/>
    <w:rsid w:val="0013642C"/>
    <w:rsid w:val="001403CE"/>
    <w:rsid w:val="00141D75"/>
    <w:rsid w:val="00141DF1"/>
    <w:rsid w:val="00143FB9"/>
    <w:rsid w:val="00144D94"/>
    <w:rsid w:val="001461DF"/>
    <w:rsid w:val="0014633D"/>
    <w:rsid w:val="001463EF"/>
    <w:rsid w:val="00146ABD"/>
    <w:rsid w:val="00147464"/>
    <w:rsid w:val="00147554"/>
    <w:rsid w:val="0014794B"/>
    <w:rsid w:val="00150743"/>
    <w:rsid w:val="00151E55"/>
    <w:rsid w:val="0015306E"/>
    <w:rsid w:val="00153726"/>
    <w:rsid w:val="00154F12"/>
    <w:rsid w:val="00156991"/>
    <w:rsid w:val="00156B4D"/>
    <w:rsid w:val="00161CFB"/>
    <w:rsid w:val="00162C3E"/>
    <w:rsid w:val="00163366"/>
    <w:rsid w:val="00163D78"/>
    <w:rsid w:val="00163D84"/>
    <w:rsid w:val="00165144"/>
    <w:rsid w:val="001702FA"/>
    <w:rsid w:val="001706C3"/>
    <w:rsid w:val="00170CBA"/>
    <w:rsid w:val="00171E3D"/>
    <w:rsid w:val="0017222C"/>
    <w:rsid w:val="00174BCF"/>
    <w:rsid w:val="00174EE6"/>
    <w:rsid w:val="00174FEF"/>
    <w:rsid w:val="00175597"/>
    <w:rsid w:val="00175656"/>
    <w:rsid w:val="001768FF"/>
    <w:rsid w:val="00177C8C"/>
    <w:rsid w:val="001804FB"/>
    <w:rsid w:val="001806B1"/>
    <w:rsid w:val="00181003"/>
    <w:rsid w:val="00182271"/>
    <w:rsid w:val="00183120"/>
    <w:rsid w:val="001837BF"/>
    <w:rsid w:val="00185F82"/>
    <w:rsid w:val="00185FCB"/>
    <w:rsid w:val="0018612F"/>
    <w:rsid w:val="0018642D"/>
    <w:rsid w:val="0018646F"/>
    <w:rsid w:val="00186BD4"/>
    <w:rsid w:val="00186F85"/>
    <w:rsid w:val="0018703C"/>
    <w:rsid w:val="001871E4"/>
    <w:rsid w:val="00187477"/>
    <w:rsid w:val="00187581"/>
    <w:rsid w:val="00187C4F"/>
    <w:rsid w:val="0019058A"/>
    <w:rsid w:val="00190EF2"/>
    <w:rsid w:val="0019178D"/>
    <w:rsid w:val="00192670"/>
    <w:rsid w:val="00192E03"/>
    <w:rsid w:val="00193123"/>
    <w:rsid w:val="001942AD"/>
    <w:rsid w:val="00196058"/>
    <w:rsid w:val="0019605D"/>
    <w:rsid w:val="001976E0"/>
    <w:rsid w:val="0019791E"/>
    <w:rsid w:val="00197C62"/>
    <w:rsid w:val="00197F1A"/>
    <w:rsid w:val="001A03BB"/>
    <w:rsid w:val="001A15B8"/>
    <w:rsid w:val="001A3405"/>
    <w:rsid w:val="001A4467"/>
    <w:rsid w:val="001A5076"/>
    <w:rsid w:val="001A5A1F"/>
    <w:rsid w:val="001A60A7"/>
    <w:rsid w:val="001A6446"/>
    <w:rsid w:val="001A6B04"/>
    <w:rsid w:val="001A6C4A"/>
    <w:rsid w:val="001A7279"/>
    <w:rsid w:val="001B0578"/>
    <w:rsid w:val="001B08E2"/>
    <w:rsid w:val="001B1B41"/>
    <w:rsid w:val="001B2248"/>
    <w:rsid w:val="001B368F"/>
    <w:rsid w:val="001B55DA"/>
    <w:rsid w:val="001B5C43"/>
    <w:rsid w:val="001B5F3F"/>
    <w:rsid w:val="001B6ED5"/>
    <w:rsid w:val="001B6FFF"/>
    <w:rsid w:val="001B74EE"/>
    <w:rsid w:val="001B7726"/>
    <w:rsid w:val="001B7DE1"/>
    <w:rsid w:val="001B7FFD"/>
    <w:rsid w:val="001C0A94"/>
    <w:rsid w:val="001C144A"/>
    <w:rsid w:val="001C2611"/>
    <w:rsid w:val="001C4E75"/>
    <w:rsid w:val="001C4F97"/>
    <w:rsid w:val="001C54EF"/>
    <w:rsid w:val="001C5662"/>
    <w:rsid w:val="001C5B27"/>
    <w:rsid w:val="001C769C"/>
    <w:rsid w:val="001D0D98"/>
    <w:rsid w:val="001D1595"/>
    <w:rsid w:val="001D377F"/>
    <w:rsid w:val="001D57A3"/>
    <w:rsid w:val="001E03FF"/>
    <w:rsid w:val="001E0B04"/>
    <w:rsid w:val="001E2445"/>
    <w:rsid w:val="001E3362"/>
    <w:rsid w:val="001E4217"/>
    <w:rsid w:val="001E64B7"/>
    <w:rsid w:val="001E68B1"/>
    <w:rsid w:val="001E68DD"/>
    <w:rsid w:val="001E6FF7"/>
    <w:rsid w:val="001E7AF0"/>
    <w:rsid w:val="001E7E64"/>
    <w:rsid w:val="001F0590"/>
    <w:rsid w:val="001F3396"/>
    <w:rsid w:val="001F39D3"/>
    <w:rsid w:val="001F3E5A"/>
    <w:rsid w:val="001F49B5"/>
    <w:rsid w:val="001F4CB3"/>
    <w:rsid w:val="001F53EC"/>
    <w:rsid w:val="001F5EC4"/>
    <w:rsid w:val="001F6179"/>
    <w:rsid w:val="001F6837"/>
    <w:rsid w:val="00202918"/>
    <w:rsid w:val="00203A7E"/>
    <w:rsid w:val="00203E01"/>
    <w:rsid w:val="00204835"/>
    <w:rsid w:val="00204E1A"/>
    <w:rsid w:val="0020558B"/>
    <w:rsid w:val="00205976"/>
    <w:rsid w:val="00205B60"/>
    <w:rsid w:val="00206420"/>
    <w:rsid w:val="00207604"/>
    <w:rsid w:val="00213492"/>
    <w:rsid w:val="00213AD8"/>
    <w:rsid w:val="00214026"/>
    <w:rsid w:val="002153AF"/>
    <w:rsid w:val="002154AC"/>
    <w:rsid w:val="002168F0"/>
    <w:rsid w:val="00217FEC"/>
    <w:rsid w:val="00220851"/>
    <w:rsid w:val="00220BA8"/>
    <w:rsid w:val="00221497"/>
    <w:rsid w:val="00221D33"/>
    <w:rsid w:val="00222C22"/>
    <w:rsid w:val="00222FDD"/>
    <w:rsid w:val="00223C3A"/>
    <w:rsid w:val="00225B8D"/>
    <w:rsid w:val="00225BE1"/>
    <w:rsid w:val="002266A2"/>
    <w:rsid w:val="00232C6B"/>
    <w:rsid w:val="00232E65"/>
    <w:rsid w:val="00233A94"/>
    <w:rsid w:val="00234661"/>
    <w:rsid w:val="00234B71"/>
    <w:rsid w:val="002355F3"/>
    <w:rsid w:val="00237E24"/>
    <w:rsid w:val="0024015B"/>
    <w:rsid w:val="00240432"/>
    <w:rsid w:val="00240B07"/>
    <w:rsid w:val="00241042"/>
    <w:rsid w:val="0024105F"/>
    <w:rsid w:val="00242FF3"/>
    <w:rsid w:val="00243585"/>
    <w:rsid w:val="00243E77"/>
    <w:rsid w:val="00243EE9"/>
    <w:rsid w:val="0024418A"/>
    <w:rsid w:val="00245367"/>
    <w:rsid w:val="00245840"/>
    <w:rsid w:val="00246E92"/>
    <w:rsid w:val="0024715A"/>
    <w:rsid w:val="00247F1F"/>
    <w:rsid w:val="00251C6E"/>
    <w:rsid w:val="00251CDC"/>
    <w:rsid w:val="00252125"/>
    <w:rsid w:val="00253A87"/>
    <w:rsid w:val="00253DD5"/>
    <w:rsid w:val="00255483"/>
    <w:rsid w:val="0025636A"/>
    <w:rsid w:val="00256692"/>
    <w:rsid w:val="00256D98"/>
    <w:rsid w:val="002570D6"/>
    <w:rsid w:val="00257120"/>
    <w:rsid w:val="00257212"/>
    <w:rsid w:val="0025742B"/>
    <w:rsid w:val="002622BE"/>
    <w:rsid w:val="002631D8"/>
    <w:rsid w:val="002648C4"/>
    <w:rsid w:val="00264E47"/>
    <w:rsid w:val="00265E7A"/>
    <w:rsid w:val="00266039"/>
    <w:rsid w:val="002661A0"/>
    <w:rsid w:val="00266E3F"/>
    <w:rsid w:val="0026768F"/>
    <w:rsid w:val="00267D40"/>
    <w:rsid w:val="0027069D"/>
    <w:rsid w:val="00270C21"/>
    <w:rsid w:val="002711CF"/>
    <w:rsid w:val="00271332"/>
    <w:rsid w:val="00271A24"/>
    <w:rsid w:val="00271A6D"/>
    <w:rsid w:val="00273184"/>
    <w:rsid w:val="00274474"/>
    <w:rsid w:val="00275170"/>
    <w:rsid w:val="00275220"/>
    <w:rsid w:val="00276E99"/>
    <w:rsid w:val="00277758"/>
    <w:rsid w:val="002800AD"/>
    <w:rsid w:val="00281665"/>
    <w:rsid w:val="0028182A"/>
    <w:rsid w:val="00281A03"/>
    <w:rsid w:val="002821D6"/>
    <w:rsid w:val="00282FD4"/>
    <w:rsid w:val="00283CB2"/>
    <w:rsid w:val="00284729"/>
    <w:rsid w:val="002855E9"/>
    <w:rsid w:val="00290522"/>
    <w:rsid w:val="00290FC3"/>
    <w:rsid w:val="0029182C"/>
    <w:rsid w:val="00291EF3"/>
    <w:rsid w:val="00293BE4"/>
    <w:rsid w:val="00295042"/>
    <w:rsid w:val="002960CA"/>
    <w:rsid w:val="002A096E"/>
    <w:rsid w:val="002A09D6"/>
    <w:rsid w:val="002A1E5F"/>
    <w:rsid w:val="002A22CF"/>
    <w:rsid w:val="002A2453"/>
    <w:rsid w:val="002A3081"/>
    <w:rsid w:val="002A37E9"/>
    <w:rsid w:val="002A54AA"/>
    <w:rsid w:val="002A5644"/>
    <w:rsid w:val="002A5A35"/>
    <w:rsid w:val="002A6DE3"/>
    <w:rsid w:val="002A7166"/>
    <w:rsid w:val="002A7AC9"/>
    <w:rsid w:val="002B03A4"/>
    <w:rsid w:val="002B0834"/>
    <w:rsid w:val="002B0E7A"/>
    <w:rsid w:val="002B2871"/>
    <w:rsid w:val="002B357E"/>
    <w:rsid w:val="002B39AC"/>
    <w:rsid w:val="002B3B3F"/>
    <w:rsid w:val="002B5478"/>
    <w:rsid w:val="002B5538"/>
    <w:rsid w:val="002B6F70"/>
    <w:rsid w:val="002C00A4"/>
    <w:rsid w:val="002C0F97"/>
    <w:rsid w:val="002C196A"/>
    <w:rsid w:val="002C28ED"/>
    <w:rsid w:val="002C31DA"/>
    <w:rsid w:val="002C4ADC"/>
    <w:rsid w:val="002C627E"/>
    <w:rsid w:val="002C70BC"/>
    <w:rsid w:val="002C7641"/>
    <w:rsid w:val="002C7774"/>
    <w:rsid w:val="002D02AB"/>
    <w:rsid w:val="002D16C7"/>
    <w:rsid w:val="002D18E6"/>
    <w:rsid w:val="002D1BF8"/>
    <w:rsid w:val="002D2EC7"/>
    <w:rsid w:val="002D34A3"/>
    <w:rsid w:val="002D48B0"/>
    <w:rsid w:val="002D63E6"/>
    <w:rsid w:val="002D6F69"/>
    <w:rsid w:val="002E00B6"/>
    <w:rsid w:val="002E0634"/>
    <w:rsid w:val="002E0989"/>
    <w:rsid w:val="002E19CE"/>
    <w:rsid w:val="002E1CE9"/>
    <w:rsid w:val="002E30A5"/>
    <w:rsid w:val="002E3669"/>
    <w:rsid w:val="002E3728"/>
    <w:rsid w:val="002E3BD5"/>
    <w:rsid w:val="002E3D47"/>
    <w:rsid w:val="002E3F2E"/>
    <w:rsid w:val="002E65B2"/>
    <w:rsid w:val="002F024B"/>
    <w:rsid w:val="002F377E"/>
    <w:rsid w:val="002F4155"/>
    <w:rsid w:val="002F4C51"/>
    <w:rsid w:val="002F4CDB"/>
    <w:rsid w:val="002F6CAF"/>
    <w:rsid w:val="0030039B"/>
    <w:rsid w:val="0030071A"/>
    <w:rsid w:val="00300AB3"/>
    <w:rsid w:val="00300AF3"/>
    <w:rsid w:val="00300B60"/>
    <w:rsid w:val="00300E9D"/>
    <w:rsid w:val="00301999"/>
    <w:rsid w:val="00301DBE"/>
    <w:rsid w:val="003034E0"/>
    <w:rsid w:val="00303948"/>
    <w:rsid w:val="00303C13"/>
    <w:rsid w:val="003055A6"/>
    <w:rsid w:val="00307148"/>
    <w:rsid w:val="00307490"/>
    <w:rsid w:val="00311536"/>
    <w:rsid w:val="003115EB"/>
    <w:rsid w:val="003163E7"/>
    <w:rsid w:val="003166FB"/>
    <w:rsid w:val="00320028"/>
    <w:rsid w:val="00320CC3"/>
    <w:rsid w:val="00321198"/>
    <w:rsid w:val="00321F73"/>
    <w:rsid w:val="00322FDC"/>
    <w:rsid w:val="00324DA2"/>
    <w:rsid w:val="00330506"/>
    <w:rsid w:val="003306D0"/>
    <w:rsid w:val="003328AB"/>
    <w:rsid w:val="00333754"/>
    <w:rsid w:val="00333DC6"/>
    <w:rsid w:val="003349B6"/>
    <w:rsid w:val="00336040"/>
    <w:rsid w:val="00337A77"/>
    <w:rsid w:val="003409FA"/>
    <w:rsid w:val="00340F0C"/>
    <w:rsid w:val="00342141"/>
    <w:rsid w:val="00342B8A"/>
    <w:rsid w:val="003440CF"/>
    <w:rsid w:val="00345FA2"/>
    <w:rsid w:val="003466AC"/>
    <w:rsid w:val="00346E3E"/>
    <w:rsid w:val="00346FC5"/>
    <w:rsid w:val="00350271"/>
    <w:rsid w:val="003503F1"/>
    <w:rsid w:val="00350CA3"/>
    <w:rsid w:val="003551C1"/>
    <w:rsid w:val="00356ABB"/>
    <w:rsid w:val="00356BED"/>
    <w:rsid w:val="00356E24"/>
    <w:rsid w:val="00357442"/>
    <w:rsid w:val="003617FC"/>
    <w:rsid w:val="00361892"/>
    <w:rsid w:val="00362433"/>
    <w:rsid w:val="00362D36"/>
    <w:rsid w:val="00363472"/>
    <w:rsid w:val="003645A8"/>
    <w:rsid w:val="0036588A"/>
    <w:rsid w:val="003658E4"/>
    <w:rsid w:val="003670EB"/>
    <w:rsid w:val="003678C5"/>
    <w:rsid w:val="00367934"/>
    <w:rsid w:val="00370BCA"/>
    <w:rsid w:val="003715C1"/>
    <w:rsid w:val="003715E9"/>
    <w:rsid w:val="00373129"/>
    <w:rsid w:val="00373349"/>
    <w:rsid w:val="00373666"/>
    <w:rsid w:val="00374928"/>
    <w:rsid w:val="0037535E"/>
    <w:rsid w:val="00376DAB"/>
    <w:rsid w:val="00376FCD"/>
    <w:rsid w:val="003813F4"/>
    <w:rsid w:val="00381952"/>
    <w:rsid w:val="00381CE8"/>
    <w:rsid w:val="00382ED3"/>
    <w:rsid w:val="00384B05"/>
    <w:rsid w:val="00385993"/>
    <w:rsid w:val="00385EFB"/>
    <w:rsid w:val="0038621A"/>
    <w:rsid w:val="0038666F"/>
    <w:rsid w:val="00387D0C"/>
    <w:rsid w:val="0039167F"/>
    <w:rsid w:val="0039196D"/>
    <w:rsid w:val="003924DE"/>
    <w:rsid w:val="003927F2"/>
    <w:rsid w:val="00393F8D"/>
    <w:rsid w:val="003A01EB"/>
    <w:rsid w:val="003A1607"/>
    <w:rsid w:val="003A1FCC"/>
    <w:rsid w:val="003A31CE"/>
    <w:rsid w:val="003A4268"/>
    <w:rsid w:val="003A4CA3"/>
    <w:rsid w:val="003A52F4"/>
    <w:rsid w:val="003A5505"/>
    <w:rsid w:val="003A5AE9"/>
    <w:rsid w:val="003A5EAD"/>
    <w:rsid w:val="003A6D6B"/>
    <w:rsid w:val="003A7B49"/>
    <w:rsid w:val="003B0272"/>
    <w:rsid w:val="003B1A8C"/>
    <w:rsid w:val="003B1B2F"/>
    <w:rsid w:val="003B35A9"/>
    <w:rsid w:val="003B379D"/>
    <w:rsid w:val="003B41D6"/>
    <w:rsid w:val="003B43B7"/>
    <w:rsid w:val="003B4815"/>
    <w:rsid w:val="003B68B1"/>
    <w:rsid w:val="003B740D"/>
    <w:rsid w:val="003B7A8B"/>
    <w:rsid w:val="003C0037"/>
    <w:rsid w:val="003C22F4"/>
    <w:rsid w:val="003C271E"/>
    <w:rsid w:val="003C3699"/>
    <w:rsid w:val="003C3809"/>
    <w:rsid w:val="003C4E24"/>
    <w:rsid w:val="003C5085"/>
    <w:rsid w:val="003C53EF"/>
    <w:rsid w:val="003C7DD3"/>
    <w:rsid w:val="003D32DB"/>
    <w:rsid w:val="003D39B0"/>
    <w:rsid w:val="003D4126"/>
    <w:rsid w:val="003D4896"/>
    <w:rsid w:val="003D5F03"/>
    <w:rsid w:val="003E01AE"/>
    <w:rsid w:val="003E0591"/>
    <w:rsid w:val="003E0B5B"/>
    <w:rsid w:val="003E1510"/>
    <w:rsid w:val="003E17A8"/>
    <w:rsid w:val="003E2BE5"/>
    <w:rsid w:val="003E3552"/>
    <w:rsid w:val="003E3C72"/>
    <w:rsid w:val="003E5327"/>
    <w:rsid w:val="003E5BB3"/>
    <w:rsid w:val="003E731A"/>
    <w:rsid w:val="003E73B2"/>
    <w:rsid w:val="003E758E"/>
    <w:rsid w:val="003F12BD"/>
    <w:rsid w:val="003F18CB"/>
    <w:rsid w:val="003F29F7"/>
    <w:rsid w:val="003F3B3A"/>
    <w:rsid w:val="003F3EC0"/>
    <w:rsid w:val="003F6AC2"/>
    <w:rsid w:val="003F71A3"/>
    <w:rsid w:val="0040030B"/>
    <w:rsid w:val="00401444"/>
    <w:rsid w:val="00401C3D"/>
    <w:rsid w:val="0040376B"/>
    <w:rsid w:val="0040380C"/>
    <w:rsid w:val="00404477"/>
    <w:rsid w:val="00404B81"/>
    <w:rsid w:val="00405069"/>
    <w:rsid w:val="00405856"/>
    <w:rsid w:val="00407BE7"/>
    <w:rsid w:val="00407E70"/>
    <w:rsid w:val="00410018"/>
    <w:rsid w:val="00410153"/>
    <w:rsid w:val="00410228"/>
    <w:rsid w:val="00410473"/>
    <w:rsid w:val="004118BE"/>
    <w:rsid w:val="004118D5"/>
    <w:rsid w:val="00411961"/>
    <w:rsid w:val="00412422"/>
    <w:rsid w:val="00412B4A"/>
    <w:rsid w:val="00412D78"/>
    <w:rsid w:val="00412E38"/>
    <w:rsid w:val="004132F8"/>
    <w:rsid w:val="00413D79"/>
    <w:rsid w:val="00414691"/>
    <w:rsid w:val="004146ED"/>
    <w:rsid w:val="004146EF"/>
    <w:rsid w:val="0041497F"/>
    <w:rsid w:val="00414C7C"/>
    <w:rsid w:val="00414DEA"/>
    <w:rsid w:val="00416191"/>
    <w:rsid w:val="00416518"/>
    <w:rsid w:val="004172AC"/>
    <w:rsid w:val="004176C0"/>
    <w:rsid w:val="00420064"/>
    <w:rsid w:val="0042084C"/>
    <w:rsid w:val="00421DDF"/>
    <w:rsid w:val="00422CCC"/>
    <w:rsid w:val="004234EB"/>
    <w:rsid w:val="00423E20"/>
    <w:rsid w:val="00423EA3"/>
    <w:rsid w:val="0042588B"/>
    <w:rsid w:val="00426497"/>
    <w:rsid w:val="00427DB0"/>
    <w:rsid w:val="00427EED"/>
    <w:rsid w:val="00431C1E"/>
    <w:rsid w:val="00432E9D"/>
    <w:rsid w:val="004345B9"/>
    <w:rsid w:val="00434DA0"/>
    <w:rsid w:val="00435B8E"/>
    <w:rsid w:val="00436270"/>
    <w:rsid w:val="004364CF"/>
    <w:rsid w:val="00440117"/>
    <w:rsid w:val="0044073D"/>
    <w:rsid w:val="004419ED"/>
    <w:rsid w:val="00441F29"/>
    <w:rsid w:val="0044342D"/>
    <w:rsid w:val="004438A7"/>
    <w:rsid w:val="0044398F"/>
    <w:rsid w:val="00444604"/>
    <w:rsid w:val="00444C1B"/>
    <w:rsid w:val="00445406"/>
    <w:rsid w:val="0044652B"/>
    <w:rsid w:val="0044709C"/>
    <w:rsid w:val="00447285"/>
    <w:rsid w:val="0044744B"/>
    <w:rsid w:val="00447B8B"/>
    <w:rsid w:val="00447BDE"/>
    <w:rsid w:val="00450724"/>
    <w:rsid w:val="004522C3"/>
    <w:rsid w:val="00454401"/>
    <w:rsid w:val="00454BCA"/>
    <w:rsid w:val="00455B0A"/>
    <w:rsid w:val="00455C6A"/>
    <w:rsid w:val="00456C64"/>
    <w:rsid w:val="00456CF1"/>
    <w:rsid w:val="00456D64"/>
    <w:rsid w:val="004574ED"/>
    <w:rsid w:val="004612B6"/>
    <w:rsid w:val="00461619"/>
    <w:rsid w:val="00461817"/>
    <w:rsid w:val="00461ADF"/>
    <w:rsid w:val="004621D1"/>
    <w:rsid w:val="0046366E"/>
    <w:rsid w:val="00463C40"/>
    <w:rsid w:val="00463E79"/>
    <w:rsid w:val="00464E33"/>
    <w:rsid w:val="004660B6"/>
    <w:rsid w:val="00466600"/>
    <w:rsid w:val="00466896"/>
    <w:rsid w:val="00467670"/>
    <w:rsid w:val="004700C8"/>
    <w:rsid w:val="0047092C"/>
    <w:rsid w:val="00470BB4"/>
    <w:rsid w:val="00470FA3"/>
    <w:rsid w:val="0047121D"/>
    <w:rsid w:val="004721EC"/>
    <w:rsid w:val="00474889"/>
    <w:rsid w:val="004758D7"/>
    <w:rsid w:val="004758E2"/>
    <w:rsid w:val="004763B7"/>
    <w:rsid w:val="004766C9"/>
    <w:rsid w:val="004767A2"/>
    <w:rsid w:val="00477DCB"/>
    <w:rsid w:val="00480B62"/>
    <w:rsid w:val="00480E43"/>
    <w:rsid w:val="0048285D"/>
    <w:rsid w:val="00482A4B"/>
    <w:rsid w:val="0048397E"/>
    <w:rsid w:val="00483B04"/>
    <w:rsid w:val="00484D1B"/>
    <w:rsid w:val="00485BB7"/>
    <w:rsid w:val="0048661C"/>
    <w:rsid w:val="00487695"/>
    <w:rsid w:val="004903A9"/>
    <w:rsid w:val="0049160A"/>
    <w:rsid w:val="00492617"/>
    <w:rsid w:val="00492783"/>
    <w:rsid w:val="0049281E"/>
    <w:rsid w:val="0049293C"/>
    <w:rsid w:val="00494606"/>
    <w:rsid w:val="004958D9"/>
    <w:rsid w:val="00495AAE"/>
    <w:rsid w:val="00496183"/>
    <w:rsid w:val="00497015"/>
    <w:rsid w:val="00497115"/>
    <w:rsid w:val="004A14F2"/>
    <w:rsid w:val="004A1860"/>
    <w:rsid w:val="004A2022"/>
    <w:rsid w:val="004A241C"/>
    <w:rsid w:val="004A2500"/>
    <w:rsid w:val="004A37A5"/>
    <w:rsid w:val="004A4CB0"/>
    <w:rsid w:val="004A5C16"/>
    <w:rsid w:val="004A63E6"/>
    <w:rsid w:val="004B00A0"/>
    <w:rsid w:val="004B08EF"/>
    <w:rsid w:val="004B0C05"/>
    <w:rsid w:val="004B10B4"/>
    <w:rsid w:val="004B16BE"/>
    <w:rsid w:val="004B17AC"/>
    <w:rsid w:val="004B2914"/>
    <w:rsid w:val="004B44D4"/>
    <w:rsid w:val="004B459C"/>
    <w:rsid w:val="004B48AF"/>
    <w:rsid w:val="004B4CC8"/>
    <w:rsid w:val="004B5844"/>
    <w:rsid w:val="004B7A12"/>
    <w:rsid w:val="004C095E"/>
    <w:rsid w:val="004C1EBA"/>
    <w:rsid w:val="004C2B71"/>
    <w:rsid w:val="004C360C"/>
    <w:rsid w:val="004C5644"/>
    <w:rsid w:val="004C56AD"/>
    <w:rsid w:val="004C6177"/>
    <w:rsid w:val="004D0F30"/>
    <w:rsid w:val="004D15C8"/>
    <w:rsid w:val="004D1DC8"/>
    <w:rsid w:val="004D2694"/>
    <w:rsid w:val="004D2C9C"/>
    <w:rsid w:val="004D3948"/>
    <w:rsid w:val="004D3B54"/>
    <w:rsid w:val="004D43FC"/>
    <w:rsid w:val="004D493A"/>
    <w:rsid w:val="004D5FDF"/>
    <w:rsid w:val="004D6AC8"/>
    <w:rsid w:val="004D7F1E"/>
    <w:rsid w:val="004E1A16"/>
    <w:rsid w:val="004E30C4"/>
    <w:rsid w:val="004E3453"/>
    <w:rsid w:val="004E354E"/>
    <w:rsid w:val="004E3711"/>
    <w:rsid w:val="004E3B83"/>
    <w:rsid w:val="004E49AB"/>
    <w:rsid w:val="004E5D5C"/>
    <w:rsid w:val="004E6327"/>
    <w:rsid w:val="004E79D7"/>
    <w:rsid w:val="004F0A7C"/>
    <w:rsid w:val="004F328C"/>
    <w:rsid w:val="004F345C"/>
    <w:rsid w:val="004F37F6"/>
    <w:rsid w:val="004F4041"/>
    <w:rsid w:val="004F455F"/>
    <w:rsid w:val="004F4A97"/>
    <w:rsid w:val="004F521D"/>
    <w:rsid w:val="004F547A"/>
    <w:rsid w:val="004F5CD4"/>
    <w:rsid w:val="004F5F35"/>
    <w:rsid w:val="004F62AA"/>
    <w:rsid w:val="004F6E17"/>
    <w:rsid w:val="004F7873"/>
    <w:rsid w:val="005000C9"/>
    <w:rsid w:val="005015D4"/>
    <w:rsid w:val="00502E15"/>
    <w:rsid w:val="00503193"/>
    <w:rsid w:val="0050394E"/>
    <w:rsid w:val="00503B5F"/>
    <w:rsid w:val="00504283"/>
    <w:rsid w:val="005051C4"/>
    <w:rsid w:val="00505E8B"/>
    <w:rsid w:val="005060BF"/>
    <w:rsid w:val="00506275"/>
    <w:rsid w:val="0050642C"/>
    <w:rsid w:val="00506E20"/>
    <w:rsid w:val="00507601"/>
    <w:rsid w:val="00507841"/>
    <w:rsid w:val="00507C82"/>
    <w:rsid w:val="005104C3"/>
    <w:rsid w:val="00512974"/>
    <w:rsid w:val="00512E7E"/>
    <w:rsid w:val="00513415"/>
    <w:rsid w:val="00515152"/>
    <w:rsid w:val="005171E7"/>
    <w:rsid w:val="00517DDE"/>
    <w:rsid w:val="0052130A"/>
    <w:rsid w:val="00522BEF"/>
    <w:rsid w:val="00523688"/>
    <w:rsid w:val="0052381F"/>
    <w:rsid w:val="00524E98"/>
    <w:rsid w:val="005252E7"/>
    <w:rsid w:val="00525AB0"/>
    <w:rsid w:val="00525AC9"/>
    <w:rsid w:val="00527613"/>
    <w:rsid w:val="005307D4"/>
    <w:rsid w:val="00530AC8"/>
    <w:rsid w:val="00530B9F"/>
    <w:rsid w:val="00531836"/>
    <w:rsid w:val="00532A3E"/>
    <w:rsid w:val="00534001"/>
    <w:rsid w:val="00534DDC"/>
    <w:rsid w:val="005352FB"/>
    <w:rsid w:val="00536E50"/>
    <w:rsid w:val="00537E2E"/>
    <w:rsid w:val="005408F2"/>
    <w:rsid w:val="00541B4A"/>
    <w:rsid w:val="00541BD0"/>
    <w:rsid w:val="00542719"/>
    <w:rsid w:val="00543565"/>
    <w:rsid w:val="0054485F"/>
    <w:rsid w:val="00544A98"/>
    <w:rsid w:val="00545B3C"/>
    <w:rsid w:val="00547E5B"/>
    <w:rsid w:val="005504C7"/>
    <w:rsid w:val="00551239"/>
    <w:rsid w:val="005524B8"/>
    <w:rsid w:val="00553A22"/>
    <w:rsid w:val="005542F3"/>
    <w:rsid w:val="0055440F"/>
    <w:rsid w:val="00554862"/>
    <w:rsid w:val="00554E7B"/>
    <w:rsid w:val="0055691A"/>
    <w:rsid w:val="00556C45"/>
    <w:rsid w:val="00560000"/>
    <w:rsid w:val="005604D0"/>
    <w:rsid w:val="0056206C"/>
    <w:rsid w:val="00562073"/>
    <w:rsid w:val="005631A4"/>
    <w:rsid w:val="0056380D"/>
    <w:rsid w:val="005647BE"/>
    <w:rsid w:val="0056585D"/>
    <w:rsid w:val="00566B1C"/>
    <w:rsid w:val="00566EFB"/>
    <w:rsid w:val="005674E3"/>
    <w:rsid w:val="005678FD"/>
    <w:rsid w:val="0057120D"/>
    <w:rsid w:val="00571225"/>
    <w:rsid w:val="0057143E"/>
    <w:rsid w:val="005714EC"/>
    <w:rsid w:val="005725E2"/>
    <w:rsid w:val="00572CDF"/>
    <w:rsid w:val="005740FB"/>
    <w:rsid w:val="005747A1"/>
    <w:rsid w:val="00574912"/>
    <w:rsid w:val="00575FF9"/>
    <w:rsid w:val="00577121"/>
    <w:rsid w:val="005814DF"/>
    <w:rsid w:val="00581DF8"/>
    <w:rsid w:val="00581E5C"/>
    <w:rsid w:val="00582C93"/>
    <w:rsid w:val="00582F8D"/>
    <w:rsid w:val="00583BAB"/>
    <w:rsid w:val="00583F51"/>
    <w:rsid w:val="00585974"/>
    <w:rsid w:val="00585E15"/>
    <w:rsid w:val="0058647E"/>
    <w:rsid w:val="00586BCE"/>
    <w:rsid w:val="00587173"/>
    <w:rsid w:val="005876F7"/>
    <w:rsid w:val="00587CE4"/>
    <w:rsid w:val="005909A0"/>
    <w:rsid w:val="00591C88"/>
    <w:rsid w:val="0059408B"/>
    <w:rsid w:val="005941E7"/>
    <w:rsid w:val="0059491D"/>
    <w:rsid w:val="00595CA1"/>
    <w:rsid w:val="005966D0"/>
    <w:rsid w:val="00596D51"/>
    <w:rsid w:val="005971A9"/>
    <w:rsid w:val="005A0600"/>
    <w:rsid w:val="005A07AB"/>
    <w:rsid w:val="005A0818"/>
    <w:rsid w:val="005A09B6"/>
    <w:rsid w:val="005A20F8"/>
    <w:rsid w:val="005A2165"/>
    <w:rsid w:val="005A30FF"/>
    <w:rsid w:val="005A33D2"/>
    <w:rsid w:val="005A6D5C"/>
    <w:rsid w:val="005B072C"/>
    <w:rsid w:val="005B1799"/>
    <w:rsid w:val="005B17A6"/>
    <w:rsid w:val="005B2609"/>
    <w:rsid w:val="005B2644"/>
    <w:rsid w:val="005B41C1"/>
    <w:rsid w:val="005B46B5"/>
    <w:rsid w:val="005B4B8F"/>
    <w:rsid w:val="005B4C79"/>
    <w:rsid w:val="005B5D49"/>
    <w:rsid w:val="005B668A"/>
    <w:rsid w:val="005B70E9"/>
    <w:rsid w:val="005C0ADE"/>
    <w:rsid w:val="005C0EA4"/>
    <w:rsid w:val="005C0FB3"/>
    <w:rsid w:val="005C15BD"/>
    <w:rsid w:val="005C18F9"/>
    <w:rsid w:val="005C1CE1"/>
    <w:rsid w:val="005C3221"/>
    <w:rsid w:val="005C4A8E"/>
    <w:rsid w:val="005C5FDA"/>
    <w:rsid w:val="005D0F48"/>
    <w:rsid w:val="005D119F"/>
    <w:rsid w:val="005D4223"/>
    <w:rsid w:val="005D547A"/>
    <w:rsid w:val="005D5AFA"/>
    <w:rsid w:val="005D687B"/>
    <w:rsid w:val="005D6D78"/>
    <w:rsid w:val="005D742E"/>
    <w:rsid w:val="005D7648"/>
    <w:rsid w:val="005D7A73"/>
    <w:rsid w:val="005D7B4B"/>
    <w:rsid w:val="005E0051"/>
    <w:rsid w:val="005E204A"/>
    <w:rsid w:val="005E2234"/>
    <w:rsid w:val="005E3BA3"/>
    <w:rsid w:val="005E3EAE"/>
    <w:rsid w:val="005E4AA5"/>
    <w:rsid w:val="005E4F63"/>
    <w:rsid w:val="005E5C35"/>
    <w:rsid w:val="005E5F3D"/>
    <w:rsid w:val="005E67B4"/>
    <w:rsid w:val="005E7A7F"/>
    <w:rsid w:val="005E7E25"/>
    <w:rsid w:val="005F0E4A"/>
    <w:rsid w:val="005F27D0"/>
    <w:rsid w:val="005F397E"/>
    <w:rsid w:val="005F481F"/>
    <w:rsid w:val="005F49C9"/>
    <w:rsid w:val="005F4A68"/>
    <w:rsid w:val="005F5C9E"/>
    <w:rsid w:val="005F6509"/>
    <w:rsid w:val="005F6CEF"/>
    <w:rsid w:val="005F6FD9"/>
    <w:rsid w:val="005F7B3E"/>
    <w:rsid w:val="006000A3"/>
    <w:rsid w:val="0060062A"/>
    <w:rsid w:val="006014F7"/>
    <w:rsid w:val="00602B2A"/>
    <w:rsid w:val="0060392B"/>
    <w:rsid w:val="00604341"/>
    <w:rsid w:val="00604A1B"/>
    <w:rsid w:val="00604AF4"/>
    <w:rsid w:val="0060626F"/>
    <w:rsid w:val="006070FE"/>
    <w:rsid w:val="0061022E"/>
    <w:rsid w:val="00610A76"/>
    <w:rsid w:val="00610C2F"/>
    <w:rsid w:val="00612761"/>
    <w:rsid w:val="00613E99"/>
    <w:rsid w:val="0061496F"/>
    <w:rsid w:val="00614AF5"/>
    <w:rsid w:val="00615280"/>
    <w:rsid w:val="00615812"/>
    <w:rsid w:val="0061673A"/>
    <w:rsid w:val="006169AB"/>
    <w:rsid w:val="0062032E"/>
    <w:rsid w:val="006205CA"/>
    <w:rsid w:val="00620C51"/>
    <w:rsid w:val="00621656"/>
    <w:rsid w:val="00621E24"/>
    <w:rsid w:val="006249F3"/>
    <w:rsid w:val="00624BFD"/>
    <w:rsid w:val="00624CB4"/>
    <w:rsid w:val="0062753A"/>
    <w:rsid w:val="00627FB2"/>
    <w:rsid w:val="00631533"/>
    <w:rsid w:val="0063571B"/>
    <w:rsid w:val="0063591A"/>
    <w:rsid w:val="00635A7E"/>
    <w:rsid w:val="00637770"/>
    <w:rsid w:val="006405D9"/>
    <w:rsid w:val="00640D55"/>
    <w:rsid w:val="00640F79"/>
    <w:rsid w:val="0064562B"/>
    <w:rsid w:val="00645FA1"/>
    <w:rsid w:val="00646246"/>
    <w:rsid w:val="00646AD5"/>
    <w:rsid w:val="0064740A"/>
    <w:rsid w:val="006500B8"/>
    <w:rsid w:val="00650111"/>
    <w:rsid w:val="00651482"/>
    <w:rsid w:val="006541B0"/>
    <w:rsid w:val="00656528"/>
    <w:rsid w:val="00656946"/>
    <w:rsid w:val="00656F7B"/>
    <w:rsid w:val="006627AA"/>
    <w:rsid w:val="0066457D"/>
    <w:rsid w:val="00665327"/>
    <w:rsid w:val="00665459"/>
    <w:rsid w:val="006661C1"/>
    <w:rsid w:val="006666C5"/>
    <w:rsid w:val="00667146"/>
    <w:rsid w:val="00670D90"/>
    <w:rsid w:val="00671C9D"/>
    <w:rsid w:val="00672C69"/>
    <w:rsid w:val="00672D8B"/>
    <w:rsid w:val="0067336F"/>
    <w:rsid w:val="00674703"/>
    <w:rsid w:val="00674DB2"/>
    <w:rsid w:val="00675515"/>
    <w:rsid w:val="00675CB1"/>
    <w:rsid w:val="00676116"/>
    <w:rsid w:val="0067685B"/>
    <w:rsid w:val="00677409"/>
    <w:rsid w:val="00677976"/>
    <w:rsid w:val="006805F0"/>
    <w:rsid w:val="00681B3D"/>
    <w:rsid w:val="00682EB7"/>
    <w:rsid w:val="006838B4"/>
    <w:rsid w:val="006844EB"/>
    <w:rsid w:val="00684B09"/>
    <w:rsid w:val="0068518F"/>
    <w:rsid w:val="006852E9"/>
    <w:rsid w:val="00686E96"/>
    <w:rsid w:val="006870D1"/>
    <w:rsid w:val="00690FC4"/>
    <w:rsid w:val="0069124F"/>
    <w:rsid w:val="0069188A"/>
    <w:rsid w:val="00692966"/>
    <w:rsid w:val="00692B22"/>
    <w:rsid w:val="00693351"/>
    <w:rsid w:val="00694538"/>
    <w:rsid w:val="0069549C"/>
    <w:rsid w:val="0069551D"/>
    <w:rsid w:val="006974EB"/>
    <w:rsid w:val="006978C8"/>
    <w:rsid w:val="006A0B3A"/>
    <w:rsid w:val="006A36D1"/>
    <w:rsid w:val="006A3A0D"/>
    <w:rsid w:val="006A4BA6"/>
    <w:rsid w:val="006A506E"/>
    <w:rsid w:val="006A599F"/>
    <w:rsid w:val="006A5EA2"/>
    <w:rsid w:val="006A63C3"/>
    <w:rsid w:val="006A71A4"/>
    <w:rsid w:val="006B0E41"/>
    <w:rsid w:val="006B1510"/>
    <w:rsid w:val="006B21E7"/>
    <w:rsid w:val="006B38F3"/>
    <w:rsid w:val="006B42FC"/>
    <w:rsid w:val="006B49A4"/>
    <w:rsid w:val="006B51B1"/>
    <w:rsid w:val="006B5587"/>
    <w:rsid w:val="006B6B26"/>
    <w:rsid w:val="006B79B0"/>
    <w:rsid w:val="006B7D98"/>
    <w:rsid w:val="006C07AD"/>
    <w:rsid w:val="006C1696"/>
    <w:rsid w:val="006C1A17"/>
    <w:rsid w:val="006C24E5"/>
    <w:rsid w:val="006C2D4E"/>
    <w:rsid w:val="006C3F34"/>
    <w:rsid w:val="006C4305"/>
    <w:rsid w:val="006C458C"/>
    <w:rsid w:val="006C4594"/>
    <w:rsid w:val="006C63A8"/>
    <w:rsid w:val="006C719B"/>
    <w:rsid w:val="006D0382"/>
    <w:rsid w:val="006D062A"/>
    <w:rsid w:val="006D0E2E"/>
    <w:rsid w:val="006D2FA0"/>
    <w:rsid w:val="006D53CF"/>
    <w:rsid w:val="006D53D1"/>
    <w:rsid w:val="006D5C2E"/>
    <w:rsid w:val="006D673D"/>
    <w:rsid w:val="006E0BD2"/>
    <w:rsid w:val="006E25F8"/>
    <w:rsid w:val="006E2C99"/>
    <w:rsid w:val="006E32C8"/>
    <w:rsid w:val="006E3792"/>
    <w:rsid w:val="006E5E9C"/>
    <w:rsid w:val="006E5F22"/>
    <w:rsid w:val="006E75F7"/>
    <w:rsid w:val="006E765D"/>
    <w:rsid w:val="006E7E86"/>
    <w:rsid w:val="006F16C3"/>
    <w:rsid w:val="006F19BE"/>
    <w:rsid w:val="006F2F76"/>
    <w:rsid w:val="006F2F95"/>
    <w:rsid w:val="006F40A7"/>
    <w:rsid w:val="006F4B15"/>
    <w:rsid w:val="006F5192"/>
    <w:rsid w:val="006F5408"/>
    <w:rsid w:val="006F5647"/>
    <w:rsid w:val="006F5AEE"/>
    <w:rsid w:val="006F65CF"/>
    <w:rsid w:val="006F6E6D"/>
    <w:rsid w:val="00701922"/>
    <w:rsid w:val="00701AB6"/>
    <w:rsid w:val="00701CCF"/>
    <w:rsid w:val="00702875"/>
    <w:rsid w:val="00702940"/>
    <w:rsid w:val="00703882"/>
    <w:rsid w:val="00704671"/>
    <w:rsid w:val="0070705C"/>
    <w:rsid w:val="00710309"/>
    <w:rsid w:val="007114A5"/>
    <w:rsid w:val="00711626"/>
    <w:rsid w:val="00712600"/>
    <w:rsid w:val="00714A63"/>
    <w:rsid w:val="007151F3"/>
    <w:rsid w:val="0071592C"/>
    <w:rsid w:val="0071756E"/>
    <w:rsid w:val="00717C5C"/>
    <w:rsid w:val="00720872"/>
    <w:rsid w:val="00720EBA"/>
    <w:rsid w:val="00721CA5"/>
    <w:rsid w:val="00721DAF"/>
    <w:rsid w:val="00722642"/>
    <w:rsid w:val="00722E8E"/>
    <w:rsid w:val="00722ED3"/>
    <w:rsid w:val="00724A26"/>
    <w:rsid w:val="00724C69"/>
    <w:rsid w:val="00726BC1"/>
    <w:rsid w:val="0072768E"/>
    <w:rsid w:val="00730805"/>
    <w:rsid w:val="007314A7"/>
    <w:rsid w:val="00731602"/>
    <w:rsid w:val="007321BF"/>
    <w:rsid w:val="00733598"/>
    <w:rsid w:val="00733659"/>
    <w:rsid w:val="00733DE4"/>
    <w:rsid w:val="00734140"/>
    <w:rsid w:val="00735068"/>
    <w:rsid w:val="0073685A"/>
    <w:rsid w:val="00736987"/>
    <w:rsid w:val="00736A37"/>
    <w:rsid w:val="00737C43"/>
    <w:rsid w:val="00740D10"/>
    <w:rsid w:val="007426E2"/>
    <w:rsid w:val="00742B26"/>
    <w:rsid w:val="00742DC2"/>
    <w:rsid w:val="007435D9"/>
    <w:rsid w:val="007439B1"/>
    <w:rsid w:val="00743AAB"/>
    <w:rsid w:val="007442B2"/>
    <w:rsid w:val="00744A89"/>
    <w:rsid w:val="007462FB"/>
    <w:rsid w:val="007469C9"/>
    <w:rsid w:val="00747950"/>
    <w:rsid w:val="00747C2C"/>
    <w:rsid w:val="00747E65"/>
    <w:rsid w:val="00750298"/>
    <w:rsid w:val="00751193"/>
    <w:rsid w:val="00752218"/>
    <w:rsid w:val="00754F03"/>
    <w:rsid w:val="00754FB9"/>
    <w:rsid w:val="0075611D"/>
    <w:rsid w:val="00756584"/>
    <w:rsid w:val="0075764D"/>
    <w:rsid w:val="00757F10"/>
    <w:rsid w:val="007601B5"/>
    <w:rsid w:val="00760CBD"/>
    <w:rsid w:val="00762D89"/>
    <w:rsid w:val="00763B74"/>
    <w:rsid w:val="00764747"/>
    <w:rsid w:val="00764C3F"/>
    <w:rsid w:val="00765455"/>
    <w:rsid w:val="00765786"/>
    <w:rsid w:val="00765BAB"/>
    <w:rsid w:val="00765D17"/>
    <w:rsid w:val="00766AA7"/>
    <w:rsid w:val="0076738B"/>
    <w:rsid w:val="007675FF"/>
    <w:rsid w:val="0076788F"/>
    <w:rsid w:val="00767A91"/>
    <w:rsid w:val="00767AC7"/>
    <w:rsid w:val="00767C58"/>
    <w:rsid w:val="00771059"/>
    <w:rsid w:val="007722D6"/>
    <w:rsid w:val="00772437"/>
    <w:rsid w:val="007730B7"/>
    <w:rsid w:val="00773822"/>
    <w:rsid w:val="00773EE4"/>
    <w:rsid w:val="00775486"/>
    <w:rsid w:val="00777328"/>
    <w:rsid w:val="007802A9"/>
    <w:rsid w:val="00781733"/>
    <w:rsid w:val="00781768"/>
    <w:rsid w:val="0078204F"/>
    <w:rsid w:val="007828CC"/>
    <w:rsid w:val="007829AE"/>
    <w:rsid w:val="00782C25"/>
    <w:rsid w:val="00785950"/>
    <w:rsid w:val="00785BF5"/>
    <w:rsid w:val="007861FC"/>
    <w:rsid w:val="0078648D"/>
    <w:rsid w:val="007864E0"/>
    <w:rsid w:val="00791881"/>
    <w:rsid w:val="00792F53"/>
    <w:rsid w:val="00794998"/>
    <w:rsid w:val="007965C7"/>
    <w:rsid w:val="00796DD7"/>
    <w:rsid w:val="007A18D7"/>
    <w:rsid w:val="007A2FBC"/>
    <w:rsid w:val="007A3641"/>
    <w:rsid w:val="007A3D83"/>
    <w:rsid w:val="007A542D"/>
    <w:rsid w:val="007A5FE5"/>
    <w:rsid w:val="007A6835"/>
    <w:rsid w:val="007A77B8"/>
    <w:rsid w:val="007A7E5A"/>
    <w:rsid w:val="007B013D"/>
    <w:rsid w:val="007B096B"/>
    <w:rsid w:val="007B10EC"/>
    <w:rsid w:val="007B183C"/>
    <w:rsid w:val="007B1C9A"/>
    <w:rsid w:val="007B241E"/>
    <w:rsid w:val="007B2F6D"/>
    <w:rsid w:val="007B34FB"/>
    <w:rsid w:val="007B4B7A"/>
    <w:rsid w:val="007B595F"/>
    <w:rsid w:val="007B611E"/>
    <w:rsid w:val="007B6C08"/>
    <w:rsid w:val="007B6FC8"/>
    <w:rsid w:val="007B73B3"/>
    <w:rsid w:val="007B77B5"/>
    <w:rsid w:val="007C0A61"/>
    <w:rsid w:val="007C1D34"/>
    <w:rsid w:val="007C1F7C"/>
    <w:rsid w:val="007C224C"/>
    <w:rsid w:val="007C5D08"/>
    <w:rsid w:val="007C6839"/>
    <w:rsid w:val="007C6A8E"/>
    <w:rsid w:val="007C6F70"/>
    <w:rsid w:val="007C7951"/>
    <w:rsid w:val="007D04D2"/>
    <w:rsid w:val="007D06FB"/>
    <w:rsid w:val="007D196C"/>
    <w:rsid w:val="007D2090"/>
    <w:rsid w:val="007D3F83"/>
    <w:rsid w:val="007D457A"/>
    <w:rsid w:val="007D4ECA"/>
    <w:rsid w:val="007D6381"/>
    <w:rsid w:val="007D79BD"/>
    <w:rsid w:val="007E040E"/>
    <w:rsid w:val="007E056C"/>
    <w:rsid w:val="007E1448"/>
    <w:rsid w:val="007E17D8"/>
    <w:rsid w:val="007E196A"/>
    <w:rsid w:val="007E288A"/>
    <w:rsid w:val="007E3178"/>
    <w:rsid w:val="007E32B6"/>
    <w:rsid w:val="007E33A9"/>
    <w:rsid w:val="007E3725"/>
    <w:rsid w:val="007E4D97"/>
    <w:rsid w:val="007E51BB"/>
    <w:rsid w:val="007E568B"/>
    <w:rsid w:val="007E59EE"/>
    <w:rsid w:val="007E7C7C"/>
    <w:rsid w:val="007F0552"/>
    <w:rsid w:val="007F21CB"/>
    <w:rsid w:val="007F3418"/>
    <w:rsid w:val="007F47A2"/>
    <w:rsid w:val="007F597F"/>
    <w:rsid w:val="007F79B7"/>
    <w:rsid w:val="00800075"/>
    <w:rsid w:val="00801425"/>
    <w:rsid w:val="0080166C"/>
    <w:rsid w:val="00802470"/>
    <w:rsid w:val="00802FFE"/>
    <w:rsid w:val="0080355F"/>
    <w:rsid w:val="00804533"/>
    <w:rsid w:val="00804BBD"/>
    <w:rsid w:val="00804D1F"/>
    <w:rsid w:val="0080500D"/>
    <w:rsid w:val="00807097"/>
    <w:rsid w:val="00810710"/>
    <w:rsid w:val="008123CA"/>
    <w:rsid w:val="00812B8A"/>
    <w:rsid w:val="0081429E"/>
    <w:rsid w:val="0081542A"/>
    <w:rsid w:val="0081575B"/>
    <w:rsid w:val="00816181"/>
    <w:rsid w:val="00816BB4"/>
    <w:rsid w:val="00822A8D"/>
    <w:rsid w:val="00822B7C"/>
    <w:rsid w:val="00822BE4"/>
    <w:rsid w:val="00822D76"/>
    <w:rsid w:val="00823A58"/>
    <w:rsid w:val="00824574"/>
    <w:rsid w:val="0082620F"/>
    <w:rsid w:val="0082634C"/>
    <w:rsid w:val="00826872"/>
    <w:rsid w:val="00826CA3"/>
    <w:rsid w:val="00827138"/>
    <w:rsid w:val="00827631"/>
    <w:rsid w:val="008277D5"/>
    <w:rsid w:val="008312CA"/>
    <w:rsid w:val="00831CDF"/>
    <w:rsid w:val="00833A4B"/>
    <w:rsid w:val="00833FDD"/>
    <w:rsid w:val="00835B67"/>
    <w:rsid w:val="00835D3E"/>
    <w:rsid w:val="00835D3F"/>
    <w:rsid w:val="008360FC"/>
    <w:rsid w:val="0084017F"/>
    <w:rsid w:val="008411C5"/>
    <w:rsid w:val="00841B55"/>
    <w:rsid w:val="00842B0F"/>
    <w:rsid w:val="00843625"/>
    <w:rsid w:val="0084445A"/>
    <w:rsid w:val="00846082"/>
    <w:rsid w:val="00847693"/>
    <w:rsid w:val="00847D0A"/>
    <w:rsid w:val="00850860"/>
    <w:rsid w:val="00850DC7"/>
    <w:rsid w:val="008516C6"/>
    <w:rsid w:val="00851874"/>
    <w:rsid w:val="00851983"/>
    <w:rsid w:val="00851B8B"/>
    <w:rsid w:val="0085257C"/>
    <w:rsid w:val="008525E3"/>
    <w:rsid w:val="008532E0"/>
    <w:rsid w:val="00853CE5"/>
    <w:rsid w:val="00854B6C"/>
    <w:rsid w:val="00854F44"/>
    <w:rsid w:val="00855540"/>
    <w:rsid w:val="00855B9D"/>
    <w:rsid w:val="00856201"/>
    <w:rsid w:val="008568F9"/>
    <w:rsid w:val="00856F1C"/>
    <w:rsid w:val="00856FAA"/>
    <w:rsid w:val="008600FD"/>
    <w:rsid w:val="008603C0"/>
    <w:rsid w:val="008618CF"/>
    <w:rsid w:val="008629D2"/>
    <w:rsid w:val="0086448E"/>
    <w:rsid w:val="00864535"/>
    <w:rsid w:val="008645A5"/>
    <w:rsid w:val="008664B4"/>
    <w:rsid w:val="00866992"/>
    <w:rsid w:val="00867DF1"/>
    <w:rsid w:val="00867E6F"/>
    <w:rsid w:val="00870984"/>
    <w:rsid w:val="00870BC2"/>
    <w:rsid w:val="0087124F"/>
    <w:rsid w:val="00871F01"/>
    <w:rsid w:val="00872024"/>
    <w:rsid w:val="00872C3C"/>
    <w:rsid w:val="008735A4"/>
    <w:rsid w:val="00873CE1"/>
    <w:rsid w:val="00874ABD"/>
    <w:rsid w:val="00874E1D"/>
    <w:rsid w:val="0087505E"/>
    <w:rsid w:val="00875708"/>
    <w:rsid w:val="008762B6"/>
    <w:rsid w:val="008763AC"/>
    <w:rsid w:val="0087685C"/>
    <w:rsid w:val="00876CB4"/>
    <w:rsid w:val="00877408"/>
    <w:rsid w:val="00881622"/>
    <w:rsid w:val="00882077"/>
    <w:rsid w:val="00882678"/>
    <w:rsid w:val="00884C0C"/>
    <w:rsid w:val="00885330"/>
    <w:rsid w:val="00886CE7"/>
    <w:rsid w:val="00886DA5"/>
    <w:rsid w:val="00887BAB"/>
    <w:rsid w:val="00890847"/>
    <w:rsid w:val="00890A2D"/>
    <w:rsid w:val="00890DA6"/>
    <w:rsid w:val="008913BF"/>
    <w:rsid w:val="008923EC"/>
    <w:rsid w:val="00893FAE"/>
    <w:rsid w:val="00894E76"/>
    <w:rsid w:val="00895EC7"/>
    <w:rsid w:val="008974F6"/>
    <w:rsid w:val="00897ECA"/>
    <w:rsid w:val="008A0454"/>
    <w:rsid w:val="008A1BE2"/>
    <w:rsid w:val="008A1C3B"/>
    <w:rsid w:val="008A388C"/>
    <w:rsid w:val="008A3F22"/>
    <w:rsid w:val="008A4003"/>
    <w:rsid w:val="008A5F7A"/>
    <w:rsid w:val="008B0FDA"/>
    <w:rsid w:val="008B1D90"/>
    <w:rsid w:val="008B21BD"/>
    <w:rsid w:val="008B26BF"/>
    <w:rsid w:val="008B325A"/>
    <w:rsid w:val="008B3583"/>
    <w:rsid w:val="008B36A1"/>
    <w:rsid w:val="008B5622"/>
    <w:rsid w:val="008B5AE2"/>
    <w:rsid w:val="008B5B45"/>
    <w:rsid w:val="008B5E28"/>
    <w:rsid w:val="008C0CC8"/>
    <w:rsid w:val="008C0F12"/>
    <w:rsid w:val="008C230C"/>
    <w:rsid w:val="008C2A6D"/>
    <w:rsid w:val="008C2AE7"/>
    <w:rsid w:val="008C39BF"/>
    <w:rsid w:val="008C3BF9"/>
    <w:rsid w:val="008C406B"/>
    <w:rsid w:val="008C5CFD"/>
    <w:rsid w:val="008C7241"/>
    <w:rsid w:val="008C75BC"/>
    <w:rsid w:val="008D00B4"/>
    <w:rsid w:val="008D01B1"/>
    <w:rsid w:val="008D04DA"/>
    <w:rsid w:val="008D0C31"/>
    <w:rsid w:val="008D1253"/>
    <w:rsid w:val="008D12A5"/>
    <w:rsid w:val="008D3CBB"/>
    <w:rsid w:val="008D43A1"/>
    <w:rsid w:val="008D567B"/>
    <w:rsid w:val="008D6234"/>
    <w:rsid w:val="008D66C9"/>
    <w:rsid w:val="008D6CD6"/>
    <w:rsid w:val="008D6F4F"/>
    <w:rsid w:val="008E07E7"/>
    <w:rsid w:val="008E0E40"/>
    <w:rsid w:val="008E31C5"/>
    <w:rsid w:val="008E40E4"/>
    <w:rsid w:val="008E4CB7"/>
    <w:rsid w:val="008E6E02"/>
    <w:rsid w:val="008E6EEA"/>
    <w:rsid w:val="008E7081"/>
    <w:rsid w:val="008F0EE9"/>
    <w:rsid w:val="008F25FE"/>
    <w:rsid w:val="008F2EFB"/>
    <w:rsid w:val="008F67AC"/>
    <w:rsid w:val="008F7CE2"/>
    <w:rsid w:val="008F7EFA"/>
    <w:rsid w:val="009008A7"/>
    <w:rsid w:val="00900939"/>
    <w:rsid w:val="00900F3F"/>
    <w:rsid w:val="00903061"/>
    <w:rsid w:val="00903384"/>
    <w:rsid w:val="00903B82"/>
    <w:rsid w:val="0090436E"/>
    <w:rsid w:val="009049CC"/>
    <w:rsid w:val="009054AF"/>
    <w:rsid w:val="009055F1"/>
    <w:rsid w:val="00907483"/>
    <w:rsid w:val="00907FDC"/>
    <w:rsid w:val="00910D5F"/>
    <w:rsid w:val="00911E8D"/>
    <w:rsid w:val="00912E28"/>
    <w:rsid w:val="009137FE"/>
    <w:rsid w:val="0091396D"/>
    <w:rsid w:val="00913C1F"/>
    <w:rsid w:val="00914406"/>
    <w:rsid w:val="00915D87"/>
    <w:rsid w:val="00917874"/>
    <w:rsid w:val="0092195F"/>
    <w:rsid w:val="00922526"/>
    <w:rsid w:val="00922699"/>
    <w:rsid w:val="00922925"/>
    <w:rsid w:val="00922AF2"/>
    <w:rsid w:val="009238B7"/>
    <w:rsid w:val="00923C3B"/>
    <w:rsid w:val="00924414"/>
    <w:rsid w:val="009270FF"/>
    <w:rsid w:val="00933475"/>
    <w:rsid w:val="009339C7"/>
    <w:rsid w:val="009359E3"/>
    <w:rsid w:val="00935B31"/>
    <w:rsid w:val="0093654E"/>
    <w:rsid w:val="00936E71"/>
    <w:rsid w:val="00937B8E"/>
    <w:rsid w:val="009407E1"/>
    <w:rsid w:val="00940F0A"/>
    <w:rsid w:val="00942448"/>
    <w:rsid w:val="00942579"/>
    <w:rsid w:val="00942E00"/>
    <w:rsid w:val="0094419B"/>
    <w:rsid w:val="00944378"/>
    <w:rsid w:val="009446D1"/>
    <w:rsid w:val="00944BE5"/>
    <w:rsid w:val="00944CCD"/>
    <w:rsid w:val="009467A1"/>
    <w:rsid w:val="00950CA9"/>
    <w:rsid w:val="00950DE7"/>
    <w:rsid w:val="00950EC9"/>
    <w:rsid w:val="0095398D"/>
    <w:rsid w:val="009540D0"/>
    <w:rsid w:val="00954320"/>
    <w:rsid w:val="00954FFA"/>
    <w:rsid w:val="00955848"/>
    <w:rsid w:val="009567F2"/>
    <w:rsid w:val="00956D4F"/>
    <w:rsid w:val="00957899"/>
    <w:rsid w:val="009601B2"/>
    <w:rsid w:val="0096063E"/>
    <w:rsid w:val="00961187"/>
    <w:rsid w:val="00961245"/>
    <w:rsid w:val="009616A6"/>
    <w:rsid w:val="0096391D"/>
    <w:rsid w:val="00964DF0"/>
    <w:rsid w:val="00966D91"/>
    <w:rsid w:val="00967129"/>
    <w:rsid w:val="00967C4C"/>
    <w:rsid w:val="00967EFB"/>
    <w:rsid w:val="0097037F"/>
    <w:rsid w:val="00970569"/>
    <w:rsid w:val="009708E6"/>
    <w:rsid w:val="00971105"/>
    <w:rsid w:val="00971AFD"/>
    <w:rsid w:val="009727D1"/>
    <w:rsid w:val="00972895"/>
    <w:rsid w:val="0097308A"/>
    <w:rsid w:val="00973857"/>
    <w:rsid w:val="00975553"/>
    <w:rsid w:val="00975868"/>
    <w:rsid w:val="00976ECA"/>
    <w:rsid w:val="009779CC"/>
    <w:rsid w:val="00980105"/>
    <w:rsid w:val="0098052B"/>
    <w:rsid w:val="0098122D"/>
    <w:rsid w:val="00982593"/>
    <w:rsid w:val="00982723"/>
    <w:rsid w:val="00985107"/>
    <w:rsid w:val="0098516D"/>
    <w:rsid w:val="009856CA"/>
    <w:rsid w:val="009866C1"/>
    <w:rsid w:val="00987BC5"/>
    <w:rsid w:val="0099030D"/>
    <w:rsid w:val="00990433"/>
    <w:rsid w:val="00991044"/>
    <w:rsid w:val="009925A5"/>
    <w:rsid w:val="00993CEF"/>
    <w:rsid w:val="00993ED5"/>
    <w:rsid w:val="00994094"/>
    <w:rsid w:val="00994367"/>
    <w:rsid w:val="00995A21"/>
    <w:rsid w:val="00995C32"/>
    <w:rsid w:val="0099743F"/>
    <w:rsid w:val="009974C2"/>
    <w:rsid w:val="009A0198"/>
    <w:rsid w:val="009A0EEB"/>
    <w:rsid w:val="009A1CB3"/>
    <w:rsid w:val="009A3E70"/>
    <w:rsid w:val="009A4789"/>
    <w:rsid w:val="009A61F8"/>
    <w:rsid w:val="009A6FB8"/>
    <w:rsid w:val="009A7394"/>
    <w:rsid w:val="009B036C"/>
    <w:rsid w:val="009B06E8"/>
    <w:rsid w:val="009B0D2A"/>
    <w:rsid w:val="009B1F0B"/>
    <w:rsid w:val="009B4D8B"/>
    <w:rsid w:val="009B4E70"/>
    <w:rsid w:val="009B505D"/>
    <w:rsid w:val="009B61F2"/>
    <w:rsid w:val="009B63E8"/>
    <w:rsid w:val="009C2E59"/>
    <w:rsid w:val="009C416F"/>
    <w:rsid w:val="009C49FD"/>
    <w:rsid w:val="009C4FAE"/>
    <w:rsid w:val="009C53A6"/>
    <w:rsid w:val="009C545E"/>
    <w:rsid w:val="009C547C"/>
    <w:rsid w:val="009C5BB7"/>
    <w:rsid w:val="009C5C00"/>
    <w:rsid w:val="009C6115"/>
    <w:rsid w:val="009C6E27"/>
    <w:rsid w:val="009D0D99"/>
    <w:rsid w:val="009D1941"/>
    <w:rsid w:val="009D2476"/>
    <w:rsid w:val="009D3AA2"/>
    <w:rsid w:val="009D5263"/>
    <w:rsid w:val="009D6EC2"/>
    <w:rsid w:val="009D704B"/>
    <w:rsid w:val="009D78BC"/>
    <w:rsid w:val="009D7D8F"/>
    <w:rsid w:val="009E0223"/>
    <w:rsid w:val="009E0366"/>
    <w:rsid w:val="009E045E"/>
    <w:rsid w:val="009E13C8"/>
    <w:rsid w:val="009E1C9A"/>
    <w:rsid w:val="009E292C"/>
    <w:rsid w:val="009E2BF3"/>
    <w:rsid w:val="009E3350"/>
    <w:rsid w:val="009E37B7"/>
    <w:rsid w:val="009E4B98"/>
    <w:rsid w:val="009E629A"/>
    <w:rsid w:val="009E6511"/>
    <w:rsid w:val="009E74B9"/>
    <w:rsid w:val="009E775D"/>
    <w:rsid w:val="009E7A2E"/>
    <w:rsid w:val="009F071E"/>
    <w:rsid w:val="009F1174"/>
    <w:rsid w:val="009F2826"/>
    <w:rsid w:val="009F3856"/>
    <w:rsid w:val="009F3F46"/>
    <w:rsid w:val="009F7D8F"/>
    <w:rsid w:val="00A01317"/>
    <w:rsid w:val="00A014AA"/>
    <w:rsid w:val="00A016D8"/>
    <w:rsid w:val="00A01FEA"/>
    <w:rsid w:val="00A0269E"/>
    <w:rsid w:val="00A0270B"/>
    <w:rsid w:val="00A02F3E"/>
    <w:rsid w:val="00A034F4"/>
    <w:rsid w:val="00A038B1"/>
    <w:rsid w:val="00A04928"/>
    <w:rsid w:val="00A05CD7"/>
    <w:rsid w:val="00A0730E"/>
    <w:rsid w:val="00A0733E"/>
    <w:rsid w:val="00A07D29"/>
    <w:rsid w:val="00A10509"/>
    <w:rsid w:val="00A1098B"/>
    <w:rsid w:val="00A1159C"/>
    <w:rsid w:val="00A116F2"/>
    <w:rsid w:val="00A13CBE"/>
    <w:rsid w:val="00A1426C"/>
    <w:rsid w:val="00A148E4"/>
    <w:rsid w:val="00A14974"/>
    <w:rsid w:val="00A14D92"/>
    <w:rsid w:val="00A15506"/>
    <w:rsid w:val="00A155A4"/>
    <w:rsid w:val="00A162FB"/>
    <w:rsid w:val="00A1701D"/>
    <w:rsid w:val="00A174ED"/>
    <w:rsid w:val="00A17681"/>
    <w:rsid w:val="00A17AE3"/>
    <w:rsid w:val="00A20E67"/>
    <w:rsid w:val="00A20EB9"/>
    <w:rsid w:val="00A211E2"/>
    <w:rsid w:val="00A23032"/>
    <w:rsid w:val="00A230DA"/>
    <w:rsid w:val="00A2321C"/>
    <w:rsid w:val="00A23502"/>
    <w:rsid w:val="00A24629"/>
    <w:rsid w:val="00A25619"/>
    <w:rsid w:val="00A25FAB"/>
    <w:rsid w:val="00A30537"/>
    <w:rsid w:val="00A314CB"/>
    <w:rsid w:val="00A315FB"/>
    <w:rsid w:val="00A31BF7"/>
    <w:rsid w:val="00A32E06"/>
    <w:rsid w:val="00A33511"/>
    <w:rsid w:val="00A3384B"/>
    <w:rsid w:val="00A36111"/>
    <w:rsid w:val="00A36BB4"/>
    <w:rsid w:val="00A37D66"/>
    <w:rsid w:val="00A402BD"/>
    <w:rsid w:val="00A40D3C"/>
    <w:rsid w:val="00A42D75"/>
    <w:rsid w:val="00A44237"/>
    <w:rsid w:val="00A44606"/>
    <w:rsid w:val="00A46099"/>
    <w:rsid w:val="00A47C33"/>
    <w:rsid w:val="00A5003B"/>
    <w:rsid w:val="00A51F30"/>
    <w:rsid w:val="00A5248C"/>
    <w:rsid w:val="00A52A65"/>
    <w:rsid w:val="00A52CFF"/>
    <w:rsid w:val="00A5322C"/>
    <w:rsid w:val="00A53269"/>
    <w:rsid w:val="00A53326"/>
    <w:rsid w:val="00A54213"/>
    <w:rsid w:val="00A5614A"/>
    <w:rsid w:val="00A56891"/>
    <w:rsid w:val="00A57601"/>
    <w:rsid w:val="00A57C9C"/>
    <w:rsid w:val="00A62C6C"/>
    <w:rsid w:val="00A64075"/>
    <w:rsid w:val="00A648FD"/>
    <w:rsid w:val="00A71054"/>
    <w:rsid w:val="00A72715"/>
    <w:rsid w:val="00A729EA"/>
    <w:rsid w:val="00A736FB"/>
    <w:rsid w:val="00A756C9"/>
    <w:rsid w:val="00A7677D"/>
    <w:rsid w:val="00A7709C"/>
    <w:rsid w:val="00A805C1"/>
    <w:rsid w:val="00A80A2E"/>
    <w:rsid w:val="00A80C1A"/>
    <w:rsid w:val="00A81B23"/>
    <w:rsid w:val="00A86442"/>
    <w:rsid w:val="00A87101"/>
    <w:rsid w:val="00A874E6"/>
    <w:rsid w:val="00A9063E"/>
    <w:rsid w:val="00A90A4F"/>
    <w:rsid w:val="00A91584"/>
    <w:rsid w:val="00A93159"/>
    <w:rsid w:val="00A9443D"/>
    <w:rsid w:val="00A9512C"/>
    <w:rsid w:val="00A95275"/>
    <w:rsid w:val="00A953C2"/>
    <w:rsid w:val="00A95A24"/>
    <w:rsid w:val="00A96F6C"/>
    <w:rsid w:val="00A97A06"/>
    <w:rsid w:val="00AA044A"/>
    <w:rsid w:val="00AA0A83"/>
    <w:rsid w:val="00AA0D88"/>
    <w:rsid w:val="00AA1594"/>
    <w:rsid w:val="00AA3FA8"/>
    <w:rsid w:val="00AA463E"/>
    <w:rsid w:val="00AA59F5"/>
    <w:rsid w:val="00AA6C89"/>
    <w:rsid w:val="00AA6E32"/>
    <w:rsid w:val="00AA734D"/>
    <w:rsid w:val="00AA7DD9"/>
    <w:rsid w:val="00AB0A1A"/>
    <w:rsid w:val="00AB1371"/>
    <w:rsid w:val="00AB2575"/>
    <w:rsid w:val="00AB2AB2"/>
    <w:rsid w:val="00AB37F4"/>
    <w:rsid w:val="00AB5BC5"/>
    <w:rsid w:val="00AB6FA9"/>
    <w:rsid w:val="00AB7B41"/>
    <w:rsid w:val="00AB7D18"/>
    <w:rsid w:val="00AB7D8D"/>
    <w:rsid w:val="00AC0658"/>
    <w:rsid w:val="00AC0B08"/>
    <w:rsid w:val="00AC0FF8"/>
    <w:rsid w:val="00AC10E0"/>
    <w:rsid w:val="00AC1EFB"/>
    <w:rsid w:val="00AC313A"/>
    <w:rsid w:val="00AC49CB"/>
    <w:rsid w:val="00AC5B71"/>
    <w:rsid w:val="00AC5CBD"/>
    <w:rsid w:val="00AC6094"/>
    <w:rsid w:val="00AC6877"/>
    <w:rsid w:val="00AC70BB"/>
    <w:rsid w:val="00AD13B7"/>
    <w:rsid w:val="00AD1AD2"/>
    <w:rsid w:val="00AD2DF8"/>
    <w:rsid w:val="00AD356F"/>
    <w:rsid w:val="00AD3F1D"/>
    <w:rsid w:val="00AD49C6"/>
    <w:rsid w:val="00AD4EE3"/>
    <w:rsid w:val="00AD5FCA"/>
    <w:rsid w:val="00AD65A8"/>
    <w:rsid w:val="00AD6F89"/>
    <w:rsid w:val="00AD7970"/>
    <w:rsid w:val="00AD7B09"/>
    <w:rsid w:val="00AE079B"/>
    <w:rsid w:val="00AE0806"/>
    <w:rsid w:val="00AE2740"/>
    <w:rsid w:val="00AE3293"/>
    <w:rsid w:val="00AE373E"/>
    <w:rsid w:val="00AE3892"/>
    <w:rsid w:val="00AE3C6E"/>
    <w:rsid w:val="00AE40BC"/>
    <w:rsid w:val="00AE4C57"/>
    <w:rsid w:val="00AE559A"/>
    <w:rsid w:val="00AE5A4A"/>
    <w:rsid w:val="00AE66DA"/>
    <w:rsid w:val="00AE73EE"/>
    <w:rsid w:val="00AE787D"/>
    <w:rsid w:val="00AF16EB"/>
    <w:rsid w:val="00AF2F9C"/>
    <w:rsid w:val="00AF3552"/>
    <w:rsid w:val="00AF4383"/>
    <w:rsid w:val="00AF504E"/>
    <w:rsid w:val="00AF5FEC"/>
    <w:rsid w:val="00AF6344"/>
    <w:rsid w:val="00AF73C3"/>
    <w:rsid w:val="00AF7F45"/>
    <w:rsid w:val="00B003FD"/>
    <w:rsid w:val="00B007BC"/>
    <w:rsid w:val="00B011AB"/>
    <w:rsid w:val="00B016D4"/>
    <w:rsid w:val="00B023BF"/>
    <w:rsid w:val="00B03752"/>
    <w:rsid w:val="00B037C8"/>
    <w:rsid w:val="00B03BB4"/>
    <w:rsid w:val="00B0411D"/>
    <w:rsid w:val="00B04D8E"/>
    <w:rsid w:val="00B05004"/>
    <w:rsid w:val="00B064CD"/>
    <w:rsid w:val="00B06BC3"/>
    <w:rsid w:val="00B06DD6"/>
    <w:rsid w:val="00B07DD7"/>
    <w:rsid w:val="00B10085"/>
    <w:rsid w:val="00B10E63"/>
    <w:rsid w:val="00B111E5"/>
    <w:rsid w:val="00B1120C"/>
    <w:rsid w:val="00B112F3"/>
    <w:rsid w:val="00B11CB8"/>
    <w:rsid w:val="00B12775"/>
    <w:rsid w:val="00B13073"/>
    <w:rsid w:val="00B133A1"/>
    <w:rsid w:val="00B14835"/>
    <w:rsid w:val="00B15B08"/>
    <w:rsid w:val="00B161B1"/>
    <w:rsid w:val="00B1671F"/>
    <w:rsid w:val="00B16C57"/>
    <w:rsid w:val="00B17CC2"/>
    <w:rsid w:val="00B206A8"/>
    <w:rsid w:val="00B21462"/>
    <w:rsid w:val="00B216C0"/>
    <w:rsid w:val="00B22599"/>
    <w:rsid w:val="00B22F94"/>
    <w:rsid w:val="00B2332D"/>
    <w:rsid w:val="00B24488"/>
    <w:rsid w:val="00B24DEC"/>
    <w:rsid w:val="00B27FB8"/>
    <w:rsid w:val="00B30409"/>
    <w:rsid w:val="00B308E8"/>
    <w:rsid w:val="00B30DCF"/>
    <w:rsid w:val="00B30DFF"/>
    <w:rsid w:val="00B31047"/>
    <w:rsid w:val="00B32DE2"/>
    <w:rsid w:val="00B3356A"/>
    <w:rsid w:val="00B34210"/>
    <w:rsid w:val="00B34303"/>
    <w:rsid w:val="00B3502D"/>
    <w:rsid w:val="00B352C9"/>
    <w:rsid w:val="00B35D81"/>
    <w:rsid w:val="00B36B38"/>
    <w:rsid w:val="00B37E8E"/>
    <w:rsid w:val="00B40C9F"/>
    <w:rsid w:val="00B42A13"/>
    <w:rsid w:val="00B44166"/>
    <w:rsid w:val="00B44445"/>
    <w:rsid w:val="00B477C2"/>
    <w:rsid w:val="00B501EC"/>
    <w:rsid w:val="00B50267"/>
    <w:rsid w:val="00B52E69"/>
    <w:rsid w:val="00B542D8"/>
    <w:rsid w:val="00B561E4"/>
    <w:rsid w:val="00B56F73"/>
    <w:rsid w:val="00B56FEE"/>
    <w:rsid w:val="00B57F36"/>
    <w:rsid w:val="00B61158"/>
    <w:rsid w:val="00B62EF1"/>
    <w:rsid w:val="00B63F51"/>
    <w:rsid w:val="00B640C7"/>
    <w:rsid w:val="00B64C50"/>
    <w:rsid w:val="00B66EBD"/>
    <w:rsid w:val="00B673BE"/>
    <w:rsid w:val="00B70DAB"/>
    <w:rsid w:val="00B70E57"/>
    <w:rsid w:val="00B71020"/>
    <w:rsid w:val="00B7150B"/>
    <w:rsid w:val="00B721FA"/>
    <w:rsid w:val="00B724FA"/>
    <w:rsid w:val="00B72501"/>
    <w:rsid w:val="00B73BF9"/>
    <w:rsid w:val="00B73D95"/>
    <w:rsid w:val="00B77510"/>
    <w:rsid w:val="00B77F94"/>
    <w:rsid w:val="00B80EA9"/>
    <w:rsid w:val="00B81BDC"/>
    <w:rsid w:val="00B830E7"/>
    <w:rsid w:val="00B83455"/>
    <w:rsid w:val="00B83BA6"/>
    <w:rsid w:val="00B8409C"/>
    <w:rsid w:val="00B840B4"/>
    <w:rsid w:val="00B841EE"/>
    <w:rsid w:val="00B8574B"/>
    <w:rsid w:val="00B85C71"/>
    <w:rsid w:val="00B85FFD"/>
    <w:rsid w:val="00B86EF8"/>
    <w:rsid w:val="00B90647"/>
    <w:rsid w:val="00B9091E"/>
    <w:rsid w:val="00B9292D"/>
    <w:rsid w:val="00B9305A"/>
    <w:rsid w:val="00B9478F"/>
    <w:rsid w:val="00B95AA0"/>
    <w:rsid w:val="00B963DE"/>
    <w:rsid w:val="00B96543"/>
    <w:rsid w:val="00B96F65"/>
    <w:rsid w:val="00BA0261"/>
    <w:rsid w:val="00BA0B52"/>
    <w:rsid w:val="00BA0B86"/>
    <w:rsid w:val="00BA11A0"/>
    <w:rsid w:val="00BA24C0"/>
    <w:rsid w:val="00BA3CCF"/>
    <w:rsid w:val="00BA3D54"/>
    <w:rsid w:val="00BA4CED"/>
    <w:rsid w:val="00BA5D63"/>
    <w:rsid w:val="00BA61CD"/>
    <w:rsid w:val="00BA6283"/>
    <w:rsid w:val="00BB2F35"/>
    <w:rsid w:val="00BB5F5B"/>
    <w:rsid w:val="00BB6592"/>
    <w:rsid w:val="00BB6780"/>
    <w:rsid w:val="00BC0FF2"/>
    <w:rsid w:val="00BC116B"/>
    <w:rsid w:val="00BC295A"/>
    <w:rsid w:val="00BC2A81"/>
    <w:rsid w:val="00BC6F3C"/>
    <w:rsid w:val="00BC788F"/>
    <w:rsid w:val="00BD1D39"/>
    <w:rsid w:val="00BD3A70"/>
    <w:rsid w:val="00BD43D4"/>
    <w:rsid w:val="00BD4CC5"/>
    <w:rsid w:val="00BD506E"/>
    <w:rsid w:val="00BD68BD"/>
    <w:rsid w:val="00BD795A"/>
    <w:rsid w:val="00BD7E53"/>
    <w:rsid w:val="00BE1096"/>
    <w:rsid w:val="00BE23BF"/>
    <w:rsid w:val="00BE2F8F"/>
    <w:rsid w:val="00BE39C8"/>
    <w:rsid w:val="00BE3C6C"/>
    <w:rsid w:val="00BE48F3"/>
    <w:rsid w:val="00BE496F"/>
    <w:rsid w:val="00BE4B7D"/>
    <w:rsid w:val="00BE5C0A"/>
    <w:rsid w:val="00BE6C1A"/>
    <w:rsid w:val="00BE71AC"/>
    <w:rsid w:val="00BE7430"/>
    <w:rsid w:val="00BF159F"/>
    <w:rsid w:val="00BF18CA"/>
    <w:rsid w:val="00BF30DC"/>
    <w:rsid w:val="00BF315B"/>
    <w:rsid w:val="00BF3247"/>
    <w:rsid w:val="00BF412F"/>
    <w:rsid w:val="00BF41A5"/>
    <w:rsid w:val="00BF485C"/>
    <w:rsid w:val="00BF4EC4"/>
    <w:rsid w:val="00BF52D4"/>
    <w:rsid w:val="00BF5D0E"/>
    <w:rsid w:val="00BF5E17"/>
    <w:rsid w:val="00BF626A"/>
    <w:rsid w:val="00BF6D55"/>
    <w:rsid w:val="00BF6D90"/>
    <w:rsid w:val="00C00E8A"/>
    <w:rsid w:val="00C0128D"/>
    <w:rsid w:val="00C02400"/>
    <w:rsid w:val="00C031D3"/>
    <w:rsid w:val="00C03EFA"/>
    <w:rsid w:val="00C04659"/>
    <w:rsid w:val="00C0554B"/>
    <w:rsid w:val="00C06357"/>
    <w:rsid w:val="00C07A87"/>
    <w:rsid w:val="00C07BC6"/>
    <w:rsid w:val="00C100E5"/>
    <w:rsid w:val="00C105A5"/>
    <w:rsid w:val="00C117B8"/>
    <w:rsid w:val="00C11A84"/>
    <w:rsid w:val="00C121ED"/>
    <w:rsid w:val="00C127F6"/>
    <w:rsid w:val="00C140F8"/>
    <w:rsid w:val="00C14AE6"/>
    <w:rsid w:val="00C14C2C"/>
    <w:rsid w:val="00C17663"/>
    <w:rsid w:val="00C17CA8"/>
    <w:rsid w:val="00C20048"/>
    <w:rsid w:val="00C201DF"/>
    <w:rsid w:val="00C2078C"/>
    <w:rsid w:val="00C20FA7"/>
    <w:rsid w:val="00C22647"/>
    <w:rsid w:val="00C2345C"/>
    <w:rsid w:val="00C23C0F"/>
    <w:rsid w:val="00C24308"/>
    <w:rsid w:val="00C24343"/>
    <w:rsid w:val="00C24448"/>
    <w:rsid w:val="00C26D37"/>
    <w:rsid w:val="00C27D31"/>
    <w:rsid w:val="00C302F9"/>
    <w:rsid w:val="00C3077C"/>
    <w:rsid w:val="00C30830"/>
    <w:rsid w:val="00C31A05"/>
    <w:rsid w:val="00C34CBD"/>
    <w:rsid w:val="00C36698"/>
    <w:rsid w:val="00C37DB6"/>
    <w:rsid w:val="00C400AB"/>
    <w:rsid w:val="00C40707"/>
    <w:rsid w:val="00C40AD2"/>
    <w:rsid w:val="00C4219D"/>
    <w:rsid w:val="00C42729"/>
    <w:rsid w:val="00C45003"/>
    <w:rsid w:val="00C473FE"/>
    <w:rsid w:val="00C47F5B"/>
    <w:rsid w:val="00C503FC"/>
    <w:rsid w:val="00C51473"/>
    <w:rsid w:val="00C51A58"/>
    <w:rsid w:val="00C52BF5"/>
    <w:rsid w:val="00C53351"/>
    <w:rsid w:val="00C55A54"/>
    <w:rsid w:val="00C55ECB"/>
    <w:rsid w:val="00C563D5"/>
    <w:rsid w:val="00C56815"/>
    <w:rsid w:val="00C56A9F"/>
    <w:rsid w:val="00C56CC2"/>
    <w:rsid w:val="00C56E6D"/>
    <w:rsid w:val="00C57ADC"/>
    <w:rsid w:val="00C60FE5"/>
    <w:rsid w:val="00C62850"/>
    <w:rsid w:val="00C63B8F"/>
    <w:rsid w:val="00C6514E"/>
    <w:rsid w:val="00C6542D"/>
    <w:rsid w:val="00C66267"/>
    <w:rsid w:val="00C663B5"/>
    <w:rsid w:val="00C677BC"/>
    <w:rsid w:val="00C67B1E"/>
    <w:rsid w:val="00C67B2C"/>
    <w:rsid w:val="00C70E26"/>
    <w:rsid w:val="00C70EDA"/>
    <w:rsid w:val="00C713CD"/>
    <w:rsid w:val="00C72B46"/>
    <w:rsid w:val="00C733FC"/>
    <w:rsid w:val="00C73931"/>
    <w:rsid w:val="00C74A24"/>
    <w:rsid w:val="00C751D2"/>
    <w:rsid w:val="00C7529A"/>
    <w:rsid w:val="00C75E23"/>
    <w:rsid w:val="00C7622C"/>
    <w:rsid w:val="00C763B4"/>
    <w:rsid w:val="00C776C2"/>
    <w:rsid w:val="00C804A5"/>
    <w:rsid w:val="00C81D43"/>
    <w:rsid w:val="00C82CEA"/>
    <w:rsid w:val="00C8388B"/>
    <w:rsid w:val="00C838FE"/>
    <w:rsid w:val="00C83F48"/>
    <w:rsid w:val="00C8553B"/>
    <w:rsid w:val="00C8644E"/>
    <w:rsid w:val="00C8653E"/>
    <w:rsid w:val="00C86676"/>
    <w:rsid w:val="00C86767"/>
    <w:rsid w:val="00C86C19"/>
    <w:rsid w:val="00C877E4"/>
    <w:rsid w:val="00C87A4E"/>
    <w:rsid w:val="00C9069A"/>
    <w:rsid w:val="00C90708"/>
    <w:rsid w:val="00C914F6"/>
    <w:rsid w:val="00C91BEE"/>
    <w:rsid w:val="00C938B7"/>
    <w:rsid w:val="00C951C3"/>
    <w:rsid w:val="00C9541A"/>
    <w:rsid w:val="00C969C2"/>
    <w:rsid w:val="00C97107"/>
    <w:rsid w:val="00CA022D"/>
    <w:rsid w:val="00CA0FC0"/>
    <w:rsid w:val="00CA10C5"/>
    <w:rsid w:val="00CA1184"/>
    <w:rsid w:val="00CA1408"/>
    <w:rsid w:val="00CA1F55"/>
    <w:rsid w:val="00CA1F91"/>
    <w:rsid w:val="00CA2751"/>
    <w:rsid w:val="00CA27C9"/>
    <w:rsid w:val="00CA29E5"/>
    <w:rsid w:val="00CA327A"/>
    <w:rsid w:val="00CA3289"/>
    <w:rsid w:val="00CA3A74"/>
    <w:rsid w:val="00CA5026"/>
    <w:rsid w:val="00CA542B"/>
    <w:rsid w:val="00CA5947"/>
    <w:rsid w:val="00CA5F81"/>
    <w:rsid w:val="00CA615F"/>
    <w:rsid w:val="00CA74CE"/>
    <w:rsid w:val="00CA7EC6"/>
    <w:rsid w:val="00CB09AE"/>
    <w:rsid w:val="00CB13E1"/>
    <w:rsid w:val="00CB15E6"/>
    <w:rsid w:val="00CB1F5B"/>
    <w:rsid w:val="00CB4367"/>
    <w:rsid w:val="00CB44C8"/>
    <w:rsid w:val="00CB46C9"/>
    <w:rsid w:val="00CB6EBA"/>
    <w:rsid w:val="00CB7689"/>
    <w:rsid w:val="00CB7FB3"/>
    <w:rsid w:val="00CC0B93"/>
    <w:rsid w:val="00CC0CC5"/>
    <w:rsid w:val="00CC1095"/>
    <w:rsid w:val="00CC120E"/>
    <w:rsid w:val="00CC32BC"/>
    <w:rsid w:val="00CC3A2E"/>
    <w:rsid w:val="00CC49A3"/>
    <w:rsid w:val="00CC5077"/>
    <w:rsid w:val="00CC5B25"/>
    <w:rsid w:val="00CD0176"/>
    <w:rsid w:val="00CD24E2"/>
    <w:rsid w:val="00CD32A8"/>
    <w:rsid w:val="00CD470F"/>
    <w:rsid w:val="00CD5B75"/>
    <w:rsid w:val="00CD5BBF"/>
    <w:rsid w:val="00CD6043"/>
    <w:rsid w:val="00CD77A7"/>
    <w:rsid w:val="00CD7DCB"/>
    <w:rsid w:val="00CD7FA5"/>
    <w:rsid w:val="00CE3F95"/>
    <w:rsid w:val="00CE4226"/>
    <w:rsid w:val="00CE5160"/>
    <w:rsid w:val="00CE51AB"/>
    <w:rsid w:val="00CE759C"/>
    <w:rsid w:val="00CF122B"/>
    <w:rsid w:val="00CF1A60"/>
    <w:rsid w:val="00CF1FCD"/>
    <w:rsid w:val="00CF3E9D"/>
    <w:rsid w:val="00CF46EB"/>
    <w:rsid w:val="00CF4919"/>
    <w:rsid w:val="00CF4D9F"/>
    <w:rsid w:val="00CF5ACF"/>
    <w:rsid w:val="00CF5D27"/>
    <w:rsid w:val="00D00F9A"/>
    <w:rsid w:val="00D0168A"/>
    <w:rsid w:val="00D01D7A"/>
    <w:rsid w:val="00D01F43"/>
    <w:rsid w:val="00D02506"/>
    <w:rsid w:val="00D025F2"/>
    <w:rsid w:val="00D03AB6"/>
    <w:rsid w:val="00D05A66"/>
    <w:rsid w:val="00D06260"/>
    <w:rsid w:val="00D062AE"/>
    <w:rsid w:val="00D10893"/>
    <w:rsid w:val="00D11506"/>
    <w:rsid w:val="00D134E5"/>
    <w:rsid w:val="00D141AB"/>
    <w:rsid w:val="00D161AD"/>
    <w:rsid w:val="00D17C09"/>
    <w:rsid w:val="00D17E4C"/>
    <w:rsid w:val="00D21F79"/>
    <w:rsid w:val="00D22528"/>
    <w:rsid w:val="00D227F7"/>
    <w:rsid w:val="00D22CD9"/>
    <w:rsid w:val="00D2311E"/>
    <w:rsid w:val="00D235DD"/>
    <w:rsid w:val="00D24A9F"/>
    <w:rsid w:val="00D263E8"/>
    <w:rsid w:val="00D26A1C"/>
    <w:rsid w:val="00D26C90"/>
    <w:rsid w:val="00D301FB"/>
    <w:rsid w:val="00D30937"/>
    <w:rsid w:val="00D33F7F"/>
    <w:rsid w:val="00D340AF"/>
    <w:rsid w:val="00D34792"/>
    <w:rsid w:val="00D35035"/>
    <w:rsid w:val="00D35098"/>
    <w:rsid w:val="00D36425"/>
    <w:rsid w:val="00D364CC"/>
    <w:rsid w:val="00D4149A"/>
    <w:rsid w:val="00D436F7"/>
    <w:rsid w:val="00D43FEE"/>
    <w:rsid w:val="00D45DB4"/>
    <w:rsid w:val="00D45E33"/>
    <w:rsid w:val="00D462F0"/>
    <w:rsid w:val="00D469D7"/>
    <w:rsid w:val="00D47287"/>
    <w:rsid w:val="00D475BA"/>
    <w:rsid w:val="00D5086A"/>
    <w:rsid w:val="00D51D2F"/>
    <w:rsid w:val="00D5522C"/>
    <w:rsid w:val="00D556BD"/>
    <w:rsid w:val="00D55729"/>
    <w:rsid w:val="00D561C3"/>
    <w:rsid w:val="00D562E2"/>
    <w:rsid w:val="00D606E8"/>
    <w:rsid w:val="00D609AD"/>
    <w:rsid w:val="00D617B8"/>
    <w:rsid w:val="00D61885"/>
    <w:rsid w:val="00D623E5"/>
    <w:rsid w:val="00D63CCF"/>
    <w:rsid w:val="00D64FB7"/>
    <w:rsid w:val="00D65E5D"/>
    <w:rsid w:val="00D67C74"/>
    <w:rsid w:val="00D70251"/>
    <w:rsid w:val="00D70A1F"/>
    <w:rsid w:val="00D71AA8"/>
    <w:rsid w:val="00D73CC5"/>
    <w:rsid w:val="00D74989"/>
    <w:rsid w:val="00D74CEA"/>
    <w:rsid w:val="00D76495"/>
    <w:rsid w:val="00D77C40"/>
    <w:rsid w:val="00D813B3"/>
    <w:rsid w:val="00D82028"/>
    <w:rsid w:val="00D82A93"/>
    <w:rsid w:val="00D8306A"/>
    <w:rsid w:val="00D849D6"/>
    <w:rsid w:val="00D84EBD"/>
    <w:rsid w:val="00D85119"/>
    <w:rsid w:val="00D85A29"/>
    <w:rsid w:val="00D85A3A"/>
    <w:rsid w:val="00D85FF8"/>
    <w:rsid w:val="00D865D3"/>
    <w:rsid w:val="00D8661D"/>
    <w:rsid w:val="00D86F59"/>
    <w:rsid w:val="00D87963"/>
    <w:rsid w:val="00D879CD"/>
    <w:rsid w:val="00D87EBE"/>
    <w:rsid w:val="00D907A9"/>
    <w:rsid w:val="00D925A0"/>
    <w:rsid w:val="00D92EB1"/>
    <w:rsid w:val="00D93259"/>
    <w:rsid w:val="00D93340"/>
    <w:rsid w:val="00D93937"/>
    <w:rsid w:val="00D942FA"/>
    <w:rsid w:val="00D9524C"/>
    <w:rsid w:val="00D95879"/>
    <w:rsid w:val="00D97233"/>
    <w:rsid w:val="00D974A6"/>
    <w:rsid w:val="00D97B9C"/>
    <w:rsid w:val="00DA0113"/>
    <w:rsid w:val="00DA061A"/>
    <w:rsid w:val="00DA1FC6"/>
    <w:rsid w:val="00DA2108"/>
    <w:rsid w:val="00DA291B"/>
    <w:rsid w:val="00DA347C"/>
    <w:rsid w:val="00DA3769"/>
    <w:rsid w:val="00DA3E81"/>
    <w:rsid w:val="00DA530D"/>
    <w:rsid w:val="00DA5E31"/>
    <w:rsid w:val="00DA64A9"/>
    <w:rsid w:val="00DA6954"/>
    <w:rsid w:val="00DA791F"/>
    <w:rsid w:val="00DB0636"/>
    <w:rsid w:val="00DB117B"/>
    <w:rsid w:val="00DB15A1"/>
    <w:rsid w:val="00DB1E3F"/>
    <w:rsid w:val="00DB21AC"/>
    <w:rsid w:val="00DB4B28"/>
    <w:rsid w:val="00DB4D31"/>
    <w:rsid w:val="00DB6AA0"/>
    <w:rsid w:val="00DB6E2F"/>
    <w:rsid w:val="00DC0046"/>
    <w:rsid w:val="00DC0484"/>
    <w:rsid w:val="00DC0C2E"/>
    <w:rsid w:val="00DC2274"/>
    <w:rsid w:val="00DC43AE"/>
    <w:rsid w:val="00DC5066"/>
    <w:rsid w:val="00DC55FC"/>
    <w:rsid w:val="00DC625C"/>
    <w:rsid w:val="00DC62E3"/>
    <w:rsid w:val="00DC6389"/>
    <w:rsid w:val="00DC6DE5"/>
    <w:rsid w:val="00DD034B"/>
    <w:rsid w:val="00DD0961"/>
    <w:rsid w:val="00DD32D1"/>
    <w:rsid w:val="00DD4C89"/>
    <w:rsid w:val="00DD5591"/>
    <w:rsid w:val="00DD6213"/>
    <w:rsid w:val="00DD69F9"/>
    <w:rsid w:val="00DE0C48"/>
    <w:rsid w:val="00DE16CB"/>
    <w:rsid w:val="00DE1752"/>
    <w:rsid w:val="00DE3801"/>
    <w:rsid w:val="00DE3940"/>
    <w:rsid w:val="00DE4099"/>
    <w:rsid w:val="00DE4E87"/>
    <w:rsid w:val="00DE5B87"/>
    <w:rsid w:val="00DF1C4E"/>
    <w:rsid w:val="00DF2282"/>
    <w:rsid w:val="00DF2B2A"/>
    <w:rsid w:val="00DF2CA1"/>
    <w:rsid w:val="00DF31FB"/>
    <w:rsid w:val="00DF33A8"/>
    <w:rsid w:val="00DF401B"/>
    <w:rsid w:val="00DF5123"/>
    <w:rsid w:val="00DF52CE"/>
    <w:rsid w:val="00DF5379"/>
    <w:rsid w:val="00DF5461"/>
    <w:rsid w:val="00DF6D0A"/>
    <w:rsid w:val="00DF6F75"/>
    <w:rsid w:val="00DF7899"/>
    <w:rsid w:val="00DF7A9F"/>
    <w:rsid w:val="00E005E5"/>
    <w:rsid w:val="00E019B2"/>
    <w:rsid w:val="00E02BF4"/>
    <w:rsid w:val="00E05A2E"/>
    <w:rsid w:val="00E06C2D"/>
    <w:rsid w:val="00E07067"/>
    <w:rsid w:val="00E07DF4"/>
    <w:rsid w:val="00E10145"/>
    <w:rsid w:val="00E106A8"/>
    <w:rsid w:val="00E10B38"/>
    <w:rsid w:val="00E10D12"/>
    <w:rsid w:val="00E12112"/>
    <w:rsid w:val="00E139D4"/>
    <w:rsid w:val="00E13A83"/>
    <w:rsid w:val="00E144BA"/>
    <w:rsid w:val="00E14EF5"/>
    <w:rsid w:val="00E154DD"/>
    <w:rsid w:val="00E15713"/>
    <w:rsid w:val="00E15893"/>
    <w:rsid w:val="00E17BFA"/>
    <w:rsid w:val="00E2034A"/>
    <w:rsid w:val="00E2078F"/>
    <w:rsid w:val="00E209EA"/>
    <w:rsid w:val="00E21E3E"/>
    <w:rsid w:val="00E227AD"/>
    <w:rsid w:val="00E228DB"/>
    <w:rsid w:val="00E22F0F"/>
    <w:rsid w:val="00E23204"/>
    <w:rsid w:val="00E237E8"/>
    <w:rsid w:val="00E238F6"/>
    <w:rsid w:val="00E24BDB"/>
    <w:rsid w:val="00E25903"/>
    <w:rsid w:val="00E27157"/>
    <w:rsid w:val="00E275BF"/>
    <w:rsid w:val="00E27AC3"/>
    <w:rsid w:val="00E3193D"/>
    <w:rsid w:val="00E33F5D"/>
    <w:rsid w:val="00E34A2E"/>
    <w:rsid w:val="00E35ABD"/>
    <w:rsid w:val="00E3714B"/>
    <w:rsid w:val="00E40266"/>
    <w:rsid w:val="00E429D3"/>
    <w:rsid w:val="00E42B06"/>
    <w:rsid w:val="00E42FBF"/>
    <w:rsid w:val="00E44F0D"/>
    <w:rsid w:val="00E456E0"/>
    <w:rsid w:val="00E4661D"/>
    <w:rsid w:val="00E471DF"/>
    <w:rsid w:val="00E50102"/>
    <w:rsid w:val="00E5011B"/>
    <w:rsid w:val="00E5065A"/>
    <w:rsid w:val="00E50F05"/>
    <w:rsid w:val="00E5104F"/>
    <w:rsid w:val="00E5152E"/>
    <w:rsid w:val="00E52C86"/>
    <w:rsid w:val="00E52F3F"/>
    <w:rsid w:val="00E53CFC"/>
    <w:rsid w:val="00E551BB"/>
    <w:rsid w:val="00E555DC"/>
    <w:rsid w:val="00E55979"/>
    <w:rsid w:val="00E56875"/>
    <w:rsid w:val="00E603D8"/>
    <w:rsid w:val="00E6150D"/>
    <w:rsid w:val="00E619D0"/>
    <w:rsid w:val="00E61FEC"/>
    <w:rsid w:val="00E6389E"/>
    <w:rsid w:val="00E64223"/>
    <w:rsid w:val="00E66590"/>
    <w:rsid w:val="00E666BB"/>
    <w:rsid w:val="00E7072C"/>
    <w:rsid w:val="00E712DC"/>
    <w:rsid w:val="00E71A0B"/>
    <w:rsid w:val="00E74471"/>
    <w:rsid w:val="00E748A8"/>
    <w:rsid w:val="00E74AF4"/>
    <w:rsid w:val="00E75E08"/>
    <w:rsid w:val="00E76AF3"/>
    <w:rsid w:val="00E770CA"/>
    <w:rsid w:val="00E81384"/>
    <w:rsid w:val="00E821B4"/>
    <w:rsid w:val="00E82345"/>
    <w:rsid w:val="00E82460"/>
    <w:rsid w:val="00E825CB"/>
    <w:rsid w:val="00E84D41"/>
    <w:rsid w:val="00E84DC4"/>
    <w:rsid w:val="00E85255"/>
    <w:rsid w:val="00E85955"/>
    <w:rsid w:val="00E8636B"/>
    <w:rsid w:val="00E91514"/>
    <w:rsid w:val="00E91620"/>
    <w:rsid w:val="00E92F8F"/>
    <w:rsid w:val="00E931EB"/>
    <w:rsid w:val="00EA0BD4"/>
    <w:rsid w:val="00EA0C46"/>
    <w:rsid w:val="00EA211F"/>
    <w:rsid w:val="00EA26BD"/>
    <w:rsid w:val="00EA45FC"/>
    <w:rsid w:val="00EA472B"/>
    <w:rsid w:val="00EA6C00"/>
    <w:rsid w:val="00EA7B5F"/>
    <w:rsid w:val="00EB004B"/>
    <w:rsid w:val="00EB025F"/>
    <w:rsid w:val="00EB1209"/>
    <w:rsid w:val="00EB1325"/>
    <w:rsid w:val="00EB206A"/>
    <w:rsid w:val="00EB245B"/>
    <w:rsid w:val="00EB51B4"/>
    <w:rsid w:val="00EB51CB"/>
    <w:rsid w:val="00EB75E8"/>
    <w:rsid w:val="00EB771C"/>
    <w:rsid w:val="00EC09C8"/>
    <w:rsid w:val="00EC1224"/>
    <w:rsid w:val="00EC157C"/>
    <w:rsid w:val="00EC2B93"/>
    <w:rsid w:val="00EC2C9C"/>
    <w:rsid w:val="00EC2FAC"/>
    <w:rsid w:val="00EC39B4"/>
    <w:rsid w:val="00EC3D33"/>
    <w:rsid w:val="00EC428F"/>
    <w:rsid w:val="00EC4C41"/>
    <w:rsid w:val="00EC5E42"/>
    <w:rsid w:val="00EC648E"/>
    <w:rsid w:val="00ED0732"/>
    <w:rsid w:val="00ED58FC"/>
    <w:rsid w:val="00ED6198"/>
    <w:rsid w:val="00ED6E0F"/>
    <w:rsid w:val="00ED7665"/>
    <w:rsid w:val="00ED7EB2"/>
    <w:rsid w:val="00ED7F38"/>
    <w:rsid w:val="00EE0420"/>
    <w:rsid w:val="00EE0F07"/>
    <w:rsid w:val="00EE22E1"/>
    <w:rsid w:val="00EE4E30"/>
    <w:rsid w:val="00EE5157"/>
    <w:rsid w:val="00EE5BEC"/>
    <w:rsid w:val="00EE5DFC"/>
    <w:rsid w:val="00EE6024"/>
    <w:rsid w:val="00EE669D"/>
    <w:rsid w:val="00EE6EA4"/>
    <w:rsid w:val="00EE750A"/>
    <w:rsid w:val="00EE7BE8"/>
    <w:rsid w:val="00EF121D"/>
    <w:rsid w:val="00EF1CD4"/>
    <w:rsid w:val="00EF2BB0"/>
    <w:rsid w:val="00EF30E1"/>
    <w:rsid w:val="00EF34E3"/>
    <w:rsid w:val="00EF3CC0"/>
    <w:rsid w:val="00EF4566"/>
    <w:rsid w:val="00EF4A0B"/>
    <w:rsid w:val="00EF5B25"/>
    <w:rsid w:val="00EF5C37"/>
    <w:rsid w:val="00EF6D7A"/>
    <w:rsid w:val="00EF7AF6"/>
    <w:rsid w:val="00EF7BB3"/>
    <w:rsid w:val="00F0036D"/>
    <w:rsid w:val="00F006C7"/>
    <w:rsid w:val="00F006FF"/>
    <w:rsid w:val="00F007ED"/>
    <w:rsid w:val="00F02039"/>
    <w:rsid w:val="00F02198"/>
    <w:rsid w:val="00F02B1C"/>
    <w:rsid w:val="00F02B1E"/>
    <w:rsid w:val="00F032E1"/>
    <w:rsid w:val="00F03486"/>
    <w:rsid w:val="00F03EB4"/>
    <w:rsid w:val="00F0740D"/>
    <w:rsid w:val="00F10BD7"/>
    <w:rsid w:val="00F1290B"/>
    <w:rsid w:val="00F12B44"/>
    <w:rsid w:val="00F13DFA"/>
    <w:rsid w:val="00F155EB"/>
    <w:rsid w:val="00F15945"/>
    <w:rsid w:val="00F1677A"/>
    <w:rsid w:val="00F17AE0"/>
    <w:rsid w:val="00F20311"/>
    <w:rsid w:val="00F20FE4"/>
    <w:rsid w:val="00F223B5"/>
    <w:rsid w:val="00F2491F"/>
    <w:rsid w:val="00F25CD1"/>
    <w:rsid w:val="00F2650C"/>
    <w:rsid w:val="00F2684E"/>
    <w:rsid w:val="00F269D8"/>
    <w:rsid w:val="00F271A7"/>
    <w:rsid w:val="00F27AF9"/>
    <w:rsid w:val="00F27D12"/>
    <w:rsid w:val="00F30209"/>
    <w:rsid w:val="00F30245"/>
    <w:rsid w:val="00F30795"/>
    <w:rsid w:val="00F30C6B"/>
    <w:rsid w:val="00F319DA"/>
    <w:rsid w:val="00F31D90"/>
    <w:rsid w:val="00F32189"/>
    <w:rsid w:val="00F326F7"/>
    <w:rsid w:val="00F33038"/>
    <w:rsid w:val="00F337C7"/>
    <w:rsid w:val="00F33AED"/>
    <w:rsid w:val="00F344F8"/>
    <w:rsid w:val="00F3490B"/>
    <w:rsid w:val="00F34973"/>
    <w:rsid w:val="00F3558F"/>
    <w:rsid w:val="00F35DD7"/>
    <w:rsid w:val="00F36592"/>
    <w:rsid w:val="00F413D7"/>
    <w:rsid w:val="00F45998"/>
    <w:rsid w:val="00F46484"/>
    <w:rsid w:val="00F46EA0"/>
    <w:rsid w:val="00F476BA"/>
    <w:rsid w:val="00F47D41"/>
    <w:rsid w:val="00F505BE"/>
    <w:rsid w:val="00F50C07"/>
    <w:rsid w:val="00F50DA5"/>
    <w:rsid w:val="00F52914"/>
    <w:rsid w:val="00F52BA0"/>
    <w:rsid w:val="00F52D18"/>
    <w:rsid w:val="00F53165"/>
    <w:rsid w:val="00F53C21"/>
    <w:rsid w:val="00F5454A"/>
    <w:rsid w:val="00F54A44"/>
    <w:rsid w:val="00F5669A"/>
    <w:rsid w:val="00F619F2"/>
    <w:rsid w:val="00F61C1A"/>
    <w:rsid w:val="00F634B5"/>
    <w:rsid w:val="00F63659"/>
    <w:rsid w:val="00F6434D"/>
    <w:rsid w:val="00F66BA9"/>
    <w:rsid w:val="00F66C6B"/>
    <w:rsid w:val="00F66F0A"/>
    <w:rsid w:val="00F67841"/>
    <w:rsid w:val="00F67B55"/>
    <w:rsid w:val="00F70F16"/>
    <w:rsid w:val="00F71043"/>
    <w:rsid w:val="00F7122C"/>
    <w:rsid w:val="00F7232C"/>
    <w:rsid w:val="00F72C09"/>
    <w:rsid w:val="00F73EAD"/>
    <w:rsid w:val="00F768D3"/>
    <w:rsid w:val="00F77C7D"/>
    <w:rsid w:val="00F8127C"/>
    <w:rsid w:val="00F81A16"/>
    <w:rsid w:val="00F81C15"/>
    <w:rsid w:val="00F81DF7"/>
    <w:rsid w:val="00F8222F"/>
    <w:rsid w:val="00F840AD"/>
    <w:rsid w:val="00F84243"/>
    <w:rsid w:val="00F85124"/>
    <w:rsid w:val="00F85199"/>
    <w:rsid w:val="00F86F7D"/>
    <w:rsid w:val="00F8767A"/>
    <w:rsid w:val="00F91156"/>
    <w:rsid w:val="00F93B10"/>
    <w:rsid w:val="00F94D3E"/>
    <w:rsid w:val="00F954AB"/>
    <w:rsid w:val="00F969E6"/>
    <w:rsid w:val="00F97326"/>
    <w:rsid w:val="00FA0729"/>
    <w:rsid w:val="00FA11DE"/>
    <w:rsid w:val="00FA1C6C"/>
    <w:rsid w:val="00FA1E87"/>
    <w:rsid w:val="00FA233D"/>
    <w:rsid w:val="00FA2E79"/>
    <w:rsid w:val="00FA2F99"/>
    <w:rsid w:val="00FA3257"/>
    <w:rsid w:val="00FA328C"/>
    <w:rsid w:val="00FA40D7"/>
    <w:rsid w:val="00FA4370"/>
    <w:rsid w:val="00FA5150"/>
    <w:rsid w:val="00FA5314"/>
    <w:rsid w:val="00FA538F"/>
    <w:rsid w:val="00FA5576"/>
    <w:rsid w:val="00FA714C"/>
    <w:rsid w:val="00FB0026"/>
    <w:rsid w:val="00FB0C33"/>
    <w:rsid w:val="00FB0D7B"/>
    <w:rsid w:val="00FB0DFC"/>
    <w:rsid w:val="00FB156C"/>
    <w:rsid w:val="00FB1975"/>
    <w:rsid w:val="00FB1FC5"/>
    <w:rsid w:val="00FB6720"/>
    <w:rsid w:val="00FC11DD"/>
    <w:rsid w:val="00FC12E7"/>
    <w:rsid w:val="00FC169D"/>
    <w:rsid w:val="00FC16BD"/>
    <w:rsid w:val="00FC205E"/>
    <w:rsid w:val="00FC26EA"/>
    <w:rsid w:val="00FC2B01"/>
    <w:rsid w:val="00FC339B"/>
    <w:rsid w:val="00FC3881"/>
    <w:rsid w:val="00FC3E2F"/>
    <w:rsid w:val="00FC3F38"/>
    <w:rsid w:val="00FC41AF"/>
    <w:rsid w:val="00FC4319"/>
    <w:rsid w:val="00FC4494"/>
    <w:rsid w:val="00FC4BF4"/>
    <w:rsid w:val="00FC4DA1"/>
    <w:rsid w:val="00FC5295"/>
    <w:rsid w:val="00FC580B"/>
    <w:rsid w:val="00FC5ACC"/>
    <w:rsid w:val="00FC73D5"/>
    <w:rsid w:val="00FC7611"/>
    <w:rsid w:val="00FC7C0C"/>
    <w:rsid w:val="00FD00FE"/>
    <w:rsid w:val="00FD01F4"/>
    <w:rsid w:val="00FD0832"/>
    <w:rsid w:val="00FD144A"/>
    <w:rsid w:val="00FD15AC"/>
    <w:rsid w:val="00FD167F"/>
    <w:rsid w:val="00FD1B7E"/>
    <w:rsid w:val="00FD1F7F"/>
    <w:rsid w:val="00FD245D"/>
    <w:rsid w:val="00FD2FF9"/>
    <w:rsid w:val="00FD37E3"/>
    <w:rsid w:val="00FD385A"/>
    <w:rsid w:val="00FD4AD2"/>
    <w:rsid w:val="00FD588F"/>
    <w:rsid w:val="00FD5C6C"/>
    <w:rsid w:val="00FD61A6"/>
    <w:rsid w:val="00FD759A"/>
    <w:rsid w:val="00FD7A9B"/>
    <w:rsid w:val="00FE13D6"/>
    <w:rsid w:val="00FE38B4"/>
    <w:rsid w:val="00FE6010"/>
    <w:rsid w:val="00FF07C1"/>
    <w:rsid w:val="00FF086D"/>
    <w:rsid w:val="00FF3043"/>
    <w:rsid w:val="00FF3A79"/>
    <w:rsid w:val="00FF3C32"/>
    <w:rsid w:val="00FF42DC"/>
    <w:rsid w:val="00FF465C"/>
    <w:rsid w:val="00FF5E80"/>
    <w:rsid w:val="00FF64F3"/>
    <w:rsid w:val="00FF6EAE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5A55D67"/>
  <w15:chartTrackingRefBased/>
  <w15:docId w15:val="{A64F17F9-6252-458E-953F-7D5536A5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D7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12600"/>
    <w:pPr>
      <w:keepNext/>
      <w:keepLines/>
      <w:numPr>
        <w:numId w:val="5"/>
      </w:numPr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1497F"/>
    <w:pPr>
      <w:keepNext/>
      <w:keepLines/>
      <w:numPr>
        <w:ilvl w:val="1"/>
        <w:numId w:val="5"/>
      </w:numPr>
      <w:spacing w:before="40"/>
      <w:jc w:val="center"/>
      <w:outlineLvl w:val="1"/>
    </w:pPr>
    <w:rPr>
      <w:rFonts w:ascii="Trebuchet MS" w:hAnsi="Trebuchet MS"/>
      <w:b/>
      <w:sz w:val="20"/>
      <w:szCs w:val="26"/>
    </w:rPr>
  </w:style>
  <w:style w:type="paragraph" w:styleId="Nagwek3">
    <w:name w:val="heading 3"/>
    <w:basedOn w:val="Normalny"/>
    <w:next w:val="Normalny"/>
    <w:link w:val="Nagwek3Znak"/>
    <w:qFormat/>
    <w:rsid w:val="00D8661D"/>
    <w:pPr>
      <w:keepNext/>
      <w:keepLines/>
      <w:numPr>
        <w:ilvl w:val="2"/>
        <w:numId w:val="5"/>
      </w:numPr>
      <w:spacing w:before="40"/>
      <w:outlineLvl w:val="2"/>
    </w:pPr>
    <w:rPr>
      <w:rFonts w:ascii="Calibri Light" w:hAnsi="Calibri Light"/>
      <w:color w:val="1F4D7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8661D"/>
    <w:pPr>
      <w:keepNext/>
      <w:keepLines/>
      <w:numPr>
        <w:ilvl w:val="3"/>
        <w:numId w:val="5"/>
      </w:numPr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8661D"/>
    <w:pPr>
      <w:keepNext/>
      <w:keepLines/>
      <w:numPr>
        <w:ilvl w:val="4"/>
        <w:numId w:val="5"/>
      </w:numPr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8661D"/>
    <w:pPr>
      <w:keepNext/>
      <w:keepLines/>
      <w:numPr>
        <w:ilvl w:val="5"/>
        <w:numId w:val="5"/>
      </w:numPr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8661D"/>
    <w:pPr>
      <w:keepNext/>
      <w:keepLines/>
      <w:numPr>
        <w:ilvl w:val="6"/>
        <w:numId w:val="5"/>
      </w:numPr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8661D"/>
    <w:pPr>
      <w:keepNext/>
      <w:keepLines/>
      <w:numPr>
        <w:ilvl w:val="7"/>
        <w:numId w:val="5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8661D"/>
    <w:pPr>
      <w:keepNext/>
      <w:keepLines/>
      <w:numPr>
        <w:ilvl w:val="8"/>
        <w:numId w:val="5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851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8510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985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74989"/>
  </w:style>
  <w:style w:type="character" w:customStyle="1" w:styleId="NagwekZnak">
    <w:name w:val="Nagłówek Znak"/>
    <w:link w:val="Nagwek"/>
    <w:rsid w:val="00C7529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7529A"/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"/>
    <w:basedOn w:val="Normalny"/>
    <w:link w:val="TekstprzypisudolnegoZnak"/>
    <w:unhideWhenUsed/>
    <w:rsid w:val="007601B5"/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"/>
    <w:basedOn w:val="Domylnaczcionkaakapitu"/>
    <w:link w:val="Tekstprzypisudolnego"/>
    <w:rsid w:val="007601B5"/>
  </w:style>
  <w:style w:type="character" w:styleId="Odwoanieprzypisudolnego">
    <w:name w:val="footnote reference"/>
    <w:aliases w:val="Footnote Reference Number"/>
    <w:unhideWhenUsed/>
    <w:rsid w:val="007601B5"/>
    <w:rPr>
      <w:vertAlign w:val="superscript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3E01AE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D8661D"/>
    <w:rPr>
      <w:rFonts w:ascii="Calibri Light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rsid w:val="0041497F"/>
    <w:rPr>
      <w:rFonts w:ascii="Trebuchet MS" w:hAnsi="Trebuchet MS"/>
      <w:b/>
      <w:szCs w:val="26"/>
    </w:rPr>
  </w:style>
  <w:style w:type="character" w:customStyle="1" w:styleId="Nagwek3Znak">
    <w:name w:val="Nagłówek 3 Znak"/>
    <w:link w:val="Nagwek3"/>
    <w:rsid w:val="00D8661D"/>
    <w:rPr>
      <w:rFonts w:ascii="Calibri Light" w:hAnsi="Calibri Light"/>
      <w:color w:val="1F4D78"/>
      <w:sz w:val="24"/>
      <w:szCs w:val="24"/>
    </w:rPr>
  </w:style>
  <w:style w:type="character" w:customStyle="1" w:styleId="Nagwek4Znak">
    <w:name w:val="Nagłówek 4 Znak"/>
    <w:link w:val="Nagwek4"/>
    <w:uiPriority w:val="99"/>
    <w:rsid w:val="00D8661D"/>
    <w:rPr>
      <w:rFonts w:ascii="Calibri Light" w:hAnsi="Calibri Light"/>
      <w:i/>
      <w:iCs/>
      <w:color w:val="2E74B5"/>
      <w:sz w:val="24"/>
      <w:szCs w:val="24"/>
    </w:rPr>
  </w:style>
  <w:style w:type="character" w:customStyle="1" w:styleId="Nagwek5Znak">
    <w:name w:val="Nagłówek 5 Znak"/>
    <w:link w:val="Nagwek5"/>
    <w:uiPriority w:val="99"/>
    <w:rsid w:val="00D8661D"/>
    <w:rPr>
      <w:rFonts w:ascii="Calibri Light" w:hAnsi="Calibri Light"/>
      <w:color w:val="2E74B5"/>
      <w:sz w:val="24"/>
      <w:szCs w:val="24"/>
    </w:rPr>
  </w:style>
  <w:style w:type="character" w:customStyle="1" w:styleId="Nagwek6Znak">
    <w:name w:val="Nagłówek 6 Znak"/>
    <w:link w:val="Nagwek6"/>
    <w:uiPriority w:val="99"/>
    <w:rsid w:val="00D8661D"/>
    <w:rPr>
      <w:rFonts w:ascii="Calibri Light" w:hAnsi="Calibri Light"/>
      <w:color w:val="1F4D78"/>
      <w:sz w:val="24"/>
      <w:szCs w:val="24"/>
    </w:rPr>
  </w:style>
  <w:style w:type="character" w:customStyle="1" w:styleId="Nagwek7Znak">
    <w:name w:val="Nagłówek 7 Znak"/>
    <w:link w:val="Nagwek7"/>
    <w:uiPriority w:val="99"/>
    <w:rsid w:val="00D8661D"/>
    <w:rPr>
      <w:rFonts w:ascii="Calibri Light" w:hAnsi="Calibri Light"/>
      <w:i/>
      <w:iCs/>
      <w:color w:val="1F4D78"/>
      <w:sz w:val="24"/>
      <w:szCs w:val="24"/>
    </w:rPr>
  </w:style>
  <w:style w:type="character" w:customStyle="1" w:styleId="Nagwek8Znak">
    <w:name w:val="Nagłówek 8 Znak"/>
    <w:link w:val="Nagwek8"/>
    <w:uiPriority w:val="99"/>
    <w:rsid w:val="00D8661D"/>
    <w:rPr>
      <w:rFonts w:ascii="Calibri Light" w:hAnsi="Calibri Light"/>
      <w:color w:val="272727"/>
      <w:sz w:val="21"/>
      <w:szCs w:val="21"/>
    </w:rPr>
  </w:style>
  <w:style w:type="character" w:customStyle="1" w:styleId="Nagwek9Znak">
    <w:name w:val="Nagłówek 9 Znak"/>
    <w:link w:val="Nagwek9"/>
    <w:uiPriority w:val="99"/>
    <w:rsid w:val="00D8661D"/>
    <w:rPr>
      <w:rFonts w:ascii="Calibri Light" w:hAnsi="Calibri Light"/>
      <w:i/>
      <w:iCs/>
      <w:color w:val="272727"/>
      <w:sz w:val="21"/>
      <w:szCs w:val="21"/>
    </w:rPr>
  </w:style>
  <w:style w:type="paragraph" w:styleId="Tekstdymka">
    <w:name w:val="Balloon Text"/>
    <w:basedOn w:val="Normalny"/>
    <w:link w:val="TekstdymkaZnak"/>
    <w:semiHidden/>
    <w:unhideWhenUsed/>
    <w:rsid w:val="00234B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234B7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nhideWhenUsed/>
    <w:rsid w:val="005129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9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1297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12974"/>
    <w:rPr>
      <w:b/>
      <w:bCs/>
    </w:rPr>
  </w:style>
  <w:style w:type="character" w:customStyle="1" w:styleId="TematkomentarzaZnak">
    <w:name w:val="Temat komentarza Znak"/>
    <w:link w:val="Tematkomentarza"/>
    <w:semiHidden/>
    <w:rsid w:val="00512974"/>
    <w:rPr>
      <w:b/>
      <w:bCs/>
    </w:rPr>
  </w:style>
  <w:style w:type="paragraph" w:customStyle="1" w:styleId="Akapitzlist1">
    <w:name w:val="Akapit z listą1"/>
    <w:basedOn w:val="Normalny"/>
    <w:rsid w:val="00436270"/>
    <w:pPr>
      <w:ind w:left="720"/>
      <w:contextualSpacing/>
    </w:pPr>
    <w:rPr>
      <w:rFonts w:eastAsia="Calibri"/>
      <w:sz w:val="20"/>
      <w:szCs w:val="20"/>
    </w:rPr>
  </w:style>
  <w:style w:type="paragraph" w:customStyle="1" w:styleId="Akapitzlist11">
    <w:name w:val="Akapit z listą11"/>
    <w:basedOn w:val="Normalny"/>
    <w:rsid w:val="00712600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styleId="Hipercze">
    <w:name w:val="Hyperlink"/>
    <w:uiPriority w:val="99"/>
    <w:unhideWhenUsed/>
    <w:rsid w:val="00FA538F"/>
    <w:rPr>
      <w:color w:val="0563C1"/>
      <w:u w:val="single"/>
    </w:rPr>
  </w:style>
  <w:style w:type="paragraph" w:styleId="Poprawka">
    <w:name w:val="Revision"/>
    <w:hidden/>
    <w:uiPriority w:val="99"/>
    <w:semiHidden/>
    <w:rsid w:val="00225BE1"/>
    <w:rPr>
      <w:sz w:val="24"/>
      <w:szCs w:val="24"/>
    </w:rPr>
  </w:style>
  <w:style w:type="paragraph" w:customStyle="1" w:styleId="ust">
    <w:name w:val="ust"/>
    <w:rsid w:val="00106BCD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1E0B04"/>
    <w:pPr>
      <w:spacing w:before="60" w:after="60"/>
      <w:ind w:left="851" w:hanging="295"/>
      <w:jc w:val="both"/>
    </w:pPr>
  </w:style>
  <w:style w:type="numbering" w:customStyle="1" w:styleId="Styl1">
    <w:name w:val="Styl1"/>
    <w:uiPriority w:val="99"/>
    <w:rsid w:val="00C91BEE"/>
    <w:pPr>
      <w:numPr>
        <w:numId w:val="17"/>
      </w:numPr>
    </w:pPr>
  </w:style>
  <w:style w:type="numbering" w:customStyle="1" w:styleId="Styl2">
    <w:name w:val="Styl2"/>
    <w:uiPriority w:val="99"/>
    <w:rsid w:val="00C56E6D"/>
    <w:pPr>
      <w:numPr>
        <w:numId w:val="19"/>
      </w:numPr>
    </w:pPr>
  </w:style>
  <w:style w:type="numbering" w:customStyle="1" w:styleId="Styl3">
    <w:name w:val="Styl3"/>
    <w:uiPriority w:val="99"/>
    <w:rsid w:val="005F27D0"/>
    <w:pPr>
      <w:numPr>
        <w:numId w:val="20"/>
      </w:numPr>
    </w:pPr>
  </w:style>
  <w:style w:type="numbering" w:customStyle="1" w:styleId="Styl4">
    <w:name w:val="Styl4"/>
    <w:uiPriority w:val="99"/>
    <w:rsid w:val="009974C2"/>
    <w:pPr>
      <w:numPr>
        <w:numId w:val="132"/>
      </w:numPr>
    </w:pPr>
  </w:style>
  <w:style w:type="character" w:styleId="UyteHipercze">
    <w:name w:val="FollowedHyperlink"/>
    <w:uiPriority w:val="99"/>
    <w:semiHidden/>
    <w:unhideWhenUsed/>
    <w:rsid w:val="00E82460"/>
    <w:rPr>
      <w:color w:val="954F72"/>
      <w:u w:val="single"/>
    </w:rPr>
  </w:style>
  <w:style w:type="paragraph" w:customStyle="1" w:styleId="Tekstpodstawowy21">
    <w:name w:val="Tekst podstawowy 21"/>
    <w:basedOn w:val="Normalny"/>
    <w:uiPriority w:val="99"/>
    <w:rsid w:val="00585E15"/>
    <w:pPr>
      <w:suppressAutoHyphens/>
      <w:spacing w:after="120" w:line="480" w:lineRule="auto"/>
    </w:pPr>
    <w:rPr>
      <w:lang w:eastAsia="ar-SA"/>
    </w:rPr>
  </w:style>
  <w:style w:type="paragraph" w:styleId="Tekstpodstawowy">
    <w:name w:val="Body Text"/>
    <w:basedOn w:val="Normalny"/>
    <w:link w:val="TekstpodstawowyZnak"/>
    <w:rsid w:val="00487695"/>
    <w:pPr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87695"/>
    <w:rPr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A038B1"/>
    <w:pPr>
      <w:widowControl w:val="0"/>
      <w:suppressAutoHyphens/>
      <w:spacing w:after="120" w:line="480" w:lineRule="auto"/>
    </w:pPr>
    <w:rPr>
      <w:rFonts w:eastAsia="SimSun" w:cs="Mangal"/>
      <w:kern w:val="1"/>
      <w:lang w:eastAsia="hi-IN" w:bidi="hi-IN"/>
    </w:rPr>
  </w:style>
  <w:style w:type="character" w:customStyle="1" w:styleId="Znakiprzypiswdolnych">
    <w:name w:val="Znaki przypisów dolnych"/>
    <w:uiPriority w:val="99"/>
    <w:rsid w:val="00FA4370"/>
    <w:rPr>
      <w:vertAlign w:val="superscript"/>
    </w:rPr>
  </w:style>
  <w:style w:type="paragraph" w:customStyle="1" w:styleId="CM4">
    <w:name w:val="CM4"/>
    <w:basedOn w:val="Normalny"/>
    <w:rsid w:val="00DE1752"/>
    <w:pPr>
      <w:autoSpaceDE w:val="0"/>
      <w:autoSpaceDN w:val="0"/>
      <w:spacing w:line="240" w:lineRule="atLeast"/>
    </w:pPr>
    <w:rPr>
      <w:rFonts w:ascii="Tahoma" w:eastAsiaTheme="minorHAnsi" w:hAnsi="Tahoma" w:cs="Tahoma"/>
    </w:rPr>
  </w:style>
  <w:style w:type="paragraph" w:customStyle="1" w:styleId="cm40">
    <w:name w:val="cm40"/>
    <w:basedOn w:val="Normalny"/>
    <w:uiPriority w:val="99"/>
    <w:rsid w:val="00DE1752"/>
    <w:pPr>
      <w:autoSpaceDE w:val="0"/>
      <w:autoSpaceDN w:val="0"/>
      <w:spacing w:line="240" w:lineRule="atLeast"/>
    </w:pPr>
    <w:rPr>
      <w:rFonts w:ascii="Tahoma" w:eastAsiaTheme="minorHAnsi" w:hAnsi="Tahoma" w:cs="Tahoma"/>
    </w:rPr>
  </w:style>
  <w:style w:type="paragraph" w:customStyle="1" w:styleId="Podstawowyakapitowy">
    <w:name w:val="[Podstawowy akapitowy]"/>
    <w:basedOn w:val="Normalny"/>
    <w:uiPriority w:val="99"/>
    <w:rsid w:val="00DE1752"/>
    <w:pPr>
      <w:autoSpaceDE w:val="0"/>
      <w:autoSpaceDN w:val="0"/>
      <w:adjustRightInd w:val="0"/>
      <w:spacing w:line="288" w:lineRule="auto"/>
      <w:textAlignment w:val="center"/>
    </w:pPr>
    <w:rPr>
      <w:rFonts w:eastAsiaTheme="minorHAnsi"/>
      <w:color w:val="000000"/>
      <w:lang w:eastAsia="en-US"/>
    </w:rPr>
  </w:style>
  <w:style w:type="paragraph" w:customStyle="1" w:styleId="CM34">
    <w:name w:val="CM34"/>
    <w:basedOn w:val="Normalny"/>
    <w:next w:val="Normalny"/>
    <w:rsid w:val="00CB15E6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Brakstyluakapitowego">
    <w:name w:val="[Brak stylu akapitowego]"/>
    <w:rsid w:val="00CB15E6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numbering" w:customStyle="1" w:styleId="Styl5">
    <w:name w:val="Styl5"/>
    <w:uiPriority w:val="99"/>
    <w:rsid w:val="00CC0B93"/>
    <w:pPr>
      <w:numPr>
        <w:numId w:val="25"/>
      </w:numPr>
    </w:pPr>
  </w:style>
  <w:style w:type="paragraph" w:customStyle="1" w:styleId="Standard">
    <w:name w:val="Standard"/>
    <w:rsid w:val="00B11CB8"/>
    <w:pPr>
      <w:shd w:val="clear" w:color="auto" w:fill="FFFFFF"/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eastAsia="zh-CN" w:bidi="hi-IN"/>
    </w:rPr>
  </w:style>
  <w:style w:type="numbering" w:customStyle="1" w:styleId="WWNum3">
    <w:name w:val="WWNum3"/>
    <w:basedOn w:val="Bezlisty"/>
    <w:rsid w:val="00117F8F"/>
    <w:pPr>
      <w:numPr>
        <w:numId w:val="26"/>
      </w:numPr>
    </w:pPr>
  </w:style>
  <w:style w:type="character" w:customStyle="1" w:styleId="AkapitzlistZnak">
    <w:name w:val="Akapit z listą Znak"/>
    <w:aliases w:val="sw tekst Znak"/>
    <w:link w:val="Akapitzlist"/>
    <w:uiPriority w:val="34"/>
    <w:rsid w:val="00BA61CD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06357"/>
    <w:rPr>
      <w:rFonts w:eastAsiaTheme="minorHAnsi"/>
    </w:rPr>
  </w:style>
  <w:style w:type="numbering" w:customStyle="1" w:styleId="Styl21">
    <w:name w:val="Styl21"/>
    <w:uiPriority w:val="99"/>
    <w:rsid w:val="008F25FE"/>
  </w:style>
  <w:style w:type="numbering" w:customStyle="1" w:styleId="Styl22">
    <w:name w:val="Styl22"/>
    <w:uiPriority w:val="99"/>
    <w:rsid w:val="008F25FE"/>
    <w:pPr>
      <w:numPr>
        <w:numId w:val="8"/>
      </w:numPr>
    </w:pPr>
  </w:style>
  <w:style w:type="numbering" w:customStyle="1" w:styleId="Styl211">
    <w:name w:val="Styl211"/>
    <w:uiPriority w:val="99"/>
    <w:rsid w:val="00FC7C0C"/>
    <w:pPr>
      <w:numPr>
        <w:numId w:val="55"/>
      </w:numPr>
    </w:pPr>
  </w:style>
  <w:style w:type="paragraph" w:customStyle="1" w:styleId="xl66">
    <w:name w:val="xl66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Normalny"/>
    <w:rsid w:val="00E75E08"/>
    <w:pP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Normalny"/>
    <w:rsid w:val="00E75E0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Normalny"/>
    <w:rsid w:val="00E75E0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Normalny"/>
    <w:rsid w:val="00E75E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9">
    <w:name w:val="xl7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0">
    <w:name w:val="xl80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1">
    <w:name w:val="xl81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2">
    <w:name w:val="xl82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Normalny"/>
    <w:rsid w:val="00E7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4">
    <w:name w:val="xl8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8">
    <w:name w:val="xl8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9">
    <w:name w:val="xl89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0">
    <w:name w:val="xl90"/>
    <w:basedOn w:val="Normalny"/>
    <w:rsid w:val="00E75E0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2">
    <w:name w:val="xl92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3">
    <w:name w:val="xl93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4">
    <w:name w:val="xl9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Normalny"/>
    <w:rsid w:val="00E75E0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6">
    <w:name w:val="xl96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Normalny"/>
    <w:rsid w:val="00E75E0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Normalny"/>
    <w:rsid w:val="00E75E0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Normalny"/>
    <w:rsid w:val="00E75E0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Normalny"/>
    <w:rsid w:val="00E7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7">
    <w:name w:val="xl11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4">
    <w:name w:val="xl124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5">
    <w:name w:val="xl125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Normalny"/>
    <w:rsid w:val="00E75E0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4">
    <w:name w:val="xl13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Normalny"/>
    <w:rsid w:val="00E75E0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6">
    <w:name w:val="xl136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7">
    <w:name w:val="xl137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44">
    <w:name w:val="xl144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46">
    <w:name w:val="xl14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Normalny"/>
    <w:rsid w:val="00E75E0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8">
    <w:name w:val="xl148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Normalny"/>
    <w:rsid w:val="00E7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Normalny"/>
    <w:rsid w:val="00E75E0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Normalny"/>
    <w:rsid w:val="00E75E0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5">
    <w:name w:val="xl155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Normalny"/>
    <w:rsid w:val="00E75E0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9">
    <w:name w:val="xl159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0">
    <w:name w:val="xl16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Normalny"/>
    <w:rsid w:val="00E75E0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Normalny"/>
    <w:rsid w:val="00E75E0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5">
    <w:name w:val="xl165"/>
    <w:basedOn w:val="Normalny"/>
    <w:rsid w:val="00E75E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67">
    <w:name w:val="xl16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8">
    <w:name w:val="xl168"/>
    <w:basedOn w:val="Normalny"/>
    <w:rsid w:val="00E7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70">
    <w:name w:val="xl170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Normalny"/>
    <w:rsid w:val="00E75E0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Normalny"/>
    <w:rsid w:val="00E75E0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Normalny"/>
    <w:rsid w:val="00E75E0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9">
    <w:name w:val="xl17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0">
    <w:name w:val="xl18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Normalny"/>
    <w:rsid w:val="00E75E08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Normalny"/>
    <w:rsid w:val="00E75E08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88">
    <w:name w:val="xl188"/>
    <w:basedOn w:val="Normalny"/>
    <w:rsid w:val="00E75E0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Normalny"/>
    <w:rsid w:val="00E75E0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6">
    <w:name w:val="xl196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7">
    <w:name w:val="xl197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9">
    <w:name w:val="xl199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1">
    <w:name w:val="xl201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5">
    <w:name w:val="xl205"/>
    <w:basedOn w:val="Normalny"/>
    <w:rsid w:val="00E7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6">
    <w:name w:val="xl206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7">
    <w:name w:val="xl207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8">
    <w:name w:val="xl20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9">
    <w:name w:val="xl209"/>
    <w:basedOn w:val="Normalny"/>
    <w:rsid w:val="00E75E0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0">
    <w:name w:val="xl21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1">
    <w:name w:val="xl21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2">
    <w:name w:val="xl212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3">
    <w:name w:val="xl213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4">
    <w:name w:val="xl21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5">
    <w:name w:val="xl215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7">
    <w:name w:val="xl21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8">
    <w:name w:val="xl218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9">
    <w:name w:val="xl21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0">
    <w:name w:val="xl220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1">
    <w:name w:val="xl221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2">
    <w:name w:val="xl222"/>
    <w:basedOn w:val="Normalny"/>
    <w:rsid w:val="00E75E08"/>
    <w:pPr>
      <w:pBdr>
        <w:left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3">
    <w:name w:val="xl223"/>
    <w:basedOn w:val="Normalny"/>
    <w:rsid w:val="00E75E08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4">
    <w:name w:val="xl224"/>
    <w:basedOn w:val="Normalny"/>
    <w:rsid w:val="00E75E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Normalny"/>
    <w:rsid w:val="00E75E08"/>
    <w:pPr>
      <w:pBdr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6">
    <w:name w:val="xl22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7">
    <w:name w:val="xl22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">
    <w:name w:val="xl22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9">
    <w:name w:val="xl229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0">
    <w:name w:val="xl230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1">
    <w:name w:val="xl23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2">
    <w:name w:val="xl232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3">
    <w:name w:val="xl23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4">
    <w:name w:val="xl23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5">
    <w:name w:val="xl235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6">
    <w:name w:val="xl23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7">
    <w:name w:val="xl23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8">
    <w:name w:val="xl238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9">
    <w:name w:val="xl239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0">
    <w:name w:val="xl24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1">
    <w:name w:val="xl24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2">
    <w:name w:val="xl242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43">
    <w:name w:val="xl243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4">
    <w:name w:val="xl24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5">
    <w:name w:val="xl245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6">
    <w:name w:val="xl246"/>
    <w:basedOn w:val="Normalny"/>
    <w:rsid w:val="00E75E0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7">
    <w:name w:val="xl247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8">
    <w:name w:val="xl248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9">
    <w:name w:val="xl249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0">
    <w:name w:val="xl250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1">
    <w:name w:val="xl251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2">
    <w:name w:val="xl252"/>
    <w:basedOn w:val="Normalny"/>
    <w:rsid w:val="00E75E08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3">
    <w:name w:val="xl253"/>
    <w:basedOn w:val="Normalny"/>
    <w:rsid w:val="00E75E08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4">
    <w:name w:val="xl254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5">
    <w:name w:val="xl255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6">
    <w:name w:val="xl25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7">
    <w:name w:val="xl25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8">
    <w:name w:val="xl258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9">
    <w:name w:val="xl259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0">
    <w:name w:val="xl260"/>
    <w:basedOn w:val="Normalny"/>
    <w:rsid w:val="00E75E08"/>
    <w:pPr>
      <w:pBdr>
        <w:top w:val="single" w:sz="4" w:space="0" w:color="auto"/>
        <w:lef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1">
    <w:name w:val="xl261"/>
    <w:basedOn w:val="Normalny"/>
    <w:rsid w:val="00E75E08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2">
    <w:name w:val="xl262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3">
    <w:name w:val="xl26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4">
    <w:name w:val="xl26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5">
    <w:name w:val="xl265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6">
    <w:name w:val="xl266"/>
    <w:basedOn w:val="Normalny"/>
    <w:rsid w:val="00E75E08"/>
    <w:pPr>
      <w:pBdr>
        <w:top w:val="single" w:sz="4" w:space="0" w:color="auto"/>
        <w:lef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7">
    <w:name w:val="xl267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8">
    <w:name w:val="xl26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9">
    <w:name w:val="xl269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0">
    <w:name w:val="xl270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1">
    <w:name w:val="xl271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2">
    <w:name w:val="xl272"/>
    <w:basedOn w:val="Normalny"/>
    <w:rsid w:val="00E75E08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273">
    <w:name w:val="xl273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4">
    <w:name w:val="xl274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5">
    <w:name w:val="xl275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6">
    <w:name w:val="xl276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7">
    <w:name w:val="xl277"/>
    <w:basedOn w:val="Normalny"/>
    <w:rsid w:val="00E75E0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8">
    <w:name w:val="xl278"/>
    <w:basedOn w:val="Normalny"/>
    <w:rsid w:val="00E75E0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9">
    <w:name w:val="xl279"/>
    <w:basedOn w:val="Normalny"/>
    <w:rsid w:val="00E75E0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0">
    <w:name w:val="xl280"/>
    <w:basedOn w:val="Normalny"/>
    <w:rsid w:val="00E75E0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81">
    <w:name w:val="xl281"/>
    <w:basedOn w:val="Normalny"/>
    <w:rsid w:val="00E75E0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2">
    <w:name w:val="xl282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3">
    <w:name w:val="xl283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4">
    <w:name w:val="xl28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5">
    <w:name w:val="xl285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6">
    <w:name w:val="xl286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7">
    <w:name w:val="xl287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8">
    <w:name w:val="xl288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9">
    <w:name w:val="xl289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0">
    <w:name w:val="xl290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1">
    <w:name w:val="xl29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2">
    <w:name w:val="xl292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3">
    <w:name w:val="xl293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4">
    <w:name w:val="xl294"/>
    <w:basedOn w:val="Normalny"/>
    <w:rsid w:val="00E75E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5">
    <w:name w:val="xl295"/>
    <w:basedOn w:val="Normalny"/>
    <w:rsid w:val="00E75E08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6">
    <w:name w:val="xl296"/>
    <w:basedOn w:val="Normalny"/>
    <w:rsid w:val="00E75E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7">
    <w:name w:val="xl297"/>
    <w:basedOn w:val="Normalny"/>
    <w:rsid w:val="00E75E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8">
    <w:name w:val="xl298"/>
    <w:basedOn w:val="Normalny"/>
    <w:rsid w:val="00E75E0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9">
    <w:name w:val="xl299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0">
    <w:name w:val="xl300"/>
    <w:basedOn w:val="Normalny"/>
    <w:rsid w:val="00E75E0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2">
    <w:name w:val="xl302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3">
    <w:name w:val="xl303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4">
    <w:name w:val="xl304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5">
    <w:name w:val="xl305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6">
    <w:name w:val="xl306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7">
    <w:name w:val="xl307"/>
    <w:basedOn w:val="Normalny"/>
    <w:rsid w:val="00E75E0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8">
    <w:name w:val="xl30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9">
    <w:name w:val="xl309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0">
    <w:name w:val="xl310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numbering" w:customStyle="1" w:styleId="Styl41">
    <w:name w:val="Styl41"/>
    <w:uiPriority w:val="99"/>
    <w:rsid w:val="00401C3D"/>
    <w:pPr>
      <w:numPr>
        <w:numId w:val="5"/>
      </w:numPr>
    </w:pPr>
  </w:style>
  <w:style w:type="character" w:styleId="Odwoaniedelikatne">
    <w:name w:val="Subtle Reference"/>
    <w:basedOn w:val="Domylnaczcionkaakapitu"/>
    <w:uiPriority w:val="31"/>
    <w:qFormat/>
    <w:rsid w:val="007F47A2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jciech.walczak\Desktop\Dokumenty%20M&#346;\Papier%20firmowy\Wzor%20pisma%20MS%20-%20NOR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3693A-0D46-4B93-B90B-B10326B10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Wzor pisma MS - NORW</Template>
  <TotalTime>1</TotalTime>
  <Pages>2</Pages>
  <Words>283</Words>
  <Characters>2670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Dziekan Wydziału Artystycznego</vt:lpstr>
    </vt:vector>
  </TitlesOfParts>
  <Company>Muzeum Śląskie w Katowicach</Company>
  <LinksUpToDate>false</LinksUpToDate>
  <CharactersWithSpaces>2948</CharactersWithSpaces>
  <SharedDoc>false</SharedDoc>
  <HLinks>
    <vt:vector size="54" baseType="variant">
      <vt:variant>
        <vt:i4>7536721</vt:i4>
      </vt:variant>
      <vt:variant>
        <vt:i4>24</vt:i4>
      </vt:variant>
      <vt:variant>
        <vt:i4>0</vt:i4>
      </vt:variant>
      <vt:variant>
        <vt:i4>5</vt:i4>
      </vt:variant>
      <vt:variant>
        <vt:lpwstr>http://bip.muzeumslaskie.pl/kategoria_8.html</vt:lpwstr>
      </vt:variant>
      <vt:variant>
        <vt:lpwstr/>
      </vt:variant>
      <vt:variant>
        <vt:i4>3997768</vt:i4>
      </vt:variant>
      <vt:variant>
        <vt:i4>21</vt:i4>
      </vt:variant>
      <vt:variant>
        <vt:i4>0</vt:i4>
      </vt:variant>
      <vt:variant>
        <vt:i4>5</vt:i4>
      </vt:variant>
      <vt:variant>
        <vt:lpwstr>mailto:zamowienia.publiczne@muzeumslaskie.pl</vt:lpwstr>
      </vt:variant>
      <vt:variant>
        <vt:lpwstr/>
      </vt:variant>
      <vt:variant>
        <vt:i4>8126554</vt:i4>
      </vt:variant>
      <vt:variant>
        <vt:i4>18</vt:i4>
      </vt:variant>
      <vt:variant>
        <vt:i4>0</vt:i4>
      </vt:variant>
      <vt:variant>
        <vt:i4>5</vt:i4>
      </vt:variant>
      <vt:variant>
        <vt:lpwstr>mailto:dyrekcja@muzeumslaskie.pl</vt:lpwstr>
      </vt:variant>
      <vt:variant>
        <vt:lpwstr/>
      </vt:variant>
      <vt:variant>
        <vt:i4>7536721</vt:i4>
      </vt:variant>
      <vt:variant>
        <vt:i4>15</vt:i4>
      </vt:variant>
      <vt:variant>
        <vt:i4>0</vt:i4>
      </vt:variant>
      <vt:variant>
        <vt:i4>5</vt:i4>
      </vt:variant>
      <vt:variant>
        <vt:lpwstr>http://bip.muzeumslaskie.pl/kategoria_8.html</vt:lpwstr>
      </vt:variant>
      <vt:variant>
        <vt:lpwstr/>
      </vt:variant>
      <vt:variant>
        <vt:i4>6946928</vt:i4>
      </vt:variant>
      <vt:variant>
        <vt:i4>12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983128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https://ec.europa.eu/growth/tools-databases/espd/</vt:lpwstr>
      </vt:variant>
      <vt:variant>
        <vt:lpwstr/>
      </vt:variant>
      <vt:variant>
        <vt:i4>2949183</vt:i4>
      </vt:variant>
      <vt:variant>
        <vt:i4>6</vt:i4>
      </vt:variant>
      <vt:variant>
        <vt:i4>0</vt:i4>
      </vt:variant>
      <vt:variant>
        <vt:i4>5</vt:i4>
      </vt:variant>
      <vt:variant>
        <vt:lpwstr>https://www.uzp.gov.pl/baza-wiedzy/jednolity-europejski-dokument-zamowienia</vt:lpwstr>
      </vt:variant>
      <vt:variant>
        <vt:lpwstr/>
      </vt:variant>
      <vt:variant>
        <vt:i4>8126554</vt:i4>
      </vt:variant>
      <vt:variant>
        <vt:i4>3</vt:i4>
      </vt:variant>
      <vt:variant>
        <vt:i4>0</vt:i4>
      </vt:variant>
      <vt:variant>
        <vt:i4>5</vt:i4>
      </vt:variant>
      <vt:variant>
        <vt:lpwstr>mailto:dyrekcja@muzeumslaskie.pl</vt:lpwstr>
      </vt:variant>
      <vt:variant>
        <vt:lpwstr/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http://www.muzeumslaskie.pl/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Dziekan Wydziału Artystycznego</dc:title>
  <dc:subject/>
  <dc:creator>Wojciech Walczak</dc:creator>
  <cp:keywords/>
  <dc:description/>
  <cp:lastModifiedBy>Wojciech Walczak</cp:lastModifiedBy>
  <cp:revision>3</cp:revision>
  <cp:lastPrinted>2018-12-07T11:44:00Z</cp:lastPrinted>
  <dcterms:created xsi:type="dcterms:W3CDTF">2018-12-07T15:04:00Z</dcterms:created>
  <dcterms:modified xsi:type="dcterms:W3CDTF">2018-12-07T15:05:00Z</dcterms:modified>
</cp:coreProperties>
</file>